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1F9" w:rsidRDefault="004051F9" w:rsidP="004051F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1F9" w:rsidRDefault="004051F9" w:rsidP="004051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051F9" w:rsidRDefault="004051F9" w:rsidP="004051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051F9" w:rsidRDefault="004051F9" w:rsidP="004051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1F9" w:rsidRDefault="004051F9" w:rsidP="004051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1F9" w:rsidRDefault="004051F9" w:rsidP="004051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1F9" w:rsidRDefault="004051F9" w:rsidP="004051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1F9" w:rsidRDefault="004051F9" w:rsidP="004051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051F9" w:rsidRDefault="004051F9" w:rsidP="004051F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051F9" w:rsidRDefault="004051F9" w:rsidP="004051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051F9" w:rsidRDefault="004051F9" w:rsidP="004051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051F9" w:rsidRDefault="004051F9" w:rsidP="004051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1F9" w:rsidRDefault="004051F9" w:rsidP="004051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051F9" w:rsidRDefault="004051F9" w:rsidP="004051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1F9" w:rsidRDefault="004051F9" w:rsidP="004051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051F9" w:rsidRDefault="004051F9" w:rsidP="004051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051F9" w:rsidRDefault="004051F9" w:rsidP="004051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№15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4051F9" w:rsidRDefault="004051F9" w:rsidP="004051F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1F9" w:rsidRPr="003F7E17" w:rsidRDefault="004051F9" w:rsidP="004051F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bookmarkStart w:id="0" w:name="_GoBack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розгляд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Артинюка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В.П.</w:t>
      </w:r>
    </w:p>
    <w:bookmarkEnd w:id="0"/>
    <w:p w:rsidR="004051F9" w:rsidRDefault="004051F9" w:rsidP="004051F9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051F9" w:rsidRDefault="004051F9" w:rsidP="004051F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141,142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Артинюка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В.П,  сільська  рада </w:t>
      </w:r>
    </w:p>
    <w:p w:rsidR="004051F9" w:rsidRPr="00060CDE" w:rsidRDefault="004051F9" w:rsidP="004051F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4051F9" w:rsidRPr="00A00975" w:rsidRDefault="004051F9" w:rsidP="004051F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Артинюка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Василя Прокоповича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,  який заре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48679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припинити право користування на земельну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 орієнтовною площею  0,25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00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обл. Шепетівський район за межами  с. Дідова Гора</w:t>
      </w: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землі запасу </w:t>
      </w:r>
      <w:proofErr w:type="spellStart"/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4051F9" w:rsidRPr="00A00975" w:rsidRDefault="004051F9" w:rsidP="004051F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0097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4051F9" w:rsidRPr="00A00975" w:rsidRDefault="004051F9" w:rsidP="004051F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051F9" w:rsidRPr="00A00975" w:rsidRDefault="004051F9" w:rsidP="004051F9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051F9" w:rsidRPr="00687BAE" w:rsidRDefault="004051F9" w:rsidP="004051F9">
      <w:pPr>
        <w:rPr>
          <w:rFonts w:ascii="Times New Roman" w:hAnsi="Times New Roman" w:cs="Times New Roman"/>
        </w:rPr>
      </w:pPr>
    </w:p>
    <w:p w:rsidR="004051F9" w:rsidRDefault="004051F9" w:rsidP="004051F9">
      <w:pPr>
        <w:rPr>
          <w:rFonts w:ascii="Times New Roman" w:hAnsi="Times New Roman" w:cs="Times New Roman"/>
        </w:rPr>
      </w:pPr>
    </w:p>
    <w:p w:rsidR="004051F9" w:rsidRDefault="004051F9" w:rsidP="004051F9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Сільський голова             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1945DF" w:rsidRDefault="001945DF"/>
    <w:sectPr w:rsidR="001945D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1F9"/>
    <w:rsid w:val="001945DF"/>
    <w:rsid w:val="004051F9"/>
    <w:rsid w:val="004867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1F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051F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051F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051F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1F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051F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051F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051F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205</Words>
  <Characters>1169</Characters>
  <Application>Microsoft Office Word</Application>
  <DocSecurity>0</DocSecurity>
  <Lines>9</Lines>
  <Paragraphs>2</Paragraphs>
  <ScaleCrop>false</ScaleCrop>
  <Company>SPecialiST RePack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2021-07-26T12:19:00Z</dcterms:created>
  <dcterms:modified xsi:type="dcterms:W3CDTF">2021-07-26T13:21:00Z</dcterms:modified>
</cp:coreProperties>
</file>