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333" w:rsidRDefault="00430333" w:rsidP="004303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333" w:rsidRDefault="00430333" w:rsidP="004303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0333" w:rsidRDefault="00430333" w:rsidP="004303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333" w:rsidRDefault="00430333" w:rsidP="004303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30333" w:rsidRDefault="00430333" w:rsidP="004303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30333" w:rsidRDefault="00430333" w:rsidP="004303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30333" w:rsidRDefault="00430333" w:rsidP="004303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30333" w:rsidRDefault="00430333" w:rsidP="004303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№31</w:t>
      </w:r>
    </w:p>
    <w:p w:rsidR="00430333" w:rsidRDefault="00430333" w:rsidP="004303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30333" w:rsidRPr="00DE6ED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30333" w:rsidRPr="00DE6ED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30333" w:rsidRPr="00DE6ED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430333" w:rsidRPr="00DE6ED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30333" w:rsidRPr="00DE6ED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Поліщук Г.Р.</w:t>
      </w:r>
    </w:p>
    <w:p w:rsidR="00430333" w:rsidRPr="00DE6ED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30333" w:rsidRPr="00DE6ED3" w:rsidRDefault="00430333" w:rsidP="004303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Поліщук Г.Р.,  сільська  рада </w:t>
      </w:r>
    </w:p>
    <w:p w:rsidR="00430333" w:rsidRPr="00DE6ED3" w:rsidRDefault="00430333" w:rsidP="004303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30333" w:rsidRPr="00DE6ED3" w:rsidRDefault="00430333" w:rsidP="004303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Поліщук Галині Романівні, </w:t>
      </w:r>
      <w:r w:rsidRPr="00DE6ED3">
        <w:rPr>
          <w:rFonts w:ascii="Times New Roman" w:eastAsia="Calibri" w:hAnsi="Times New Roman" w:cs="Times New Roman"/>
          <w:sz w:val="24"/>
        </w:rPr>
        <w:t xml:space="preserve"> яка  зареєстрована за адресою: </w:t>
      </w:r>
      <w:r w:rsidR="00087DD9" w:rsidRPr="00087DD9">
        <w:rPr>
          <w:rFonts w:ascii="Times New Roman" w:eastAsia="Calibri" w:hAnsi="Times New Roman" w:cs="Times New Roman"/>
          <w:sz w:val="24"/>
        </w:rPr>
        <w:t>____________</w:t>
      </w:r>
      <w:r w:rsidRPr="00DE6ED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087DD9" w:rsidRPr="00087DD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0,1875 га,  кадастровий номер: 6823986800:01:001:0079, д</w:t>
      </w:r>
      <w:r w:rsidRPr="00DE6ED3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Полянь</w:t>
      </w:r>
      <w:proofErr w:type="spellEnd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 вул.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</w:rPr>
        <w:t>Незалежності,  32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30333" w:rsidRPr="00DE6ED3" w:rsidRDefault="00430333" w:rsidP="004303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2. Поліщук Г.Р.,посвідчити своє право  в  установленому  законом  порядку.</w:t>
      </w:r>
    </w:p>
    <w:p w:rsidR="00430333" w:rsidRPr="00DE6ED3" w:rsidRDefault="00430333" w:rsidP="004303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0333" w:rsidRPr="00DE6ED3" w:rsidRDefault="00430333" w:rsidP="004303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30333" w:rsidRPr="00DE6ED3" w:rsidRDefault="00430333" w:rsidP="0043033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30333" w:rsidRPr="0043033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411FE9" w:rsidRPr="00430333" w:rsidRDefault="00430333" w:rsidP="004303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411FE9" w:rsidRPr="0043033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33"/>
    <w:rsid w:val="00087DD9"/>
    <w:rsid w:val="00171A2E"/>
    <w:rsid w:val="00304C90"/>
    <w:rsid w:val="00411FE9"/>
    <w:rsid w:val="00430333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303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303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3033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4303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43033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3033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1131</Words>
  <Characters>645</Characters>
  <Application>Microsoft Office Word</Application>
  <DocSecurity>0</DocSecurity>
  <Lines>5</Lines>
  <Paragraphs>3</Paragraphs>
  <ScaleCrop>false</ScaleCrop>
  <Company>Microsoft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2021-03-30T13:04:00Z</dcterms:created>
  <dcterms:modified xsi:type="dcterms:W3CDTF">2021-03-31T06:12:00Z</dcterms:modified>
</cp:coreProperties>
</file>