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F41" w:rsidRPr="00FC0DC9" w:rsidRDefault="00463F41" w:rsidP="00463F4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FC0DC9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463F41" w:rsidRPr="00FC0DC9" w:rsidRDefault="00463F41" w:rsidP="00463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11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F41" w:rsidRDefault="00463F41" w:rsidP="00463F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76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63F41" w:rsidRDefault="00463F41" w:rsidP="00463F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63F41" w:rsidRPr="00FC0DC9" w:rsidRDefault="00463F41" w:rsidP="00463F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463F41" w:rsidRPr="00FC0DC9" w:rsidRDefault="00463F41" w:rsidP="00463F4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463F41" w:rsidRPr="00FC0DC9" w:rsidRDefault="00463F41" w:rsidP="00463F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463F41" w:rsidRPr="00FC0DC9" w:rsidRDefault="00463F41" w:rsidP="00463F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463F41" w:rsidRPr="00FC0DC9" w:rsidRDefault="00463F41" w:rsidP="00463F4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463F41" w:rsidRPr="00FC0DC9" w:rsidRDefault="00463F41" w:rsidP="00463F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463F41" w:rsidRPr="00FC0DC9" w:rsidRDefault="00463F41" w:rsidP="00463F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463F41" w:rsidRPr="00FC0DC9" w:rsidRDefault="00463F41" w:rsidP="00463F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463F41" w:rsidRPr="00FC0DC9" w:rsidRDefault="00463F41" w:rsidP="00463F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463F41" w:rsidRPr="00FC0DC9" w:rsidRDefault="00463F41" w:rsidP="00463F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463F41" w:rsidRPr="00FC0DC9" w:rsidRDefault="003B2415" w:rsidP="00463F4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X</w:t>
      </w:r>
      <w:bookmarkStart w:id="0" w:name="_GoBack"/>
      <w:bookmarkEnd w:id="0"/>
      <w:r w:rsidR="00463F41"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ради  </w:t>
      </w:r>
      <w:r w:rsidR="00463F41"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463F41"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 скликання</w:t>
      </w:r>
    </w:p>
    <w:p w:rsidR="00463F41" w:rsidRPr="00FC0DC9" w:rsidRDefault="00463F41" w:rsidP="00463F4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463F41" w:rsidRPr="00FC0DC9" w:rsidRDefault="00463F41" w:rsidP="00463F4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463F41" w:rsidRPr="00FC0DC9" w:rsidRDefault="00463F41" w:rsidP="00463F4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463F41" w:rsidRPr="00FC0DC9" w:rsidRDefault="00463F41" w:rsidP="00463F4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463F41" w:rsidRPr="00FC0DC9" w:rsidRDefault="00463F41" w:rsidP="00463F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463F41" w:rsidRPr="00FC0DC9" w:rsidRDefault="00463F41" w:rsidP="00463F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463F41" w:rsidRPr="00FC0DC9" w:rsidRDefault="00463F41" w:rsidP="00463F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  <w:lang w:val="uk-UA"/>
        </w:rPr>
        <w:t>Томчаківська</w:t>
      </w:r>
      <w:proofErr w:type="spellEnd"/>
      <w:r w:rsidRPr="00FC0DC9">
        <w:rPr>
          <w:rFonts w:ascii="Times New Roman" w:eastAsia="Calibri" w:hAnsi="Times New Roman" w:cs="Times New Roman"/>
          <w:b/>
          <w:sz w:val="24"/>
          <w:lang w:val="uk-UA"/>
        </w:rPr>
        <w:t xml:space="preserve"> В.О.</w:t>
      </w:r>
    </w:p>
    <w:p w:rsidR="00463F41" w:rsidRPr="00FC0DC9" w:rsidRDefault="00463F41" w:rsidP="00463F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463F41" w:rsidRPr="00FC0DC9" w:rsidRDefault="00463F41" w:rsidP="00463F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63F41" w:rsidRPr="00FC0DC9" w:rsidRDefault="00463F41" w:rsidP="00463F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FC0DC9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FC0DC9">
        <w:rPr>
          <w:rFonts w:ascii="Times New Roman" w:eastAsia="Calibri" w:hAnsi="Times New Roman" w:cs="Times New Roman"/>
          <w:sz w:val="24"/>
        </w:rPr>
        <w:t xml:space="preserve"> пункту 34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 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Томчаківської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В.О.,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рада </w:t>
      </w:r>
    </w:p>
    <w:p w:rsidR="00463F41" w:rsidRPr="00FC0DC9" w:rsidRDefault="00463F41" w:rsidP="00463F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463F41" w:rsidRPr="00FC0DC9" w:rsidRDefault="00463F41" w:rsidP="00463F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63F41" w:rsidRPr="00FC0DC9" w:rsidRDefault="00463F41" w:rsidP="00463F4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3F41" w:rsidRPr="00FC0DC9" w:rsidRDefault="00463F41" w:rsidP="00463F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1. Надати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Томчаківській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В</w:t>
      </w:r>
      <w:r w:rsidRPr="00FC0DC9">
        <w:rPr>
          <w:rFonts w:ascii="Times New Roman" w:eastAsia="Calibri" w:hAnsi="Times New Roman" w:cs="Times New Roman"/>
          <w:sz w:val="24"/>
          <w:lang w:val="uk-UA"/>
        </w:rPr>
        <w:t xml:space="preserve">ікторії Олександрівні,  яка  зареєстрована  за адресою: </w:t>
      </w:r>
      <w:r w:rsidR="00BF6C8D" w:rsidRPr="00BF6C8D">
        <w:rPr>
          <w:rFonts w:ascii="Times New Roman" w:eastAsia="Calibri" w:hAnsi="Times New Roman" w:cs="Times New Roman"/>
          <w:sz w:val="24"/>
          <w:lang w:val="uk-UA"/>
        </w:rPr>
        <w:t>______________</w:t>
      </w:r>
      <w:r w:rsidRPr="00FC0DC9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  <w:lang w:val="uk-UA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  <w:lang w:val="uk-UA"/>
        </w:rPr>
        <w:t xml:space="preserve"> із землеустрою щодо відведення земельної ділянки для передачі її у власність, площею </w:t>
      </w:r>
      <w:r w:rsidRPr="00FC0DC9">
        <w:rPr>
          <w:rFonts w:ascii="Times New Roman" w:eastAsia="Calibri" w:hAnsi="Times New Roman" w:cs="Times New Roman"/>
          <w:sz w:val="24"/>
        </w:rPr>
        <w:t xml:space="preserve">0,12 га, </w:t>
      </w:r>
      <w:r w:rsidRPr="00FC0DC9">
        <w:rPr>
          <w:rFonts w:ascii="Times New Roman" w:eastAsia="Calibri" w:hAnsi="Times New Roman" w:cs="Times New Roman"/>
          <w:sz w:val="24"/>
          <w:szCs w:val="24"/>
          <w:lang w:val="uk-UA"/>
        </w:rPr>
        <w:t>для індивідуального садівництва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 xml:space="preserve">за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рахунок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земель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комунальної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власності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>, (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номер </w:t>
      </w:r>
      <w:r w:rsidRPr="00FC0DC9">
        <w:rPr>
          <w:rFonts w:ascii="Times New Roman" w:eastAsia="Calibri" w:hAnsi="Times New Roman" w:cs="Times New Roman"/>
          <w:sz w:val="24"/>
          <w:szCs w:val="24"/>
          <w:lang w:val="uk-UA"/>
        </w:rPr>
        <w:t>6823984000:03:013:0066</w:t>
      </w:r>
      <w:r w:rsidRPr="00FC0DC9">
        <w:rPr>
          <w:rFonts w:ascii="Times New Roman" w:eastAsia="Calibri" w:hAnsi="Times New Roman" w:cs="Times New Roman"/>
          <w:sz w:val="24"/>
        </w:rPr>
        <w:t xml:space="preserve">), яка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ради, за межами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пункту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>.</w:t>
      </w:r>
    </w:p>
    <w:p w:rsidR="00463F41" w:rsidRPr="00FC0DC9" w:rsidRDefault="00463F41" w:rsidP="00463F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 w:rsidRPr="00FC0DC9"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 w:rsidRPr="00FC0DC9">
        <w:rPr>
          <w:rFonts w:ascii="Times New Roman" w:eastAsia="Calibri" w:hAnsi="Times New Roman" w:cs="Times New Roman"/>
          <w:sz w:val="24"/>
          <w:lang w:val="uk-UA"/>
        </w:rPr>
        <w:t>Томчаківській</w:t>
      </w:r>
      <w:proofErr w:type="spellEnd"/>
      <w:r w:rsidRPr="00FC0DC9">
        <w:rPr>
          <w:rFonts w:ascii="Times New Roman" w:eastAsia="Calibri" w:hAnsi="Times New Roman" w:cs="Times New Roman"/>
          <w:sz w:val="24"/>
          <w:lang w:val="uk-UA"/>
        </w:rPr>
        <w:t xml:space="preserve"> В.О.,</w:t>
      </w:r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ради.</w:t>
      </w:r>
    </w:p>
    <w:p w:rsidR="00463F41" w:rsidRPr="00FC0DC9" w:rsidRDefault="00463F41" w:rsidP="00463F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  3. Даний дозвіл дійсний на протязі року з дня прийняття даного рішення.</w:t>
      </w:r>
    </w:p>
    <w:p w:rsidR="00463F41" w:rsidRPr="00FC0DC9" w:rsidRDefault="00463F41" w:rsidP="00463F4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63F41" w:rsidRPr="00FC0DC9" w:rsidRDefault="00463F41" w:rsidP="00463F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463F41" w:rsidRPr="00FC0DC9" w:rsidRDefault="00463F41" w:rsidP="00463F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463F41" w:rsidRPr="00463F41" w:rsidRDefault="00463F41" w:rsidP="00463F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0B6B7D" w:rsidRPr="00463F41" w:rsidRDefault="00463F41" w:rsidP="00463F4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0B6B7D" w:rsidRPr="00463F4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F41"/>
    <w:rsid w:val="000B6B7D"/>
    <w:rsid w:val="00171A2E"/>
    <w:rsid w:val="00304C90"/>
    <w:rsid w:val="003B2415"/>
    <w:rsid w:val="00463F41"/>
    <w:rsid w:val="00505B6D"/>
    <w:rsid w:val="006D3977"/>
    <w:rsid w:val="007D6C18"/>
    <w:rsid w:val="00BF6C8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255</Words>
  <Characters>1459</Characters>
  <Application>Microsoft Office Word</Application>
  <DocSecurity>0</DocSecurity>
  <Lines>12</Lines>
  <Paragraphs>3</Paragraphs>
  <ScaleCrop>false</ScaleCrop>
  <Company>Microsoft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2021-03-17T08:41:00Z</dcterms:created>
  <dcterms:modified xsi:type="dcterms:W3CDTF">2021-03-17T09:09:00Z</dcterms:modified>
</cp:coreProperties>
</file>