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71C" w:rsidRPr="00E04900" w:rsidRDefault="00E4271C" w:rsidP="00E4271C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71C" w:rsidRDefault="00E4271C" w:rsidP="00E427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271C" w:rsidRDefault="00E4271C" w:rsidP="00E427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271C" w:rsidRDefault="00E4271C" w:rsidP="00E4271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71C" w:rsidRDefault="00E4271C" w:rsidP="00E427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4271C" w:rsidRDefault="00E4271C" w:rsidP="00E427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271C" w:rsidRPr="009F240F" w:rsidRDefault="00E4271C" w:rsidP="00E427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№57</w:t>
      </w:r>
    </w:p>
    <w:p w:rsidR="00E4271C" w:rsidRPr="00E04900" w:rsidRDefault="00E4271C" w:rsidP="00E4271C">
      <w:pPr>
        <w:pStyle w:val="HTML0"/>
        <w:spacing w:line="276" w:lineRule="auto"/>
        <w:rPr>
          <w:rFonts w:ascii="Times New Roman" w:hAnsi="Times New Roman"/>
        </w:rPr>
      </w:pPr>
    </w:p>
    <w:p w:rsidR="00E4271C" w:rsidRDefault="00E4271C" w:rsidP="00E4271C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E4271C" w:rsidRDefault="00E4271C" w:rsidP="00E4271C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E4271C" w:rsidRDefault="00E4271C" w:rsidP="00E4271C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</w:p>
    <w:p w:rsidR="00E4271C" w:rsidRDefault="00E4271C" w:rsidP="00E4271C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Кондратюку В.В.</w:t>
      </w:r>
    </w:p>
    <w:p w:rsidR="00E4271C" w:rsidRDefault="00E4271C" w:rsidP="00E4271C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271C" w:rsidRDefault="00E4271C" w:rsidP="00E4271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Кондратюка В.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E4271C" w:rsidRDefault="00E4271C" w:rsidP="00E4271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E4271C" w:rsidRDefault="00E4271C" w:rsidP="00E4271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Кондратюку Василю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0,2300 га,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E4271C" w:rsidRDefault="00E4271C" w:rsidP="00E4271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Кондратюку Василю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7579D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7579D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0,2300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6823982100:01:002:0022, </w:t>
      </w:r>
      <w:r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E4271C" w:rsidRDefault="00E4271C" w:rsidP="00E4271C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Кондратюк В.В,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передана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E4271C" w:rsidRDefault="00E4271C" w:rsidP="00E4271C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E4271C" w:rsidRPr="00E4271C" w:rsidRDefault="00E4271C" w:rsidP="00E4271C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D06D77" w:rsidRPr="00E4271C" w:rsidRDefault="00E4271C" w:rsidP="00E4271C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D06D77" w:rsidRPr="00E4271C" w:rsidSect="00E4271C">
      <w:pgSz w:w="12240" w:h="15840"/>
      <w:pgMar w:top="1440" w:right="1440" w:bottom="1135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71C"/>
    <w:rsid w:val="00171A2E"/>
    <w:rsid w:val="00304C90"/>
    <w:rsid w:val="00505B6D"/>
    <w:rsid w:val="006D3977"/>
    <w:rsid w:val="007579DE"/>
    <w:rsid w:val="007D6C18"/>
    <w:rsid w:val="00D06D77"/>
    <w:rsid w:val="00D1641A"/>
    <w:rsid w:val="00E42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4271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427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4271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4271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427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4271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278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2020-09-29T17:00:00Z</dcterms:created>
  <dcterms:modified xsi:type="dcterms:W3CDTF">2020-09-30T04:30:00Z</dcterms:modified>
</cp:coreProperties>
</file>