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939" w:rsidRPr="00B623A8" w:rsidRDefault="00537E50" w:rsidP="008D493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DqAe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AWDqAeqncAAEBZBAAOAAAAAAAAAAAAAAAAAC4CAABkcnMvZTJvRG9jLnhtbFBLAQIt&#10;ABQABgAIAAAAIQCyHUyb4AAAAAoBAAAPAAAAAAAAAAAAAAAAAAR6AABkcnMvZG93bnJldi54bWxQ&#10;SwUGAAAAAAQABADzAAAAE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GEGcUA&#10;AADdAAAADwAAAGRycy9kb3ducmV2LnhtbESPQWvCQBSE74L/YXlCb7qptkZSVxGpxYMgxnp/ZJ9J&#10;aPZtyK5J/PeuUPA4zMw3zHLdm0q01LjSsoL3SQSCOLO65FzB73k3XoBwHlljZZkU3MnBejUcLDHR&#10;tuMTtanPRYCwS1BB4X2dSOmyggy6ia2Jg3e1jUEfZJNL3WAX4KaS0yiaS4Mlh4UCa9oWlP2lN6PA&#10;zn72h0s+Pc2+Ofa8OS6ul/6g1Nuo33yB8NT7V/i/vdcKPj/mM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oYQZ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jUZcYA&#10;AADdAAAADwAAAGRycy9kb3ducmV2LnhtbERPy0oDMRTdC/5DuIKb0maUOq1j0yKFsdZFoQ9we5lc&#10;J6OTmyGJ7bRf3ywEl4fzni1624oj+dA4VvAwykAQV043XCs47MvhFESIyBpbx6TgTAEW89ubGRba&#10;nXhLx12sRQrhUKACE2NXSBkqQxbDyHXEifty3mJM0NdSezylcNvKxyzLpcWGU4PBjpaGqp/dr1Xw&#10;XW7M53JyefOD5y1dBuXHql3nSt3f9a8vICL18V/8537XCp7GeZqb3q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yjUZ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wTgcMA&#10;AADdAAAADwAAAGRycy9kb3ducmV2LnhtbESP24rCMBRF34X5h3AG5kU0HW9oxygio4gv4uUDDs2x&#10;KdOclCZj698bQfBxsy+LPV+2thQ3qn3hWMF3PwFBnDldcK7gct70piB8QNZYOiYFd/KwXHx05phq&#10;1/CRbqeQizjCPkUFJoQqldJnhiz6vquIo3d1tcUQZZ1LXWMTx20pB0kykRYLjgSDFa0NZX+nfxsh&#10;hyEe9tfmvNm22ODv3nB3dVTq67Nd/YAI1IZ3+NXeaQXj0WQG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wTg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T5YcMA&#10;AADdAAAADwAAAGRycy9kb3ducmV2LnhtbERPS0sDMRC+C/6HMEJvNmvpQ9amRfoAETy0FcTbsJnu&#10;Lm4mIZl2t//eHASPH997uR5cp64UU+vZwNO4AEVcedtybeDztH98BpUE2WLnmQzcKMF6dX+3xNL6&#10;ng90PUqtcginEg00IqHUOlUNOUxjH4gzd/bRoWQYa20j9jncdXpSFHPtsOXc0GCgTUPVz/HiDHz0&#10;u/C+mM/O4TtOJzptrXxtxJjRw/D6AkpokH/xn/vNGphNF3l/fpOfgF7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OT5Y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JWsMA&#10;AADdAAAADwAAAGRycy9kb3ducmV2LnhtbESP3YrCMBCF74V9hzDC3sia6uoq1Sgiq4g34s8DDM3Y&#10;FJtJabK2+/ZGELw8nJ+PM1+2thR3qn3hWMGgn4AgzpwuOFdwOW++piB8QNZYOiYF/+RhufjozDHV&#10;ruEj3U8hF3GEfYoKTAhVKqXPDFn0fVcRR+/qaoshyjqXusYmjttSDpPkR1osOBIMVrQ2lN1OfzZC&#10;Dt942F+b82bbYoO/e8O91VGpz267moEI1IZ3+NXeaQXj0WQAzzfxCcj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hOJW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rCjcYA&#10;AADdAAAADwAAAGRycy9kb3ducmV2LnhtbESPX0sDMRDE34V+h7CCbzbn0T9yNi2lKkjBB6sgvi2X&#10;7d3hZROStXd+e1MQ+jjMzG+Y1WZ0vTpRTJ1nA3fTAhRx7W3HjYGP9+fbe1BJkC32nsnALyXYrCdX&#10;K6ysH/iNTgdpVIZwqtBAKxIqrVPdksM09YE4e0cfHUqWsdE24pDhrtdlUSy0w47zQouBdi3V34cf&#10;Z+B1eAr75WJ+DF9xVur0aOVzJ8bcXI/bB1BCo1zC/+0Xa2A+W5ZwfpOfgF7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3rCj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bHaMcA&#10;AADdAAAADwAAAGRycy9kb3ducmV2LnhtbESP3WoCMRSE7wXfIRyhN1Kz9aeV1ShaCBYslNpCbw+b&#10;4+7SzcmSpO727U1B6OUwM98w621vG3EhH2rHCh4mGQjiwpmaSwWfH/p+CSJEZIONY1LwSwG2m+Fg&#10;jblxHb/T5RRLkSAcclRQxdjmUoaiIoth4lri5J2dtxiT9KU0HrsEt42cZtmjtFhzWqiwpeeKiu/T&#10;j1Wwf+vKmR8X+94dz4evhdZGv2ql7kb9bgUiUh//w7f2i1GwmD/N4O9NegJyc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62x2j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cFWcQA&#10;AADdAAAADwAAAGRycy9kb3ducmV2LnhtbESPUWvCMBSF3wf+h3CFvc1UqVOqUcRRkLGXqT/g0lyb&#10;anNTkljrv18Ggz0ezjnf4ay3g21FTz40jhVMJxkI4srphmsF51P5tgQRIrLG1jEpeFKA7Wb0ssZC&#10;uwd/U3+MtUgQDgUqMDF2hZShMmQxTFxHnLyL8xZjkr6W2uMjwW0rZ1n2Li02nBYMdrQ3VN2Od6ug&#10;/Jx99be79qXbDbmlubkuP4xSr+NhtwIRaYj/4b/2QSuY54s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nBV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P6h8cA&#10;AADdAAAADwAAAGRycy9kb3ducmV2LnhtbESPUUvDMBSF3wX/Q7iCL+JS3aqjLhtuECY4GE5hr5fm&#10;ri02NyXJ1u7fL8LAx8M55zuc2WKwrTiRD41jBU+jDARx6UzDlYKfb/04BREissHWMSk4U4DF/PZm&#10;hoVxPX/RaRcrkSAcClRQx9gVUoayJoth5Dri5B2ctxiT9JU0HvsEt618zrIXabHhtFBjR6uayt/d&#10;0SpYbvtq7B/K5eA+D+t9rrXRG63U/d3w/gYi0hD/w9f2h1GQT15z+Hu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4T+of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k+tcQA&#10;AADdAAAADwAAAGRycy9kb3ducmV2LnhtbESP3WoCMRSE74W+QzgF7zSr+MfWKKIsFOlN1Qc4bE43&#10;q5uTJYnr+vaNUOjlMDPfMOttbxvRkQ+1YwWTcQaCuHS65krB5VyMViBCRNbYOCYFTwqw3bwN1phr&#10;9+Bv6k6xEgnCIUcFJsY2lzKUhiyGsWuJk/fjvMWYpK+k9vhIcNvIaZYtpMWa04LBlvaGytvpbhUU&#10;x+lXd7trX7hdP7M0N9fVwSg1fO93HyAi9fE//Nf+1Arms+UCXm/SE5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d5PrX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BCMIA&#10;AADdAAAADwAAAGRycy9kb3ducmV2LnhtbESP3YrCMBSE7wXfIRzBO039qUrXKCIo66XVBzg0Z9ti&#10;c1KbaOvbbwTBy2FmvmHW285U4kmNKy0rmIwjEMSZ1SXnCq6Xw2gFwnlkjZVlUvAiB9tNv7fGRNuW&#10;z/RMfS4ChF2CCgrv60RKlxVk0I1tTRy8P9sY9EE2udQNtgFuKjmNooU0WHJYKLCmfUHZLX0YBfNX&#10;e7yn8S06aEOT06w+sc9ipYaDbvcDwlPnv+FP+1criOfLJbzfhCc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cIE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0MZsAA&#10;AADdAAAADwAAAGRycy9kb3ducmV2LnhtbERPy4rCMBTdC/5DuMLsNFV8VqOI4jC40vpYX5prW2xu&#10;ShO1/r1ZDLg8nPdi1ZhSPKl2hWUF/V4Egji1uuBMwfm0605BOI+ssbRMCt7kYLVstxYYa/viIz0T&#10;n4kQwi5GBbn3VSylS3My6Hq2Ig7czdYGfYB1JnWNrxBuSjmIorE0WHBoyLGiTU7pPXkYBY/xdXDm&#10;214fku37d7bdrZ28ZEr9dJr1HISnxn/F/+4/rWA0nIS54U14An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30MZ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LW+sgA&#10;AADdAAAADwAAAGRycy9kb3ducmV2LnhtbESPzW7CMBCE70h9B2srcQOHlgZIMahFQqIcivjpobdt&#10;vCRp43WIDYS3r5GQOI5m5hvNeNqYUpyodoVlBb1uBII4tbrgTMFuO+8MQTiPrLG0TAou5GA6eWiN&#10;MdH2zGs6bXwmAoRdggpy76tESpfmZNB1bUUcvL2tDfog60zqGs8Bbkr5FEWxNFhwWMixollO6d/m&#10;aBR8rYbxaPX+0f9dfv7gs9GHb13ESrUfm7dXEJ4afw/f2gut4KU/GMH1TXgCcv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Yktb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XNs8MA&#10;AADdAAAADwAAAGRycy9kb3ducmV2LnhtbERPy2rCQBTdF/yH4Qru6qRqQ4iO4oOm0pW1gttL5pqE&#10;Zu6EzNQk/XpnUejycN6rTW9qcafWVZYVvEwjEMS51RUXCi5fb88JCOeRNdaWScFADjbr0dMKU207&#10;/qT72RcihLBLUUHpfZNK6fKSDLqpbYgDd7OtQR9gW0jdYhfCTS1nURRLgxWHhhIb2peUf59/jILf&#10;+Ion9z7bHeba07BIMvtxypSajPvtEoSn3v+L/9xHreB1kYT94U14An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XNs8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E7kMQA&#10;AADdAAAADwAAAGRycy9kb3ducmV2LnhtbESP0YrCMBRE34X9h3CFfdNUqaLVKMvigm+u1Q+4NNe0&#10;2NzUJqvVrzfCgo/DzJxhluvO1uJKra8cKxgNExDEhdMVGwXHw89gBsIHZI21Y1JwJw/r1UdviZl2&#10;N97TNQ9GRAj7DBWUITSZlL4oyaIfuoY4eifXWgxRtkbqFm8Rbms5TpKptFhxXCixoe+SinP+ZxVc&#10;3Hiiu3yDu/Nm/lsZk14e+1Spz373tQARqAvv8H97qxVM0tkIXm/iE5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RO5D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Ivj8YA&#10;AADdAAAADwAAAGRycy9kb3ducmV2LnhtbESPzW7CMBCE70h9B2sr9QZOKT9pGgcBEhJXaA89LvaS&#10;pI3XaWwg5elxJaQeRzPzjSZf9LYRZ+p87VjB8ygBQaydqblU8PG+GaYgfEA22DgmBb/kYVE8DHLM&#10;jLvwjs77UIoIYZ+hgiqENpPS64os+pFriaN3dJ3FEGVXStPhJcJtI8dJMpMWa44LFba0rkh/709W&#10;wbY+0HSmj682Xend5/UnvMy/jFJPj/3yDUSgPvyH7+2tUTCdpGP4exOfgCx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2Ivj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d54MIA&#10;AADdAAAADwAAAGRycy9kb3ducmV2LnhtbERPW2vCMBR+H/gfwhH2NlMvE9cZRYWB4iboxL0emmNT&#10;bE5KE2v992Yw2ON355vOW1uKhmpfOFbQ7yUgiDOnC84VHL8/XiYgfEDWWDomBXfyMJ91nqaYanfj&#10;PTWHkItYwj5FBSaEKpXSZ4Ys+p6riKN2drXFEGGdS13jLZbbUg6SZCwtFhwXDFa0MpRdDleroMHd&#10;Pfkxy6+3TfGZDXbL01ZHXj1328U7iEBt+Df/pddawetoMoT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J3n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Vf9MUA&#10;AADdAAAADwAAAGRycy9kb3ducmV2LnhtbESPQUvDQBSE70L/w/IK3uzGUKXEbosIFY8ae+jxNfua&#10;Tc2+F3bXJvrrXUHwOMzMN8x6O/leXSjETtjA7aIARdyI7bg1sH/f3axAxYRssRcmA18UYbuZXa2x&#10;sjLyG13q1KoM4VihAZfSUGkdG0ce40IG4uydJHhMWYZW24Bjhvtel0Vxrz12nBccDvTkqPmoP72B&#10;8bk5nsvTwbrvMMiufpVz2Ysx1/Pp8QFUoin9h//aL9bA3XK1hN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9V/0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K8yMcA&#10;AADdAAAADwAAAGRycy9kb3ducmV2LnhtbESP3WoCMRSE7wt9h3AK3tWsUnXZGsX6A0WUotX7081x&#10;d9vkZNmkun37RhC8HGbmG2Y8ba0RZ2p85VhBr5uAIM6drrhQcPhcPacgfEDWaByTgj/yMJ08Powx&#10;0+7COzrvQyEihH2GCsoQ6kxKn5dk0XddTRy9k2sshiibQuoGLxFujewnyVBarDgulFjTvKT8Z/9r&#10;Faw+Fua7v93NjjLMl6Mvk67fFhulOk/t7BVEoDbcw7f2u1YweEkH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SvM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fvBsYA&#10;AADdAAAADwAAAGRycy9kb3ducmV2LnhtbESP3WrCQBSE7wXfYTkFb6Ru/CWkriKCqFChVaG3x+xp&#10;EsyeDdk1xrd3C0Ivh5n5hpkvW1OKhmpXWFYwHEQgiFOrC84UnE+b9xiE88gaS8uk4EEOlotuZ46J&#10;tnf+puboMxEg7BJUkHtfJVK6NCeDbmAr4uD92tqgD7LOpK7xHuCmlKMomkmDBYeFHCta55Rejzej&#10;oPn6vGS7xlX7a9x30/Fluz3oH6V6b+3qA4Sn1v+HX+2dVjCdxDP4exOegFw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6fvB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o2VMcA&#10;AADdAAAADwAAAGRycy9kb3ducmV2LnhtbESPQWvCQBSE7wX/w/KE3pqNom2MrlILhV4EtT3U2zP7&#10;TILZt+nuVlN/vSsUPA4z8w0zW3SmESdyvrasYJCkIIgLq2suFXx9vj9lIHxA1thYJgV/5GEx7z3M&#10;MNf2zBs6bUMpIoR9jgqqENpcSl9UZNAntiWO3sE6gyFKV0rt8BzhppHDNH2WBmuOCxW29FZRcdz+&#10;GgXLSbb8WY94ddnsd7T73h/HQ5cq9djvXqcgAnXhHv5vf2gF41H2A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BKNlTHAAAA3QAAAA8AAAAAAAAAAAAAAAAAmAIAAGRy&#10;cy9kb3ducmV2LnhtbFBLBQYAAAAABAAEAPUAAACMAwAAAAA=&#10;" fillcolor="black" stroked="f"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xhKMQA&#10;AADdAAAADwAAAGRycy9kb3ducmV2LnhtbERPy4rCMBTdD8w/hCu4G1NFpVSj6DxgQF34WLi8Ntc2&#10;tLkpTUY7fv1kMeDycN7zZWdrcaPWG8cKhoMEBHHutOFCwen49ZaC8AFZY+2YFPySh+Xi9WWOmXZ3&#10;3tPtEAoRQ9hnqKAMocmk9HlJFv3ANcSRu7rWYoiwLaRu8R7DbS1HSTKVFg3HhhIbei8prw4/VsF5&#10;MzXp3tDosn2sP/V2Uq13H5VS/V63moEI1IWn+N/9rRVMxmmcG9/EJ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8YSj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X6BsYA&#10;AADdAAAADwAAAGRycy9kb3ducmV2LnhtbESPQWsCMRSE7wX/Q3hCbzVract2axSxFL30ULX0+tg8&#10;N+tuXrZJ1NVfb4RCj8PMfMNMZr1txZF8qB0rGI8yEMSl0zVXCrabj4ccRIjIGlvHpOBMAWbTwd0E&#10;C+1O/EXHdaxEgnAoUIGJsSukDKUhi2HkOuLk7Zy3GJP0ldQeTwluW/mYZS/SYs1pwWBHC0Nlsz5Y&#10;BX7+895c+PDdZJfPc1ju+98cjVL3w37+BiJSH//Df+2VVvD8lL/C7U16AnJ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X6B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Jg9MMA&#10;AADdAAAADwAAAGRycy9kb3ducmV2LnhtbERP22oCMRB9L/gPYQRfimaVXnQ1ighCoVLQ+gHjZtxd&#10;TCbLZtS1X988FPp4OPfFqvNO3aiNdWAD41EGirgItubSwPF7O5yCioJs0QUmAw+KsFr2nhaY23Dn&#10;Pd0OUqoUwjFHA5VIk2sdi4o8xlFoiBN3Dq1HSbAttW3xnsK905Mse9Mea04NFTa0qai4HK7egJuc&#10;3OzzPe7kcdS77MfL/vnLGjPod+s5KKFO/sV/7g9r4PVllvanN+kJ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+Jg9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LKK8YA&#10;AADdAAAADwAAAGRycy9kb3ducmV2LnhtbESPQWsCMRSE74X+h/AK3mpWsaVdjVIVYS8eurV4fW6e&#10;m6XJy7KJuvbXm0LB4zAz3zCzRe+sOFMXGs8KRsMMBHHldcO1gt3X5vkNRIjIGq1nUnClAIv548MM&#10;c+0v/EnnMtYiQTjkqMDE2OZShsqQwzD0LXHyjr5zGJPsaqk7vCS4s3KcZa/SYcNpwWBLK0PVT3ly&#10;CtZla8e7wizD/nt7ONjid0P7tVKDp/5jCiJSH+/h/3ahFbxM3kf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iLKK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cb7cUA&#10;AADdAAAADwAAAGRycy9kb3ducmV2LnhtbESPQWsCMRSE70L/Q3iF3tyk0tq6bpQiFQRPWj14eyTP&#10;3W03L8smutt/3whCj8PMfMMUy8E14kpdqD1reM4UCGLjbc2lhsPXevwOIkRki41n0vBLAZaLh1GB&#10;ufU97+i6j6VIEA45aqhibHMpg6nIYch8S5y8s+8cxiS7UtoO+wR3jZwoNZUOa04LFba0qsj87C9O&#10;w/dabr1RaI6HY7+xb6fPKTVK66fH4WMOItIQ/8P39sZqeH2ZTe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Zxvt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IcWMcA&#10;AADdAAAADwAAAGRycy9kb3ducmV2LnhtbESPT2vCQBTE74V+h+UVvNVN/VNs6hpSQZCKh2opPb5m&#10;n0lI9m3YXTV++64geBxm5jfMPOtNK07kfG1ZwcswAUFcWF1zqeB7v3qegfABWWNrmRRcyEO2eHyY&#10;Y6rtmb/otAuliBD2KSqoQuhSKX1RkUE/tB1x9A7WGQxRulJqh+cIN60cJcmrNFhzXKiwo2VFRbM7&#10;GgW/xw0ftuPP3H2EH9vvfTP6mzVKDZ76/B1EoD7cw7f2WiuYTt7GcH0Tn4B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wyHFj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E+/scA&#10;AADdAAAADwAAAGRycy9kb3ducmV2LnhtbESPQWsCMRSE7wX/Q3hCbzWrrKKrUbRQ6KWgtge9PTfP&#10;3cXNy5qkuu2vN4LgcZiZb5jZojW1uJDzlWUF/V4Cgji3uuJCwc/3x9sYhA/IGmvLpOCPPCzmnZcZ&#10;ZtpeeUOXbShEhLDPUEEZQpNJ6fOSDPqebYijd7TOYIjSFVI7vEa4qeUgSUbSYMVxocSG3kvKT9tf&#10;o2A1Ga/O65S//jeHPe13h9Nw4BKlXrvtcgoiUBue4Uf7UysYppM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BPv7HAAAA3QAAAA8AAAAAAAAAAAAAAAAAmAIAAGRy&#10;cy9kb3ducmV2LnhtbFBLBQYAAAAABAAEAPUAAACMAwAAAAA=&#10;" fillcolor="black" stroked="f"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FhZMUA&#10;AADdAAAADwAAAGRycy9kb3ducmV2LnhtbESPQUsDMRSE70L/Q3iCN5u12qJr07IURPG0bS29vm6e&#10;m8XNy5LEdP33RhB6HGbmG2a5Hm0vEvnQOVZwNy1AEDdOd9wq+Ni/3D6CCBFZY++YFPxQgPVqcrXE&#10;UrszbyntYisyhEOJCkyMQyllaAxZDFM3EGfv03mLMUvfSu3xnOG2l7OiWEiLHecFgwNtDDVfu2+r&#10;IJ02dXWfjsls333Vele/Hk61UjfXY/UMItIYL+H/9ptWMH94msP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cWFk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Qf4ccA&#10;AADdAAAADwAAAGRycy9kb3ducmV2LnhtbESPQWvCQBSE7wX/w/IKvenGUkONrlKkLdqLbSro8ZF9&#10;zQazb0N2G6O/3i0IPQ4z8w0zX/a2Fh21vnKsYDxKQBAXTldcKth9vw2fQfiArLF2TArO5GG5GNzN&#10;MdPuxF/U5aEUEcI+QwUmhCaT0heGLPqRa4ij9+NaiyHKtpS6xVOE21o+JkkqLVYcFww2tDJUHPNf&#10;q8CPV6/7D3uZdod3w9t8Y9LP0ij1cN+/zEAE6sN/+NZeawWTp2k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kH+H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D4939" w:rsidRDefault="008D4939" w:rsidP="008D4939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4939" w:rsidRDefault="008D4939" w:rsidP="008D493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4939" w:rsidRDefault="008D4939" w:rsidP="008D493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D4939" w:rsidRDefault="008D4939" w:rsidP="008D49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4939" w:rsidRPr="006E3F23" w:rsidRDefault="008D4939" w:rsidP="008D493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№33</w:t>
      </w:r>
    </w:p>
    <w:p w:rsidR="008D4939" w:rsidRDefault="008D4939" w:rsidP="008D4939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8D4939" w:rsidRPr="00E12288" w:rsidRDefault="008D4939" w:rsidP="008D493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D4939" w:rsidRPr="00E12288" w:rsidRDefault="008D4939" w:rsidP="008D493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D4939" w:rsidRPr="00E12288" w:rsidRDefault="008D4939" w:rsidP="008D493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8D4939" w:rsidRPr="00E12288" w:rsidRDefault="008D4939" w:rsidP="008D4939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Кухарук А.С.</w:t>
      </w:r>
    </w:p>
    <w:p w:rsidR="008D4939" w:rsidRPr="00E12288" w:rsidRDefault="008D4939" w:rsidP="008D4939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4939" w:rsidRPr="00E12288" w:rsidRDefault="008D4939" w:rsidP="008D493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Закону України «Про порядок виділення в натурі ( на місцевості) земельних ділянок власникам земельних часток ( паїв) » розглянувши заяву  Кухарук А.С.,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8D4939" w:rsidRPr="00E12288" w:rsidRDefault="008D4939" w:rsidP="008D493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8D4939" w:rsidRPr="00E12288" w:rsidRDefault="008D4939" w:rsidP="008D493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Кухарук Аллі Сергіївні, </w:t>
      </w:r>
      <w:r>
        <w:rPr>
          <w:rFonts w:ascii="Times New Roman" w:hAnsi="Times New Roman"/>
          <w:sz w:val="24"/>
        </w:rPr>
        <w:t xml:space="preserve"> яка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537E50">
        <w:rPr>
          <w:rFonts w:ascii="Times New Roman" w:hAnsi="Times New Roman"/>
          <w:sz w:val="24"/>
        </w:rPr>
        <w:t>_____________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537E50">
        <w:rPr>
          <w:rFonts w:ascii="Times New Roman" w:eastAsia="Arial Unicode MS" w:hAnsi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атну власність, площею 4,3238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га,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984000:03:001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075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ведення товарного сільськогосподарського виробництва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яка розташована Хмельницька область, Славутський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населеного пункту с. Крупець.</w:t>
      </w:r>
    </w:p>
    <w:p w:rsidR="008D4939" w:rsidRPr="00E12288" w:rsidRDefault="008D4939" w:rsidP="008D493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2.Кухарук А.С.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8D4939" w:rsidRPr="00E12288" w:rsidRDefault="008D4939" w:rsidP="008D4939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D4939" w:rsidRPr="00E12288" w:rsidRDefault="008D4939" w:rsidP="008D493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D4939" w:rsidRPr="00E12288" w:rsidRDefault="008D4939" w:rsidP="008D493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B513DC" w:rsidRPr="008D4939" w:rsidRDefault="008D4939" w:rsidP="008D4939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B513DC" w:rsidRPr="008D493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D4939"/>
    <w:rsid w:val="00171A2E"/>
    <w:rsid w:val="00304C90"/>
    <w:rsid w:val="00505B6D"/>
    <w:rsid w:val="00537E50"/>
    <w:rsid w:val="006D3977"/>
    <w:rsid w:val="007D6C18"/>
    <w:rsid w:val="008D4939"/>
    <w:rsid w:val="00B513DC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39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D4939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D4939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D4939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275</Words>
  <Characters>1570</Characters>
  <Application>Microsoft Office Word</Application>
  <DocSecurity>0</DocSecurity>
  <Lines>13</Lines>
  <Paragraphs>3</Paragraphs>
  <ScaleCrop>false</ScaleCrop>
  <Company>Microsoft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2020-12-01T06:08:00Z</dcterms:created>
  <dcterms:modified xsi:type="dcterms:W3CDTF">2020-12-01T06:58:00Z</dcterms:modified>
</cp:coreProperties>
</file>