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8" w:rsidRDefault="00874208" w:rsidP="00874208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874208" w:rsidRDefault="00874208" w:rsidP="008742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3810" r="8890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74208" w:rsidRDefault="00874208" w:rsidP="00874208"/>
    <w:p w:rsidR="00874208" w:rsidRDefault="00874208" w:rsidP="00874208"/>
    <w:p w:rsidR="00874208" w:rsidRDefault="00874208" w:rsidP="008742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4208" w:rsidRDefault="00874208" w:rsidP="008742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4208" w:rsidRDefault="00874208" w:rsidP="008742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4208" w:rsidRDefault="00874208" w:rsidP="008742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4208" w:rsidRDefault="00874208" w:rsidP="0087420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208" w:rsidRDefault="00874208" w:rsidP="008742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4208" w:rsidRDefault="00874208" w:rsidP="008742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4208" w:rsidRDefault="00874208" w:rsidP="0087420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4208" w:rsidRDefault="00874208" w:rsidP="0087420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4208" w:rsidRDefault="00874208" w:rsidP="0087420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874208" w:rsidRDefault="00874208" w:rsidP="00874208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4208" w:rsidRDefault="00874208" w:rsidP="0087420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74208" w:rsidRDefault="00874208" w:rsidP="0087420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74208" w:rsidRDefault="00874208" w:rsidP="0087420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874208" w:rsidRDefault="00874208" w:rsidP="0087420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874208" w:rsidRDefault="00874208" w:rsidP="0087420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Клємєшеву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874208" w:rsidRDefault="00874208" w:rsidP="0087420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Клємєшеву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Ігоровичу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233B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ісова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25.</w:t>
      </w:r>
    </w:p>
    <w:p w:rsid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2.Клємєшеву В.І.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74208" w:rsidRDefault="00874208" w:rsidP="0087420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4208" w:rsidRP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E2E89" w:rsidRPr="00874208" w:rsidRDefault="00874208" w:rsidP="008742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7E2E89" w:rsidRPr="008742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08"/>
    <w:rsid w:val="00171A2E"/>
    <w:rsid w:val="00304C90"/>
    <w:rsid w:val="00505B6D"/>
    <w:rsid w:val="006233BB"/>
    <w:rsid w:val="006D3977"/>
    <w:rsid w:val="007D6C18"/>
    <w:rsid w:val="007E2E89"/>
    <w:rsid w:val="0087420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253</Words>
  <Characters>1446</Characters>
  <Application>Microsoft Office Word</Application>
  <DocSecurity>0</DocSecurity>
  <Lines>12</Lines>
  <Paragraphs>3</Paragraphs>
  <ScaleCrop>false</ScaleCrop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2020-06-24T15:04:00Z</dcterms:created>
  <dcterms:modified xsi:type="dcterms:W3CDTF">2020-06-24T15:21:00Z</dcterms:modified>
</cp:coreProperties>
</file>