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61F" w:rsidRPr="00750812" w:rsidRDefault="0088761F" w:rsidP="00887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  <w:r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  <w:t>П</w:t>
      </w:r>
      <w:r w:rsidRPr="00750812">
        <w:rPr>
          <w:rFonts w:ascii="Times New Roman" w:eastAsia="SimSun" w:hAnsi="Times New Roman"/>
          <w:color w:val="FF0000"/>
          <w:sz w:val="24"/>
          <w:szCs w:val="24"/>
          <w:lang w:eastAsia="zh-CN"/>
        </w:rPr>
        <w:t>РОЕКТ</w:t>
      </w:r>
    </w:p>
    <w:p w:rsidR="0088761F" w:rsidRPr="00750812" w:rsidRDefault="0088761F" w:rsidP="00887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</w:p>
    <w:p w:rsidR="0088761F" w:rsidRPr="00750812" w:rsidRDefault="0088761F" w:rsidP="00887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  <w:r w:rsidRPr="00750812">
        <w:rPr>
          <w:rFonts w:asciiTheme="minorHAnsi" w:eastAsiaTheme="minorEastAsia" w:hAnsiTheme="minorHAnsi" w:cstheme="minorBid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6F8636" wp14:editId="047CA1B5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734" name="Группа 217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7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761F" w:rsidRDefault="0088761F" w:rsidP="008876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73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f7xMQA&#10;AADeAAAADwAAAGRycy9kb3ducmV2LnhtbESPS6vCMBSE9xf8D+EI7q6pLT6oRhFRcSGIr/2hObbF&#10;5qQ0Ueu/N8KFuxxm5htmtmhNJZ7UuNKygkE/AkGcWV1yruBy3vxOQDiPrLGyTAre5GAx7/zMMNX2&#10;xUd6nnwuAoRdigoK7+tUSpcVZND1bU0cvJttDPogm1zqBl8BbioZR9FIGiw5LBRY06qg7H56GAU2&#10;2e721zw+Jmsee14eJrdru1eq122XUxCeWv8f/mvvtIJ4ME6G8L0TroCc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H+8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HXEMkA&#10;AADeAAAADwAAAGRycy9kb3ducmV2LnhtbESPQWsCMRSE74X+h/AKvUjNqrC2W6MUYbXtoaAt9PrY&#10;PDdrNy9LkurqrzcFocdhZr5hZovetuJAPjSOFYyGGQjiyumGawVfn+XDI4gQkTW2jknBiQIs5rc3&#10;Myy0O/KGDttYiwThUKACE2NXSBkqQxbD0HXEyds5bzEm6WupPR4T3LZynGW5tNhwWjDY0dJQ9bP9&#10;tQr25Yf5Xk7PKz942tB5UL6v27dcqfu7/uUZRKQ+/oev7VetYDyaTnL4u5OugJx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tHXE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7WisMA&#10;AADeAAAADwAAAGRycy9kb3ducmV2LnhtbESP3YrCMBCF7xd8hzCCN4umKqhUo4ioLN6IPw8wNGNT&#10;bCaliba+/UYQvDycn4+zWLW2FE+qfeFYwXCQgCDOnC44V3C97PozED4gaywdk4IXeVgtOz8LTLVr&#10;+ETPc8hFHGGfogITQpVK6TNDFv3AVcTRu7naYoiyzqWusYnjtpSjJJlIiwVHgsGKNoay+/lhI+Q4&#10;xuPh1lx2+xYb3B4M/65PSvW67XoOIlAbvuFP+08rGA2n4ym878Qr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7Wi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VXwsQA&#10;AADeAAAADwAAAGRycy9kb3ducmV2LnhtbERPTUsDMRC9C/0PYQRvNttV27JtWkpVEMGDVSi9DZvp&#10;7uJmEpKxu/57cxA8Pt73eju6Xl0ops6zgdm0AEVce9txY+Dz4/l2CSoJssXeMxn4oQTbzeRqjZX1&#10;A7/T5SCNyiGcKjTQioRK61S35DBNfSDO3NlHh5JhbLSNOORw1+uyKObaYce5ocVA+5bqr8O3M/A2&#10;PIXXxfzhHE7xvtTp0cpxL8bcXI+7FSihUf7Ff+4Xa6CcLe7y3nwnXwG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VV8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3nY8QA&#10;AADeAAAADwAAAGRycy9kb3ducmV2LnhtbESP3YrCMBCF74V9hzAL3siaqqBrNYosKuJN8ecBhmZs&#10;is2kNFnbffuNIHh5OD8fZ7nubCUe1PjSsYLRMAFBnDtdcqHgetl9fYPwAVlj5ZgU/JGH9eqjt8RU&#10;u5ZP9DiHQsQR9ikqMCHUqZQ+N2TRD11NHL2bayyGKJtC6gbbOG4rOU6SqbRYciQYrOnHUH4//9oI&#10;ySaYHW/tZbfvsMXt0fBgc1Kq/9ltFiACdeEdfrUPWsF4NJvM4XknXg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d52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UoucYA&#10;AADeAAAADwAAAGRycy9kb3ducmV2LnhtbESPTUsDMRCG74L/IYzQm812qW1ZmxapForgwVoQb8Nm&#10;uru4mYRk7G7/vTkIHl/eL571dnS9ulBMnWcDs2kBirj2tuPGwOljf78ClQTZYu+ZDFwpwXZze7PG&#10;yvqB3+lylEblEU4VGmhFQqV1qltymKY+EGfv7KNDyTI22kYc8rjrdVkUC+2w4/zQYqBdS/X38ccZ&#10;eBtewuty8XAOX3Fe6vRs5XMnxkzuxqdHUEKj/If/2gdroJwt5xkg42QU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Uou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yQy8gA&#10;AADeAAAADwAAAGRycy9kb3ducmV2LnhtbESPUUvDMBSF3wf+h3AFX8aWds4pddlwQpgwQZyCr5fm&#10;ri02NyWJa/fvzWCwx8M55zuc5XqwrTiSD41jBfk0A0FcOtNwpeD7S0+eQISIbLB1TApOFGC9uhkt&#10;sTCu50867mMlEoRDgQrqGLtCylDWZDFMXUecvIPzFmOSvpLGY5/gtpWzLFtIiw2nhRo7eq2p/N3/&#10;WQWbj7669+NyM7jdYfvzoLXR71qpu9vh5RlEpCFew5f2m1Ewyx/nOZzvpCsgV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rJDL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5EQ8UA&#10;AADeAAAADwAAAGRycy9kb3ducmV2LnhtbESPUWvCMBSF3wf+h3AF32Zq0U06o4hSEPFlbj/g0tw1&#10;nc1NSWKt/94MBj4ezjnf4aw2g21FTz40jhXMphkI4srphmsF31/l6xJEiMgaW8ek4E4BNuvRywoL&#10;7W78Sf051iJBOBSowMTYFVKGypDFMHUdcfJ+nLcYk/S11B5vCW5bmWfZm7TYcFow2NHOUHU5X62C&#10;8pif+stV+9Jth7mlhfld7o1Sk/Gw/QARaYjP8H/7oBXks/d5Dn930hW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kR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KrJ8gA&#10;AADeAAAADwAAAGRycy9kb3ducmV2LnhtbESPUUvDMBSF3wX/Q7iDvYhLtzmVbtnYhDBhg2EVfL00&#10;d22xuSlJXLt/bwTBx8M55zuc1WawrbiQD41jBdNJBoK4dKbhSsHHu75/BhEissHWMSm4UoDN+vZm&#10;hblxPb/RpYiVSBAOOSqoY+xyKUNZk8UwcR1x8s7OW4xJ+koaj32C21bOsuxRWmw4LdTY0UtN5Vfx&#10;bRXsTn0193flbnCH8/5zobXRR63UeDRslyAiDfE//Nd+NQpm06eHOfzeSVdAr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Mqsn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t5rMUA&#10;AADeAAAADwAAAGRycy9kb3ducmV2LnhtbESPUWvCMBSF3wf7D+EOfJuppdukGkU2CjJ8mdsPuDR3&#10;TbW5KUms9d8bQfDxcM75Dme5Hm0nBvKhdaxgNs1AENdOt9wo+PutXucgQkTW2DkmBRcKsF49Py2x&#10;1O7MPzTsYyMShEOJCkyMfSllqA1ZDFPXEyfv33mLMUnfSO3xnOC2k3mWvUuLLacFgz19GqqP+5NV&#10;UH3nu+F40r5ym7Gw9GYO8y+j1ORl3CxARBrjI3xvb7WCfPZRFHC7k6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63m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lC38MA&#10;AADeAAAADwAAAGRycy9kb3ducmV2LnhtbESP0YrCMBRE34X9h3AF32xa17pSjSILij5u3Q+4NNe2&#10;2Nx0m2jr3xtB2MdhZs4w6+1gGnGnztWWFSRRDIK4sLrmUsHveT9dgnAeWWNjmRQ8yMF28zFaY6Zt&#10;zz90z30pAoRdhgoq79tMSldUZNBFtiUO3sV2Bn2QXSl1h32Am0bO4nghDdYcFips6bui4prfjIL5&#10;oz/85ek13mtDyemzPbEvUqUm42G3AuFp8P/hd/uoFcySr3kKrzvhCs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lC3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nKB8YA&#10;AADeAAAADwAAAGRycy9kb3ducmV2LnhtbESPQWvCQBSE7wX/w/IEb3VjkLRN3QRRIsVTm9qeH9ln&#10;Epp9G7JrjP++KxR6HGbmG2aTT6YTIw2utaxgtYxAEFdWt1wrOH0Wj88gnEfW2FkmBTdykGezhw2m&#10;2l75g8bS1yJA2KWooPG+T6V0VUMG3dL2xME728GgD3KopR7wGuCmk3EUJdJgy2GhwZ52DVU/5cUo&#10;uCTf8YnPR/1e7m+Hl32xdfKrVmoxn7avIDxN/j/8137TCuLV0zqB+51wBW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nKB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rfgckA&#10;AADeAAAADwAAAGRycy9kb3ducmV2LnhtbESPT2vCQBTE70K/w/KE3nTjH6JNXUWFgnqoqO2ht9fs&#10;M0nNvk2zq8Zv3y0IHoeZ+Q0zmTWmFBeqXWFZQa8bgSBOrS44U/BxeOuMQTiPrLG0TApu5GA2fWpN&#10;MNH2yju67H0mAoRdggpy76tESpfmZNB1bUUcvKOtDfog60zqGq8BbkrZj6JYGiw4LORY0TKn9LQ/&#10;GwWf23H8sl2shz+b928cGP37pYtYqed2M38F4anxj/C9vdIK+r3RcAT/d8IVkN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Jrfg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zcZ8QA&#10;AADeAAAADwAAAGRycy9kb3ducmV2LnhtbERPy2rCQBTdF/oPwy10VyemYkN0lD5oFFdpFNxeMtck&#10;mLkTMlNN/HpnUejycN7L9WBacaHeNZYVTCcRCOLS6oYrBYf990sCwnlkja1lUjCSg/Xq8WGJqbZX&#10;/qFL4SsRQtilqKD2vkuldGVNBt3EdsSBO9neoA+wr6Tu8RrCTSvjKJpLgw2Hhho7+qypPBe/RsFt&#10;fsTcbeKPr1ftaZwlmd3lmVLPT8P7AoSnwf+L/9xbrSCevs3C3nAnXA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83G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kQUsUA&#10;AADeAAAADwAAAGRycy9kb3ducmV2LnhtbESP0WrCQBRE3wv+w3IF3+rGEFuNriJFwbfW6AdcstdN&#10;MHs3Zrca/fpuodDHYWbOMMt1bxtxo87XjhVMxgkI4tLpmo2C03H3OgPhA7LGxjEpeJCH9WrwssRc&#10;uzsf6FYEIyKEfY4KqhDaXEpfVmTRj11LHL2z6yyGKDsjdYf3CLeNTJPkTVqsOS5U2NJHReWl+LYK&#10;ri6d6r7Y4udlO/+qjcmuz0Om1GjYbxYgAvXhP/zX3msF6eQ9m8PvnXgF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iRBS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J+cQA&#10;AADeAAAADwAAAGRycy9kb3ducmV2LnhtbESPy27CMBBF95X4B2sqsSsOIAgNGARISGx5LFhO7SEJ&#10;jcchNhD4eryo1OXVfenMFq2txJ0aXzpW0O8lIIi1MyXnCo6HzdcEhA/IBivHpOBJHhbzzscMM+Me&#10;vKP7PuQijrDPUEERQp1J6XVBFn3P1cTRO7vGYoiyyaVp8BHHbSUHSTKWFkuODwXWtC5I/+5vVsG2&#10;/KHRWJ+/7WSld6fXNQzTi1Gq+9kupyACteE//NfeGgWDfjqKABEnooCc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WSf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sVtcMA&#10;AADeAAAADwAAAGRycy9kb3ducmV2LnhtbERPW2vCMBR+H/gfwhH2NtMWdrEaZQ4GG17AC/p6aI5N&#10;WXNSmqzWf2+EwR6/O9903ttadNT6yrGCdJSAIC6crrhUcNh/Pr2B8AFZY+2YFFzJw3w2eJhirt2F&#10;t9TtQiliCfscFZgQmlxKXxiy6EeuIY7a2bUWQ4RtKXWLl1hua5klyYu0WHFcMNjQh6HiZ/drFXS4&#10;uSYns1iPv6tVkW0Wx6WOvHoc9u8TEIH68G/+S39pBVn6+pzC/U68An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sVt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RUWMUA&#10;AADeAAAADwAAAGRycy9kb3ducmV2LnhtbESPT0sDMRTE74LfIbyCN5ttwD+sTUsRKh519eDxuXnd&#10;bN28tySxu/rpjSB4HGbmN8x6O4dBnSimXtjCalmBIm7F9dxZeH3ZX96CShnZ4SBMFr4owXZzfrbG&#10;2snEz3RqcqcKhFONFnzOY611aj0FTEsZiYt3kBgwFxk77SJOBR4GbarqWgfsuSx4HOneU/vRfAYL&#10;00P7fjSHN+e/4yj75kmOZhBrLxbz7g5Upjn/h//aj86CWd1cGfi9U66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FR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h1McA&#10;AADeAAAADwAAAGRycy9kb3ducmV2LnhtbESP3WoCMRSE7wXfIRzBO8260ipbo/gLpViKtr0/3Zzu&#10;bpucLJuo69sbodDLYWa+YWaL1hpxpsZXjhWMhgkI4tzpigsFH++7wRSED8gajWNScCUPi3m3M8NM&#10;uwsf6HwMhYgQ9hkqKEOoMyl9XpJFP3Q1cfS+XWMxRNkUUjd4iXBrZJokj9JixXGhxJrWJeW/x5NV&#10;sHvbmJ/09bD8lGG9nXyZ6ctqs1eq32uXTyACteE//Nd+1grS0eRhDPc78Qr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Q4dT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+kNMgA&#10;AADeAAAADwAAAGRycy9kb3ducmV2LnhtbESPQWvCQBSE7wX/w/IEL0U3pmoldRURJBYstGmh12f2&#10;NQlm34bsNsZ/7xaEHoeZ+YZZbXpTi45aV1lWMJ1EIIhzqysuFHx97sdLEM4ja6wtk4IrOdisBw8r&#10;TLS98Ad1mS9EgLBLUEHpfZNI6fKSDLqJbYiD92Nbgz7ItpC6xUuAm1rGUbSQBisOCyU2tCspP2e/&#10;RkH3fjwVh841r+flo5s/ndL0TX8rNRr22xcQnnr/H763D1pBPH2ez+DvTrgCcn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z6Q0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761F" w:rsidRDefault="0088761F" w:rsidP="0088761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9/ssgA&#10;AADeAAAADwAAAGRycy9kb3ducmV2LnhtbESPQWvCQBSE7wX/w/IK3urGYFqbuooKgpeC2h7q7Zl9&#10;TYLZt3F31dhf7xYKPQ4z8w0zmXWmERdyvrasYDhIQBAXVtdcKvj8WD2NQfiArLGxTApu5GE27T1M&#10;MNf2ylu67EIpIoR9jgqqENpcSl9UZNAPbEscvW/rDIYoXSm1w2uEm0amSfIsDdYcFypsaVlRcdyd&#10;jYLF63hx2oz4/Wd72NP+63DMUpco1X/s5m8gAnXhP/zXXmsF6fAly+D3TrwCcn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73+yyAAAAN4AAAAPAAAAAAAAAAAAAAAAAJgCAABk&#10;cnMvZG93bnJldi54bWxQSwUGAAAAAAQABAD1AAAAjQMAAAAA&#10;" fillcolor="black" stroked="f">
                  <v:textbox>
                    <w:txbxContent>
                      <w:p w:rsidR="0088761F" w:rsidRDefault="0088761F" w:rsidP="0088761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7vxckA&#10;AADeAAAADwAAAGRycy9kb3ducmV2LnhtbESPT2vCQBTE7wW/w/KE3urGgKlEV/FPC4XqQe2hx2f2&#10;mSzJvg3Zrab99N1CweMwM79h5sveNuJKnTeOFYxHCQjiwmnDpYKP0+vTFIQPyBobx6TgmzwsF4OH&#10;Oeba3fhA12MoRYSwz1FBFUKbS+mLiiz6kWuJo3dxncUQZVdK3eEtwm0j0yTJpEXDcaHCljYVFfXx&#10;yyr4fM/M9GAoPe9+1i96N6nX+22t1OOwX81ABOrDPfzfftMK0vHzJIO/O/EKy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/7vx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nbMYA&#10;AADeAAAADwAAAGRycy9kb3ducmV2LnhtbESPQWsCMRSE7wX/Q3iF3jSr0Cpbo4gi9tKDtuL1sXnd&#10;bHfzsiZRV399Iwg9DjPzDTOdd7YRZ/KhcqxgOMhAEBdOV1wq+P5a9ycgQkTW2DgmBVcKMJ/1nqaY&#10;a3fhLZ13sRQJwiFHBSbGNpcyFIYshoFriZP347zFmKQvpfZ4SXDbyFGWvUmLFacFgy0tDRX17mQV&#10;+MVhVd/4tK+z2+c1bH674wSNUi/P3eIdRKQu/ocf7Q+tYDQcv47hfidd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AnbM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4FVcMA&#10;AADeAAAADwAAAGRycy9kb3ducmV2LnhtbERPzWrCQBC+F3yHZQQvRTcGWtvUVUQoCEpB6wOM2WkS&#10;ujsbslONPn33IHj8+P7ny947daYuNoENTCcZKOIy2IYrA8fvz/EbqCjIFl1gMnClCMvF4GmOhQ0X&#10;3tP5IJVKIRwLNFCLtIXWsazJY5yEljhxP6HzKAl2lbYdXlK4dzrPslftseHUUGNL65rK38OfN+Dy&#10;k3vfzuJOrke9y25e9s9f1pjRsF99gBLq5SG+uzfWQD6dvaS96U66An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4FVcMAAADe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LhlMcA&#10;AADeAAAADwAAAGRycy9kb3ducmV2LnhtbESPQWsCMRSE74X+h/AK3mrWBbXdGqWtCHvpoVuL1+fm&#10;dbM0eVk2UVd/fVMQPA4z8w2zWA3OiiP1ofWsYDLOQBDXXrfcKNh+bR6fQISIrNF6JgVnCrBa3t8t&#10;sND+xJ90rGIjEoRDgQpMjF0hZagNOQxj3xEn78f3DmOSfSN1j6cEd1bmWTaTDltOCwY7ejdU/1YH&#10;p2BddTbfluYt7L4/9ntbXja0Wys1ehheX0BEGuItfG2XWkE+mU+f4f9Oug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S4ZT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OZMUA&#10;AADeAAAADwAAAGRycy9kb3ducmV2LnhtbESPQWvCQBSE7wX/w/IKvdVdc4gSXUWKgtBT1Ry8PXZf&#10;k9Ts25DdmvTfdwXB4zAz3zCrzehacaM+NJ41zKYKBLHxtuFKw/m0f1+ACBHZYuuZNPxRgM168rLC&#10;wvqBv+h2jJVIEA4Faqhj7Aopg6nJYZj6jjh53753GJPsK2l7HBLctTJTKpcOG04LNXb0UZO5Hn+d&#10;hp+9/PRGoSnP5XCw88sup1Zp/fY6bpcgIo3xGX60D1ZDlqlZDvc76Qr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s5k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aYmMYA&#10;AADeAAAADwAAAGRycy9kb3ducmV2LnhtbESPQWvCQBSE7wX/w/KE3urGFGyIrmILgig9VKX0+Mw+&#10;k5Ds27C7avz3XUHwOMzMN8xs0ZtWXMj52rKC8SgBQVxYXXOp4LBfvWUgfEDW2FomBTfysJgPXmaY&#10;a3vlH7rsQikihH2OCqoQulxKX1Rk0I9sRxy9k3UGQ5SulNrhNcJNK9MkmUiDNceFCjv6qqhodmej&#10;4O+85dP3+2bpPsOv7fe+SY9Zo9TrsF9OQQTqwzP8aK+1gjRNxh9wvxOv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aYm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8761F" w:rsidRDefault="0088761F" w:rsidP="0088761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TZmMQA&#10;AADeAAAADwAAAGRycy9kb3ducmV2LnhtbERPy2oCMRTdC/2HcAvuNHGwRadG0UKhm4Kvhe6uk9uZ&#10;wcnNmKQ67debRcHl4bxni8424ko+1I41jIYKBHHhTM2lhv3uYzABESKywcYxafilAIv5U2+GuXE3&#10;3tB1G0uRQjjkqKGKsc2lDEVFFsPQtcSJ+3beYkzQl9J4vKVw28hMqVdpsebUUGFL7xUV5+2P1bCa&#10;TlaX9Zi//janIx0Pp/NL5pXW/edu+QYiUhcf4n/3p9GQZWqU9qY76Qr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E2ZjEAAAA3gAAAA8AAAAAAAAAAAAAAAAAmAIAAGRycy9k&#10;b3ducmV2LnhtbFBLBQYAAAAABAAEAPUAAACJAwAAAAA=&#10;" fillcolor="black" stroked="f">
                  <v:textbox>
                    <w:txbxContent>
                      <w:p w:rsidR="0088761F" w:rsidRDefault="0088761F" w:rsidP="0088761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53qcYA&#10;AADeAAAADwAAAGRycy9kb3ducmV2LnhtbESPQUsDMRSE70L/Q3gFbzbbFUTXpmUplIqnbVW8vm5e&#10;N0s3L0sS0/XfG0HwOMzMN8xqM9lBJPKhd6xguShAELdO99wpeH/b3T2CCBFZ4+CYFHxTgM16drPC&#10;SrsrHygdYycyhEOFCkyMYyVlaA1ZDAs3Emfv7LzFmKXvpPZ4zXA7yLIoHqTFnvOCwZG2htrL8csq&#10;SKdtU9+nz2QOr77uvGv2H6dGqdv5VD+DiDTF//Bf+0UrKMti+QS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53q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8761F" w:rsidRDefault="0088761F" w:rsidP="0088761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RQgMUA&#10;AADeAAAADwAAAGRycy9kb3ducmV2LnhtbESPzWrCQBSF9wXfYbiCuzoxC2mjo4hosd20RkGXl8w1&#10;E8zcCZlpTH16Z1FweTh/fPNlb2vRUesrxwom4wQEceF0xaWC42H7+gbCB2SNtWNS8EcelovByxwz&#10;7W68py4PpYgj7DNUYEJoMil9YciiH7uGOHoX11oMUbal1C3e4ritZZokU2mx4vhgsKG1oeKa/1oF&#10;frLenL7s/b07fxj+zj/N9Kc0So2G/WoGIlAfnuH/9k4rSNMkjQARJ6K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FCA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8761F" w:rsidRDefault="0088761F" w:rsidP="0088761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761F" w:rsidRPr="00750812" w:rsidRDefault="0088761F" w:rsidP="00887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</w:p>
    <w:p w:rsidR="0088761F" w:rsidRPr="00750812" w:rsidRDefault="0088761F" w:rsidP="008876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8761F" w:rsidRPr="00750812" w:rsidRDefault="0088761F" w:rsidP="0088761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8761F" w:rsidRPr="00750812" w:rsidRDefault="0088761F" w:rsidP="008876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88761F" w:rsidRPr="00750812" w:rsidRDefault="0088761F" w:rsidP="008876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8761F" w:rsidRPr="00750812" w:rsidRDefault="0088761F" w:rsidP="008876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761F" w:rsidRPr="00750812" w:rsidRDefault="0088761F" w:rsidP="008876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</w:rPr>
        <w:t>РІШЕННЯ</w:t>
      </w:r>
    </w:p>
    <w:p w:rsidR="0088761F" w:rsidRPr="00750812" w:rsidRDefault="0088761F" w:rsidP="008876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761F" w:rsidRPr="00FB0BF1" w:rsidRDefault="0088761F" w:rsidP="0088761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ХХ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88761F" w:rsidRDefault="0088761F" w:rsidP="0088761F">
      <w:pPr>
        <w:spacing w:after="0" w:line="240" w:lineRule="auto"/>
        <w:jc w:val="center"/>
        <w:rPr>
          <w:rFonts w:ascii="Times New Roman" w:hAnsi="Times New Roman"/>
        </w:rPr>
      </w:pPr>
    </w:p>
    <w:p w:rsidR="0088761F" w:rsidRPr="001869AA" w:rsidRDefault="0088761F" w:rsidP="0088761F">
      <w:pPr>
        <w:spacing w:after="0" w:line="240" w:lineRule="auto"/>
        <w:jc w:val="center"/>
        <w:rPr>
          <w:rFonts w:ascii="Times New Roman" w:hAnsi="Times New Roman"/>
        </w:rPr>
      </w:pPr>
    </w:p>
    <w:p w:rsidR="0088761F" w:rsidRPr="00312454" w:rsidRDefault="0088761F" w:rsidP="0088761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__.02.2022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88761F" w:rsidRPr="00D500AD" w:rsidRDefault="0088761F" w:rsidP="008876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8761F" w:rsidRPr="00D500AD" w:rsidRDefault="0088761F" w:rsidP="0088761F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D500AD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</w:p>
    <w:p w:rsidR="0088761F" w:rsidRPr="00D500AD" w:rsidRDefault="0088761F" w:rsidP="0088761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D500AD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</w:p>
    <w:p w:rsidR="0088761F" w:rsidRPr="00D500AD" w:rsidRDefault="0088761F" w:rsidP="0088761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D500AD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88761F" w:rsidRPr="00D500AD" w:rsidRDefault="0088761F" w:rsidP="0088761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lang w:val="ru-RU"/>
        </w:rPr>
        <w:t>Заріцькій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 О.В.</w:t>
      </w:r>
    </w:p>
    <w:p w:rsidR="0088761F" w:rsidRPr="00D500AD" w:rsidRDefault="0088761F" w:rsidP="0088761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88761F" w:rsidRPr="00D500AD" w:rsidRDefault="0088761F" w:rsidP="0088761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500AD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D500AD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500AD">
        <w:rPr>
          <w:rFonts w:ascii="Times New Roman" w:hAnsi="Times New Roman"/>
          <w:sz w:val="24"/>
          <w:lang w:val="ru-RU"/>
        </w:rPr>
        <w:t>до</w:t>
      </w:r>
      <w:proofErr w:type="gram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500AD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500AD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500AD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500AD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500AD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D500AD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 w:rsidRPr="00D500AD">
        <w:rPr>
          <w:rFonts w:ascii="Times New Roman" w:hAnsi="Times New Roman"/>
          <w:sz w:val="24"/>
          <w:lang w:val="ru-RU"/>
        </w:rPr>
        <w:t>заяву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Заріцької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О.В.</w:t>
      </w:r>
      <w:r w:rsidRPr="00D500AD">
        <w:rPr>
          <w:rFonts w:ascii="Times New Roman" w:hAnsi="Times New Roman"/>
          <w:sz w:val="24"/>
          <w:lang w:val="ru-RU"/>
        </w:rPr>
        <w:t xml:space="preserve">, 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рада </w:t>
      </w:r>
    </w:p>
    <w:p w:rsidR="0088761F" w:rsidRPr="00D500AD" w:rsidRDefault="0088761F" w:rsidP="0088761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500AD">
        <w:rPr>
          <w:rFonts w:ascii="Times New Roman" w:hAnsi="Times New Roman"/>
          <w:sz w:val="24"/>
          <w:lang w:val="ru-RU"/>
        </w:rPr>
        <w:t>ВИРІШИЛА:</w:t>
      </w:r>
    </w:p>
    <w:p w:rsidR="0088761F" w:rsidRPr="00D500AD" w:rsidRDefault="0088761F" w:rsidP="0088761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8761F" w:rsidRPr="00D500AD" w:rsidRDefault="0088761F" w:rsidP="0088761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D500AD">
        <w:rPr>
          <w:rFonts w:ascii="Times New Roman" w:hAnsi="Times New Roman"/>
          <w:sz w:val="24"/>
        </w:rPr>
        <w:t xml:space="preserve">       1. Надати </w:t>
      </w:r>
      <w:proofErr w:type="spellStart"/>
      <w:r>
        <w:rPr>
          <w:rFonts w:ascii="Times New Roman" w:hAnsi="Times New Roman"/>
          <w:sz w:val="24"/>
        </w:rPr>
        <w:t>Заріцькій</w:t>
      </w:r>
      <w:proofErr w:type="spellEnd"/>
      <w:r>
        <w:rPr>
          <w:rFonts w:ascii="Times New Roman" w:hAnsi="Times New Roman"/>
          <w:sz w:val="24"/>
        </w:rPr>
        <w:t xml:space="preserve"> Ользі Володимирівні</w:t>
      </w:r>
      <w:r w:rsidRPr="00D500AD"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 w:rsidRPr="00D500AD">
        <w:rPr>
          <w:rFonts w:ascii="Times New Roman" w:hAnsi="Times New Roman"/>
          <w:sz w:val="24"/>
        </w:rPr>
        <w:t>адресою</w:t>
      </w:r>
      <w:proofErr w:type="spellEnd"/>
      <w:r w:rsidRPr="00D500AD">
        <w:rPr>
          <w:rFonts w:ascii="Times New Roman" w:hAnsi="Times New Roman"/>
          <w:sz w:val="24"/>
        </w:rPr>
        <w:t xml:space="preserve">: </w:t>
      </w:r>
      <w:r w:rsidR="00053C9B" w:rsidRPr="00053C9B">
        <w:rPr>
          <w:rFonts w:ascii="Times New Roman" w:hAnsi="Times New Roman"/>
          <w:sz w:val="24"/>
        </w:rPr>
        <w:t>_</w:t>
      </w:r>
      <w:r w:rsidR="00053C9B" w:rsidRPr="00B77F6D">
        <w:rPr>
          <w:rFonts w:ascii="Times New Roman" w:hAnsi="Times New Roman"/>
          <w:sz w:val="24"/>
        </w:rPr>
        <w:t>____________________________</w:t>
      </w:r>
      <w:bookmarkStart w:id="0" w:name="_GoBack"/>
      <w:bookmarkEnd w:id="0"/>
      <w:r w:rsidR="00053C9B" w:rsidRPr="00B77F6D">
        <w:rPr>
          <w:rFonts w:ascii="Times New Roman" w:hAnsi="Times New Roman"/>
          <w:sz w:val="24"/>
        </w:rPr>
        <w:t>_</w:t>
      </w:r>
      <w:r w:rsidRPr="00D500AD">
        <w:rPr>
          <w:rFonts w:ascii="Times New Roman" w:hAnsi="Times New Roman"/>
          <w:sz w:val="24"/>
        </w:rPr>
        <w:t xml:space="preserve">, дозвіл на розробку </w:t>
      </w:r>
      <w:proofErr w:type="spellStart"/>
      <w:r w:rsidRPr="00D500AD">
        <w:rPr>
          <w:rFonts w:ascii="Times New Roman" w:hAnsi="Times New Roman"/>
          <w:sz w:val="24"/>
        </w:rPr>
        <w:t>проєкту</w:t>
      </w:r>
      <w:proofErr w:type="spellEnd"/>
      <w:r w:rsidRPr="00D500AD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</w:t>
      </w:r>
      <w:r>
        <w:rPr>
          <w:rFonts w:ascii="Times New Roman" w:hAnsi="Times New Roman"/>
          <w:sz w:val="24"/>
        </w:rPr>
        <w:t>6</w:t>
      </w:r>
      <w:r w:rsidRPr="00D500AD">
        <w:rPr>
          <w:rFonts w:ascii="Times New Roman" w:hAnsi="Times New Roman"/>
          <w:sz w:val="24"/>
        </w:rPr>
        <w:t xml:space="preserve">000 га, для </w:t>
      </w:r>
      <w:r w:rsidRPr="00D500AD">
        <w:rPr>
          <w:rFonts w:ascii="Times New Roman" w:hAnsi="Times New Roman"/>
          <w:sz w:val="24"/>
          <w:szCs w:val="24"/>
        </w:rPr>
        <w:t>ведення особистого селянського господарства</w:t>
      </w:r>
      <w:r w:rsidRPr="00D500AD">
        <w:rPr>
          <w:rFonts w:ascii="Times New Roman" w:hAnsi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D500AD"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z w:val="24"/>
        </w:rPr>
        <w:t>Полянь</w:t>
      </w:r>
      <w:proofErr w:type="spellEnd"/>
      <w:r>
        <w:rPr>
          <w:rFonts w:ascii="Times New Roman" w:hAnsi="Times New Roman"/>
          <w:sz w:val="24"/>
        </w:rPr>
        <w:t xml:space="preserve"> по вул. Набережна</w:t>
      </w:r>
      <w:r w:rsidRPr="00D500AD">
        <w:rPr>
          <w:rFonts w:ascii="Times New Roman" w:hAnsi="Times New Roman"/>
          <w:sz w:val="24"/>
        </w:rPr>
        <w:t>.</w:t>
      </w:r>
    </w:p>
    <w:p w:rsidR="0088761F" w:rsidRPr="00D500AD" w:rsidRDefault="0088761F" w:rsidP="0088761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D500AD"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Заріцькій</w:t>
      </w:r>
      <w:proofErr w:type="spellEnd"/>
      <w:r>
        <w:rPr>
          <w:rFonts w:ascii="Times New Roman" w:hAnsi="Times New Roman"/>
          <w:sz w:val="24"/>
        </w:rPr>
        <w:t xml:space="preserve"> О.В.,</w:t>
      </w:r>
      <w:r w:rsidRPr="00D500AD">
        <w:rPr>
          <w:rFonts w:ascii="Times New Roman" w:hAnsi="Times New Roman"/>
          <w:sz w:val="24"/>
        </w:rPr>
        <w:t xml:space="preserve">  розробити </w:t>
      </w:r>
      <w:proofErr w:type="spellStart"/>
      <w:r w:rsidRPr="00D500AD">
        <w:rPr>
          <w:rFonts w:ascii="Times New Roman" w:hAnsi="Times New Roman"/>
          <w:sz w:val="24"/>
        </w:rPr>
        <w:t>проєкт</w:t>
      </w:r>
      <w:proofErr w:type="spellEnd"/>
      <w:r w:rsidRPr="00D500A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8761F" w:rsidRPr="00D500AD" w:rsidRDefault="0088761F" w:rsidP="00887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0AD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8761F" w:rsidRPr="00D500AD" w:rsidRDefault="0088761F" w:rsidP="0088761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500AD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761F" w:rsidRPr="00D500AD" w:rsidRDefault="0088761F" w:rsidP="0088761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8761F" w:rsidRPr="00D500AD" w:rsidRDefault="0088761F" w:rsidP="0088761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8761F" w:rsidRPr="00D500AD" w:rsidRDefault="0088761F" w:rsidP="0088761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8761F" w:rsidRPr="00D500AD" w:rsidRDefault="0088761F" w:rsidP="0088761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8761F" w:rsidRPr="00D500AD" w:rsidRDefault="0088761F" w:rsidP="0088761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8761F" w:rsidRPr="0088761F" w:rsidRDefault="0088761F" w:rsidP="0088761F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88761F" w:rsidRPr="00D500AD" w:rsidRDefault="0088761F" w:rsidP="008876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500AD">
        <w:rPr>
          <w:rFonts w:ascii="Times New Roman" w:eastAsia="Arial Unicode MS" w:hAnsi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88761F" w:rsidRPr="00D500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1F"/>
    <w:rsid w:val="00053C9B"/>
    <w:rsid w:val="0088761F"/>
    <w:rsid w:val="00B77F6D"/>
    <w:rsid w:val="00D6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1F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1F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777</cp:lastModifiedBy>
  <cp:revision>5</cp:revision>
  <dcterms:created xsi:type="dcterms:W3CDTF">2022-02-14T07:20:00Z</dcterms:created>
  <dcterms:modified xsi:type="dcterms:W3CDTF">2022-02-14T09:38:00Z</dcterms:modified>
</cp:coreProperties>
</file>