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EAD" w:rsidRPr="000D1FDD" w:rsidRDefault="008C0EAD" w:rsidP="008C0EAD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8C0EAD" w:rsidRDefault="008C0EAD" w:rsidP="008C0E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C0EAD" w:rsidRDefault="008C0EAD" w:rsidP="008C0EAD"/>
    <w:p w:rsidR="008C0EAD" w:rsidRDefault="008C0EAD" w:rsidP="008C0EAD"/>
    <w:p w:rsidR="008C0EAD" w:rsidRDefault="008C0EAD" w:rsidP="008C0E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C0EAD" w:rsidRDefault="008C0EAD" w:rsidP="008C0E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C0EAD" w:rsidRDefault="008C0EAD" w:rsidP="008C0E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C0EAD" w:rsidRDefault="008C0EAD" w:rsidP="008C0E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C0EAD" w:rsidRDefault="008C0EAD" w:rsidP="008C0E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0EAD" w:rsidRDefault="008C0EAD" w:rsidP="008C0E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C0EAD" w:rsidRDefault="008C0EAD" w:rsidP="008C0E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C0EAD" w:rsidRDefault="008C0EAD" w:rsidP="008C0EA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C0EAD" w:rsidRPr="0063686B" w:rsidRDefault="008C0EAD" w:rsidP="008C0EA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8C0EAD" w:rsidRPr="00E47473" w:rsidRDefault="008C0EAD" w:rsidP="008C0EAD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8C0EAD" w:rsidRPr="00E47473" w:rsidRDefault="008C0EAD" w:rsidP="008C0E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747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8C0EAD" w:rsidRPr="00E47473" w:rsidRDefault="008C0EAD" w:rsidP="008C0E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8C0EAD" w:rsidRPr="0063686B" w:rsidRDefault="008C0EAD" w:rsidP="008C0EAD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Троцюк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В.О.</w:t>
      </w:r>
    </w:p>
    <w:p w:rsidR="008C0EAD" w:rsidRPr="00E47473" w:rsidRDefault="008C0EAD" w:rsidP="008C0EA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C0EAD" w:rsidRPr="00E47473" w:rsidRDefault="008C0EAD" w:rsidP="008C0EA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E4747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Троцюк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В.</w:t>
      </w:r>
      <w:proofErr w:type="gramEnd"/>
      <w:r w:rsidRPr="00E47473">
        <w:rPr>
          <w:rFonts w:ascii="Times New Roman" w:hAnsi="Times New Roman" w:cs="Times New Roman"/>
          <w:sz w:val="24"/>
          <w:szCs w:val="24"/>
        </w:rPr>
        <w:t xml:space="preserve">О.,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8C0EAD" w:rsidRPr="00E47473" w:rsidRDefault="008C0EAD" w:rsidP="008C0EA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>ВИРІШИЛА:</w:t>
      </w:r>
    </w:p>
    <w:p w:rsidR="008C0EAD" w:rsidRPr="00E47473" w:rsidRDefault="008C0EAD" w:rsidP="008C0EA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Троцюку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Олександровичу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для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0,1556 га, яка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4747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47473">
        <w:rPr>
          <w:rFonts w:ascii="Times New Roman" w:hAnsi="Times New Roman" w:cs="Times New Roman"/>
          <w:sz w:val="24"/>
          <w:szCs w:val="24"/>
        </w:rPr>
        <w:t>отереба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>.</w:t>
      </w:r>
    </w:p>
    <w:p w:rsidR="008C0EAD" w:rsidRPr="00E47473" w:rsidRDefault="008C0EAD" w:rsidP="008C0E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Троцюку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Олександровичу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: </w:t>
      </w:r>
      <w:r w:rsidR="00F23EF4">
        <w:rPr>
          <w:rFonts w:ascii="Times New Roman" w:hAnsi="Times New Roman" w:cs="Times New Roman"/>
          <w:sz w:val="24"/>
          <w:szCs w:val="24"/>
          <w:lang w:val="en-US"/>
        </w:rPr>
        <w:t>_________________</w:t>
      </w:r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F23EF4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E47473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0,1556 га,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номер: 6823984700:03:004:0041, для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4747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47473">
        <w:rPr>
          <w:rFonts w:ascii="Times New Roman" w:hAnsi="Times New Roman" w:cs="Times New Roman"/>
          <w:sz w:val="24"/>
          <w:szCs w:val="24"/>
        </w:rPr>
        <w:t>отереба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>.</w:t>
      </w:r>
    </w:p>
    <w:p w:rsidR="008C0EAD" w:rsidRPr="00E47473" w:rsidRDefault="008C0EAD" w:rsidP="008C0E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Троцюку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В.О.,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47473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8C0EAD" w:rsidRPr="00E47473" w:rsidRDefault="008C0EAD" w:rsidP="008C0E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4747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4747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8C0EAD" w:rsidRPr="008C0EAD" w:rsidRDefault="008C0EAD" w:rsidP="008C0EA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4CBE" w:rsidRPr="008C0EAD" w:rsidRDefault="008C0EAD" w:rsidP="008C0EA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D4CBE" w:rsidRPr="008C0EAD" w:rsidSect="008C0EAD">
      <w:pgSz w:w="12240" w:h="15840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EAD"/>
    <w:rsid w:val="00171A2E"/>
    <w:rsid w:val="00304C90"/>
    <w:rsid w:val="00505B6D"/>
    <w:rsid w:val="006D3977"/>
    <w:rsid w:val="007D6C18"/>
    <w:rsid w:val="008C0EAD"/>
    <w:rsid w:val="00D1641A"/>
    <w:rsid w:val="00F23EF4"/>
    <w:rsid w:val="00FD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C0EA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C0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C0EAD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C0EA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C0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C0EAD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282</Words>
  <Characters>1609</Characters>
  <Application>Microsoft Office Word</Application>
  <DocSecurity>0</DocSecurity>
  <Lines>13</Lines>
  <Paragraphs>3</Paragraphs>
  <ScaleCrop>false</ScaleCrop>
  <Company>Microsoft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2020-05-20T14:16:00Z</dcterms:created>
  <dcterms:modified xsi:type="dcterms:W3CDTF">2020-05-20T14:20:00Z</dcterms:modified>
</cp:coreProperties>
</file>