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68" w:rsidRPr="00B128DE" w:rsidRDefault="00383C68" w:rsidP="00383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128DE"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54350E" wp14:editId="7584574A">
                <wp:simplePos x="0" y="0"/>
                <wp:positionH relativeFrom="margin">
                  <wp:posOffset>2846424</wp:posOffset>
                </wp:positionH>
                <wp:positionV relativeFrom="paragraph">
                  <wp:posOffset>76200</wp:posOffset>
                </wp:positionV>
                <wp:extent cx="430176" cy="565108"/>
                <wp:effectExtent l="0" t="0" r="8255" b="6985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176" cy="565108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B128DE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24.15pt;margin-top:6pt;width:33.85pt;height:44.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B128DE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383C68" w:rsidRPr="00B128DE" w:rsidRDefault="00383C68" w:rsidP="00383C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КРУПЕЦЬКА СІЛЬСЬКА РАДА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СЛАВУТСЬКОГО РАЙОНУ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ХМЕЛЬНИЦЬКОЇ ОБЛАСТІ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</w:t>
      </w:r>
      <w:proofErr w:type="gramStart"/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Р</w:t>
      </w:r>
      <w:proofErr w:type="gramEnd"/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ІШЕННЯ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Х</w:t>
      </w:r>
      <w:r w:rsidR="00B128DE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І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</w:t>
      </w:r>
      <w:proofErr w:type="spellStart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сесії</w:t>
      </w:r>
      <w:proofErr w:type="spellEnd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proofErr w:type="spellStart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сільської</w:t>
      </w:r>
      <w:proofErr w:type="spellEnd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ради  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V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І</w:t>
      </w:r>
      <w:r w:rsidR="00BD76CD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І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І </w:t>
      </w:r>
      <w:proofErr w:type="spellStart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скликання</w:t>
      </w:r>
      <w:proofErr w:type="spellEnd"/>
    </w:p>
    <w:p w:rsidR="00383C68" w:rsidRPr="00B128DE" w:rsidRDefault="00383C68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383C68" w:rsidRPr="00B128DE" w:rsidRDefault="00BD76CD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2</w:t>
      </w:r>
      <w:r w:rsidR="00B128DE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7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.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0</w:t>
      </w:r>
      <w:r w:rsidR="00B128DE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5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>.202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1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року       </w:t>
      </w:r>
      <w:r w:rsid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proofErr w:type="spellStart"/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>Крупець</w:t>
      </w:r>
      <w:proofErr w:type="spellEnd"/>
      <w:r w:rsid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    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№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</w:t>
      </w:r>
    </w:p>
    <w:p w:rsidR="00383C68" w:rsidRPr="00B128DE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8D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B128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8DE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2020 року № </w:t>
      </w:r>
      <w:r w:rsidR="00B217B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8DE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r w:rsidR="00B217B8" w:rsidRPr="006D5649">
        <w:rPr>
          <w:rFonts w:ascii="Times New Roman" w:hAnsi="Times New Roman" w:cs="Times New Roman"/>
          <w:sz w:val="28"/>
          <w:szCs w:val="28"/>
        </w:rPr>
        <w:t xml:space="preserve">ставки </w:t>
      </w:r>
      <w:proofErr w:type="gramStart"/>
      <w:r w:rsidR="00B217B8" w:rsidRPr="006D5649">
        <w:rPr>
          <w:rFonts w:ascii="Times New Roman" w:hAnsi="Times New Roman" w:cs="Times New Roman"/>
          <w:sz w:val="28"/>
          <w:szCs w:val="28"/>
        </w:rPr>
        <w:t>транспортного</w:t>
      </w:r>
      <w:proofErr w:type="gramEnd"/>
      <w:r w:rsidR="00B217B8" w:rsidRPr="006D56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7B8" w:rsidRPr="006D56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</w:p>
    <w:p w:rsidR="00383C68" w:rsidRP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8D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ради на 2021 </w:t>
      </w:r>
      <w:proofErr w:type="spellStart"/>
      <w:proofErr w:type="gramStart"/>
      <w:r w:rsidRPr="00B128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8D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>»</w:t>
      </w:r>
    </w:p>
    <w:p w:rsidR="00383C68" w:rsidRPr="00B128DE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C1B" w:rsidRPr="00775C0E" w:rsidRDefault="005D6C1B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C0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ст. 10, 12, 2</w:t>
      </w:r>
      <w:r w:rsidR="00B217B8">
        <w:rPr>
          <w:rFonts w:ascii="Times New Roman" w:hAnsi="Times New Roman" w:cs="Times New Roman"/>
          <w:color w:val="000000"/>
          <w:sz w:val="28"/>
          <w:szCs w:val="28"/>
          <w:lang w:val="uk-UA"/>
        </w:rPr>
        <w:t>67</w:t>
      </w:r>
      <w:bookmarkStart w:id="0" w:name="_GoBack"/>
      <w:bookmarkEnd w:id="0"/>
      <w:r w:rsidRPr="00775C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 кодексу України від 02 грудня 2010 року № 2755-</w:t>
      </w:r>
      <w:r w:rsidRPr="00775C0E">
        <w:rPr>
          <w:rFonts w:ascii="Times New Roman" w:hAnsi="Times New Roman" w:cs="Times New Roman"/>
          <w:color w:val="000000"/>
          <w:sz w:val="28"/>
          <w:szCs w:val="28"/>
          <w:lang w:val="en-US"/>
        </w:rPr>
        <w:t>VI</w:t>
      </w:r>
      <w:r w:rsidRPr="00775C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змінами і доповненнями, керуючись п.24 ч.1 ст.26 Закону України «Про місцеве самоврядування в Україні»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>, сільська рада</w:t>
      </w:r>
    </w:p>
    <w:p w:rsidR="005D6C1B" w:rsidRPr="00775C0E" w:rsidRDefault="005D6C1B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:rsidR="0019677F" w:rsidRPr="00775C0E" w:rsidRDefault="0019677F" w:rsidP="00EF644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116" w:rsidRPr="00775C0E" w:rsidRDefault="00010116" w:rsidP="00775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від 26 червня 2020 року № </w:t>
      </w:r>
      <w:r w:rsidR="00B217B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</w:t>
      </w:r>
      <w:r w:rsidR="00B217B8" w:rsidRPr="006D5649">
        <w:rPr>
          <w:rFonts w:ascii="Times New Roman" w:hAnsi="Times New Roman" w:cs="Times New Roman"/>
          <w:sz w:val="28"/>
          <w:szCs w:val="28"/>
        </w:rPr>
        <w:t xml:space="preserve">ставки транспортного </w:t>
      </w:r>
      <w:proofErr w:type="spellStart"/>
      <w:r w:rsidR="00B217B8" w:rsidRPr="006D56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217B8" w:rsidRPr="006D5649">
        <w:rPr>
          <w:rFonts w:ascii="Times New Roman" w:hAnsi="Times New Roman" w:cs="Times New Roman"/>
          <w:sz w:val="28"/>
          <w:szCs w:val="28"/>
        </w:rPr>
        <w:t xml:space="preserve">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зміни назви рішення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,  затвердивши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: «Про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</w:t>
      </w:r>
      <w:r w:rsidR="00B217B8" w:rsidRPr="006D5649">
        <w:rPr>
          <w:rFonts w:ascii="Times New Roman" w:hAnsi="Times New Roman" w:cs="Times New Roman"/>
          <w:sz w:val="28"/>
          <w:szCs w:val="28"/>
        </w:rPr>
        <w:t xml:space="preserve">ставки транспортного </w:t>
      </w:r>
      <w:proofErr w:type="spellStart"/>
      <w:r w:rsidR="00B217B8" w:rsidRPr="006D564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217B8" w:rsidRPr="006D5649">
        <w:rPr>
          <w:rFonts w:ascii="Times New Roman" w:hAnsi="Times New Roman" w:cs="Times New Roman"/>
          <w:sz w:val="28"/>
          <w:szCs w:val="28"/>
        </w:rPr>
        <w:t xml:space="preserve">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116" w:rsidRPr="00F91473" w:rsidRDefault="00775C0E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47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10116" w:rsidRPr="00F91473">
        <w:rPr>
          <w:rFonts w:ascii="Times New Roman" w:hAnsi="Times New Roman" w:cs="Times New Roman"/>
          <w:sz w:val="28"/>
          <w:szCs w:val="28"/>
          <w:lang w:val="uk-UA"/>
        </w:rPr>
        <w:t xml:space="preserve">.  Контроль за виконанням цього рішення покласти на </w:t>
      </w:r>
      <w:r w:rsidR="00F91473" w:rsidRPr="00F91473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фінансів, бюджету, планування, соціально-економічного розвитку, інвестицій та міжнародного співробітництва</w:t>
      </w:r>
      <w:r w:rsidR="00010116" w:rsidRPr="00F9147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91473" w:rsidRPr="00F91473">
        <w:rPr>
          <w:rFonts w:ascii="Times New Roman" w:hAnsi="Times New Roman" w:cs="Times New Roman"/>
          <w:sz w:val="28"/>
          <w:szCs w:val="28"/>
          <w:lang w:val="uk-UA"/>
        </w:rPr>
        <w:t>Т.М.Бережна</w:t>
      </w:r>
      <w:r w:rsidR="00010116" w:rsidRPr="00F9147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83C68" w:rsidRPr="00B128DE" w:rsidRDefault="00383C68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447" w:rsidRPr="00B128DE" w:rsidRDefault="00EF6447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447" w:rsidRPr="00B128DE" w:rsidRDefault="00EF6447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C68" w:rsidRPr="00B128DE" w:rsidRDefault="00383C68" w:rsidP="00383C6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Валерій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МИХАЛЮК</w:t>
      </w:r>
    </w:p>
    <w:p w:rsidR="00383C68" w:rsidRPr="00B128DE" w:rsidRDefault="00383C68" w:rsidP="00383C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83C68" w:rsidRPr="00B128DE" w:rsidSect="00B128DE">
      <w:pgSz w:w="12240" w:h="15840"/>
      <w:pgMar w:top="1440" w:right="90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68"/>
    <w:rsid w:val="00010116"/>
    <w:rsid w:val="000A3E6A"/>
    <w:rsid w:val="000B5F81"/>
    <w:rsid w:val="00171A2E"/>
    <w:rsid w:val="0019677F"/>
    <w:rsid w:val="001A1870"/>
    <w:rsid w:val="00304C90"/>
    <w:rsid w:val="00383C68"/>
    <w:rsid w:val="00412BCF"/>
    <w:rsid w:val="004C3D33"/>
    <w:rsid w:val="00505B6D"/>
    <w:rsid w:val="005C3A98"/>
    <w:rsid w:val="005D6C1B"/>
    <w:rsid w:val="00664B82"/>
    <w:rsid w:val="00676E8B"/>
    <w:rsid w:val="006D3977"/>
    <w:rsid w:val="00775C0E"/>
    <w:rsid w:val="00794A38"/>
    <w:rsid w:val="007D6C18"/>
    <w:rsid w:val="00A16ED9"/>
    <w:rsid w:val="00A66A3F"/>
    <w:rsid w:val="00B128DE"/>
    <w:rsid w:val="00B217B8"/>
    <w:rsid w:val="00BD76CD"/>
    <w:rsid w:val="00D1641A"/>
    <w:rsid w:val="00EF6447"/>
    <w:rsid w:val="00F9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3</cp:revision>
  <dcterms:created xsi:type="dcterms:W3CDTF">2021-05-17T13:04:00Z</dcterms:created>
  <dcterms:modified xsi:type="dcterms:W3CDTF">2021-05-17T13:05:00Z</dcterms:modified>
</cp:coreProperties>
</file>