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D2A" w:rsidRPr="003B50D1" w:rsidRDefault="00193D2A" w:rsidP="00193D2A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193D2A" w:rsidRPr="003B50D1" w:rsidRDefault="00193D2A" w:rsidP="00193D2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2932EF" wp14:editId="0193A8AF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786" name="Группа 127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78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2A" w:rsidRDefault="00193D2A" w:rsidP="00193D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78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i898EA&#10;AADeAAAADwAAAGRycy9kb3ducmV2LnhtbERPTYvCMBC9L/gfwgje1tQKtlSjiKh4EER3vQ/N2Bab&#10;SWmi1n9vBMHbPN7nzBadqcWdWldZVjAaRiCIc6srLhT8/21+UxDOI2usLZOCJzlYzHs/M8y0ffCR&#10;7idfiBDCLkMFpfdNJqXLSzLohrYhDtzFtgZ9gG0hdYuPEG5qGUfRRBqsODSU2NCqpPx6uhkFdrzd&#10;7c9FfByvOfG8PKSXc7dXatDvllMQnjr/FX/cOx3mx0mawPudcIO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4vPf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OaJskA&#10;AADeAAAADwAAAGRycy9kb3ducmV2LnhtbESPT0sDMRDF74LfIYzgpdisPfTP2rRIYdV6ENoKXofN&#10;uFndTJYkttt+eucgeJvhvXnvN8v14Dt1pJjawAbuxwUo4jrYlhsD74fqbg4qZWSLXWAycKYE69X1&#10;1RJLG068o+M+N0pCOJVowOXcl1qn2pHHNA49sWifIXrMssZG24gnCfednhTFVHtsWRoc9rRxVH/v&#10;f7yBr+rNfWxml6c4WuzoMqpen7vt1Jjbm+HxAVSmIf+b/65frOBPZnPhlXdkBr36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GOaJ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ybvMYA&#10;AADeAAAADwAAAGRycy9kb3ducmV2LnhtbESP3YrCMBCF74V9hzAL3oimq+BPNYos6yLeFH8eYGjG&#10;pthMSpO19e03guDdDOfM+c6sNp2txJ0aXzpW8DVKQBDnTpdcKLicd8M5CB+QNVaOScGDPGzWH70V&#10;ptq1fKT7KRQihrBPUYEJoU6l9Lkhi37kauKoXV1jMcS1KaRusI3htpLjJJlKiyVHgsGavg3lt9Of&#10;jZBsgtnh2p53vx22+HMwPNgelep/dtsliEBdeJtf13sd649n8wU834kzyP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ybv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uxxscA&#10;AADeAAAADwAAAGRycy9kb3ducmV2LnhtbESPT0vDQBDF7wW/wzKCN7sxaGtjt0VqBRF6sArF25Cd&#10;JsHsH3anTfz2zkHobYZ58977Ldej69WZUu6CN3A3LUCRr4PtfGPg6/P19hFUZvQW++DJwC9lWK+u&#10;JkusbBj8B5333Cgx8blCAy1zrLTOdUsO8zRE8nI7huSQZU2NtgkHMXe9Lotiph12XhJajLRpqf7Z&#10;n5yB3bCN7/PZwzF+p/tS5xfLhw0bc3M9Pj+BYhr5Iv7/frNSv5wvBEBwZAa9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bscb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MBZ8YA&#10;AADeAAAADwAAAGRycy9kb3ducmV2LnhtbESP0WoCMRBF3wv+Q5hCX4pmVWjrahSRKsUX2dUPGDbj&#10;ZulmsmxSs/17IxT6NsO9c8+d1WawrbhR7xvHCqaTDARx5XTDtYLLeT/+AOEDssbWMSn4JQ+b9ehp&#10;hbl2kQu6laEWKYR9jgpMCF0upa8MWfQT1xEn7ep6iyGtfS11jzGF21bOsuxNWmw4EQx2tDNUfZc/&#10;NkFOczwdr/G8PwwY8fNo+HVbKPXyPGyXIAIN4d/8d/2lU/3Z+2IK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pMBZ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WKKsQA&#10;AADeAAAADwAAAGRycy9kb3ducmV2LnhtbERPTUsDMRC9C/6HMII3m3XRVrdNi1SFIniwFoq3YTPd&#10;XbqZhGTsrv++EQRv83ifs1iNrlcniqnzbOB2UoAirr3tuDGw+3y9eQCVBNli75kM/FCC1fLyYoGV&#10;9QN/0GkrjcohnCo00IqESutUt+QwTXwgztzBR4eSYWy0jTjkcNfrsiim2mHHuaHFQOuW6uP22xl4&#10;H17C22x6fwhf8a7U6dnKfi3GXF+NT3NQQqP8i//cG5vnl7PHEn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Fii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yWMUA&#10;AADeAAAADwAAAGRycy9kb3ducmV2LnhtbERP32vCMBB+H/g/hBP2IppO2ZzVKHMQJjgYc4KvR3O2&#10;Zc2lJJnt/nszEPZ2H9/PW21624gL+VA7VvAwyUAQF87UXCo4funxM4gQkQ02jknBLwXYrAd3K8yN&#10;6/iTLodYihTCIUcFVYxtLmUoKrIYJq4lTtzZeYsxQV9K47FL4baR0yx7khZrTg0VtvRaUfF9+LEK&#10;th9dOfOjYtu7/fnt9Ki10e9aqfth/7IEEamP/+Kbe2fS/Ol8MYO/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jDJY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Xg08MA&#10;AADeAAAADwAAAGRycy9kb3ducmV2LnhtbERP3WrCMBS+H/gO4Qx2N9MV3bQaRRwFkd3M7QEOzbGp&#10;NiclibW+vREGuzsf3+9Zrgfbip58aBwreBtnIIgrpxuuFfz+lK8zECEia2wdk4IbBVivRk9LLLS7&#10;8jf1h1iLFMKhQAUmxq6QMlSGLIax64gTd3TeYkzQ11J7vKZw28o8y96lxYZTg8GOtoaq8+FiFZT7&#10;/Ks/X7Qv3WaYWJqa0+zTKPXyPGwWICIN8V/8597pND//mE/g8U6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Xg0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kPt8UA&#10;AADeAAAADwAAAGRycy9kb3ducmV2LnhtbERP32vCMBB+F/wfwgl7GZrO4ZzVKHMQHDgYc4KvR3O2&#10;Zc2lJJnt/nszGPh2H9/PW21624gL+VA7VvAwyUAQF87UXCo4funxM4gQkQ02jknBLwXYrIeDFebG&#10;dfxJl0MsRQrhkKOCKsY2lzIUFVkME9cSJ+7svMWYoC+l8dilcNvIaZY9SYs1p4YKW3qtqPg+/FgF&#10;24+ufPT3xbZ3+/PuNNPa6Het1N2of1mCiNTHm/jf/WbS/Ol8MYO/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KQ+3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vbP8MA&#10;AADeAAAADwAAAGRycy9kb3ducmV2LnhtbERP3WrCMBS+H/gO4Qx2N9MV57QaRZSCyG7m9gCH5thU&#10;m5OSxNq9vRkIuzsf3+9Zrgfbip58aBwreBtnIIgrpxuuFfx8l68zECEia2wdk4JfCrBejZ6WWGh3&#10;4y/qj7EWKYRDgQpMjF0hZagMWQxj1xEn7uS8xZigr6X2eEvhtpV5lk2lxYZTg8GOtoaqy/FqFZSH&#10;/LO/XLUv3WaYWHo359nOKPXyPGwWICIN8V/8cO91mp9/zKfw906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vbP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ngTMEA&#10;AADeAAAADwAAAGRycy9kb3ducmV2LnhtbERP24rCMBB9F/Yfwiz4pqn33W6jiKDoo3U/YGhm29Jm&#10;0m2irX9vBMG3OZzrJJve1OJGrSstK5iMIxDEmdUl5wp+L/vRFwjnkTXWlknBnRxs1h+DBGNtOz7T&#10;LfW5CCHsYlRQeN/EUrqsIINubBviwP3Z1qAPsM2lbrEL4aaW0yhaSoMlh4YCG9oVlFXp1SiY37vD&#10;f7qoor02NDnNmhP7bKHU8LPf/oDw1Pu3+OU+6jB/uvpewfOdcIN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J4Ez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RikcYA&#10;AADeAAAADwAAAGRycy9kb3ducmV2LnhtbESPQW/CMAyF75P4D5GRuI2UHtjaERAaYkKctgI7W41p&#10;KxqnagKUf48Pk3az9Z7f+7xYDa5VN+pD49nAbJqAIi69bbgycDxsX99BhYhssfVMBh4UYLUcvSww&#10;t/7OP3QrYqUkhEOOBuoYu1zrUNbkMEx9Ryza2fcOo6x9pW2Pdwl3rU6TZK4dNiwNNXb0WVN5Ka7O&#10;wHX+mx75vLffxebxlW2266BPlTGT8bD+ABVpiP/mv+udFfz0LRNeeUdm0M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9Rik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d3F8YA&#10;AADeAAAADwAAAGRycy9kb3ducmV2LnhtbERPTWvCQBC9C/0PyxS86UYr0aSu0hYK1YNStYfeptkx&#10;iWZn0+yq8d93BaG3ebzPmc5bU4kzNa60rGDQj0AQZ1aXnCvYbd97ExDOI2usLJOCKzmYzx46U0y1&#10;vfAnnTc+FyGEXYoKCu/rVEqXFWTQ9W1NHLi9bQz6AJtc6gYvIdxUchhFsTRYcmgosKa3grLj5mQU&#10;fK0ncbJ+XYwOy9UPPhn9+63LWKnuY/vyDMJT6//Fd/eHDvOH4ySB2zvh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/d3F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0J38YA&#10;AADeAAAADwAAAGRycy9kb3ducmV2LnhtbESPQWvCQBSE74L/YXmCN90YbZDoKtqilp5SW+j1kX0m&#10;wezbkF01+uvdQqHHYWa+YZbrztTiSq2rLCuYjCMQxLnVFRcKvr92ozkI55E11pZJwZ0crFf93hJT&#10;bW/8SdejL0SAsEtRQel9k0rp8pIMurFtiIN3sq1BH2RbSN3iLcBNLeMoSqTBisNCiQ29lpSfjxej&#10;4JH8YOYO8fZtqj3dZ/O9/cj2Sg0H3WYBwlPn/8N/7XetII6TlwR+74QrIF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0J3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jF6sYA&#10;AADeAAAADwAAAGRycy9kb3ducmV2LnhtbESP0WrCQBRE3wv+w3KFvtWNQa3GrCLFQt+s0Q+4ZK+b&#10;kOzdmN1q2q/vCoU+DjNzhsm3g23FjXpfO1YwnSQgiEunazYKzqf3lyUIH5A1to5JwTd52G5GTzlm&#10;2t35SLciGBEh7DNUUIXQZVL6siKLfuI64uhdXG8xRNkbqXu8R7htZZokC2mx5rhQYUdvFZVN8WUV&#10;XF0610Oxx0OzX33WxsyuP8eZUs/jYbcGEWgI/+G/9odWkKaL+Ss87sQrI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jF6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s3c8MA&#10;AADeAAAADwAAAGRycy9kb3ducmV2LnhtbERPPW/CMBDdK/U/WIfUrTikIoUQB7VISKxAB8bDPpJA&#10;fE5jA6G/vh4qdXx638VysK24Ue8bxwom4wQEsXam4UrB1379OgPhA7LB1jEpeJCHZfn8VGBu3J23&#10;dNuFSsQQ9jkqqEPocim9rsmiH7uOOHIn11sMEfaVND3eY7htZZokmbTYcGyosaNVTfqyu1oFm+ZI&#10;00yf5nb2qbeHn+/w9n42Sr2Mho8FiEBD+Bf/uTdGQZpm07g33olXQJ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ys3c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ZrP8IA&#10;AADeAAAADwAAAGRycy9kb3ducmV2LnhtbERPXWvCMBR9H/gfwhV8m6kFZXZGUUFwbArq2F4vzbUp&#10;NjelibX++0UY+Hi+ObNFZyvRUuNLxwpGwwQEce50yYWC79Pm9Q2ED8gaK8ek4E4eFvPeywwz7W58&#10;oPYYChFL2GeowIRQZ1L63JBFP3Q1cdTOrrEYImwKqRu8xXJbyTRJJtJiyXHBYE1rQ/nleLUKWtzf&#10;k1+z2k0/yq883a9+PnXk1aDfLd9BBOrC0/yf3moFaToZT+FxJ14BOf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Rms/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3XhcMA&#10;AADeAAAADwAAAGRycy9kb3ducmV2LnhtbESPPU/DMBCGdyT+g3VIbNTBQ4RC3aqqVMQIgYHxGl/j&#10;lPgusk0T+PV4QGJ89X7pWW+XMKoLxTQIW7hfVaCIO3ED9xbe3w53D6BSRnY4CpOFb0qw3VxfrbFx&#10;MvMrXdrcqzLCqUELPuep0Tp1ngKmlUzExTtJDJiLjL12EecyHkZtqqrWAQcuDx4n2nvqPtuvYGF+&#10;6o5nc/pw/idOcmhf5GxGsfb2Ztk9gsq05P/wX/vZWTCmrgtAwSkoo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3Xh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liCccA&#10;AADeAAAADwAAAGRycy9kb3ducmV2LnhtbESPQWvCQBSE7wX/w/IKvdWNOUSJrmK1QpEWidX7M/ua&#10;pO6+Ddmtpv/eFQo9DjPzDTNb9NaIC3W+caxgNExAEJdON1wpOHxunicgfEDWaByTgl/ysJgPHmaY&#10;a3flgi77UIkIYZ+jgjqENpfSlzVZ9EPXEkfvy3UWQ5RdJXWH1wi3RqZJkkmLDceFGlta1VSe9z9W&#10;wWa3Nt/pR7E8yrB6HZ/MZPuyflfq6bFfTkEE6sN/+K/9phWkaZaN4H4nXgE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6pYg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0h6scA&#10;AADeAAAADwAAAGRycy9kb3ducmV2LnhtbESPQWvCQBSE70L/w/IKXorZNMUgaVYRoWhBoVXB6zP7&#10;mgSzb0N2jem/7woFj8PMfMPki8E0oqfO1ZYVvEYxCOLC6ppLBcfDx2QGwnlkjY1lUvBLDhbzp1GO&#10;mbY3/qZ+70sRIOwyVFB532ZSuqIigy6yLXHwfmxn0AfZlVJ3eAtw08gkjlNpsOawUGFLq4qKy/5q&#10;FPRf23O56V37eZm9uOnbeb3e6ZNS4+dh+Q7C0+Af4f/2RitIkjRN4H4nXA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2NIer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36bMgA&#10;AADeAAAADwAAAGRycy9kb3ducmV2LnhtbESPQWvCQBSE70L/w/KE3nRjWoNNXaUWhF4EtT3U2zP7&#10;mgSzb9PdVaO/3hUKPQ4z8w0znXemESdyvrasYDRMQBAXVtdcKvj6XA4mIHxA1thYJgUX8jCfPfSm&#10;mGt75g2dtqEUEcI+RwVVCG0upS8qMuiHtiWO3o91BkOUrpTa4TnCTSPTJMmkwZrjQoUtvVdUHLZH&#10;o2DxMln8rp95dd3sd7T73h/GqUuUeux3b68gAnXhP/zX/tAK0jTLnuB+J14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rfpsyAAAAN4AAAAPAAAAAAAAAAAAAAAAAJgCAABk&#10;cnMvZG93bnJldi54bWxQSwUGAAAAAAQABAD1AAAAjQMAAAAA&#10;" fillcolor="black" stroked="f"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sGMgA&#10;AADeAAAADwAAAGRycy9kb3ducmV2LnhtbESPT2vCQBTE7wW/w/IKvdVNQw0SXaXaFgT14J+Dx2f2&#10;NVmSfRuyW0376btCweMwM79hpvPeNuJCnTeOFbwMExDEhdOGSwXHw+fzGIQPyBobx6TghzzMZ4OH&#10;KebaXXlHl30oRYSwz1FBFUKbS+mLiiz6oWuJo/flOoshyq6UusNrhNtGpkmSSYuG40KFLS0rKur9&#10;t1VwWmdmvDOUnje/iw+9GdWL7Xut1NNj/zYBEagP9/B/e6UVpGmWvcLtTrwCcvY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h2wY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kscYA&#10;AADeAAAADwAAAGRycy9kb3ducmV2LnhtbESPQWsCMRSE74X+h/AK3mrWBRfZGkUspV481Lb0+tg8&#10;N+tuXrZJ1NVf3whCj8PMfMPMl4PtxIl8aBwrmIwzEMSV0w3XCr4+355nIEJE1tg5JgUXCrBcPD7M&#10;sdTuzB902sVaJAiHEhWYGPtSylAZshjGridO3t55izFJX0vt8ZzgtpN5lhXSYsNpwWBPa0NVuzta&#10;BX7189pe+fjdZtftJbwfht8ZGqVGT8PqBUSkIf6H7+2NVpDnRTGF2510Be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mksc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qMjccA&#10;AADeAAAADwAAAGRycy9kb3ducmV2LnhtbESP3WrCQBSE74W+w3KE3ohuzEXaRlcpQqFQKfjzAMfs&#10;MQnung3ZU419+m6h0MthZr5hluvBO3WlPraBDcxnGSjiKtiWawPHw9v0GVQUZIsuMBm4U4T16mG0&#10;xNKGG+/oupdaJQjHEg00Il2pdawa8hhnoSNO3jn0HiXJvta2x1uCe6fzLCu0x5bTQoMdbRqqLvsv&#10;b8DlJ/fy8RS3cj/qbfbtZTf5tMY8jofXBSihQf7Df+13ayDPi6KA3zvpCu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6jI3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9vW8cA&#10;AADeAAAADwAAAGRycy9kb3ducmV2LnhtbESPQWsCMRSE74X+h/AK3mrWRaRujdJWhL304Nbi9bl5&#10;3SxNXpZN1LW/3ggFj8PMfMMsVoOz4kR9aD0rmIwzEMS11y03CnZfm+cXECEia7SeScGFAqyWjw8L&#10;LLQ/85ZOVWxEgnAoUIGJsSukDLUhh2HsO+Lk/fjeYUyyb6Tu8Zzgzso8y2bSYctpwWBHH4bq3+ro&#10;FKyrzua70ryH/ffn4WDLvw3t10qNnoa3VxCRhngP/7dLrSCfzOdTuN1JV0A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/b1v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Z49sYA&#10;AADeAAAADwAAAGRycy9kb3ducmV2LnhtbESPQWvCQBSE74X+h+UVequ7EWo1dSMiFQRP1Xjw9th9&#10;TaLZtyG7Nem/7wqFHoeZ+YZZrkbXihv1ofGsIZsoEMTG24YrDeVx+zIHESKyxdYzafihAKvi8WGJ&#10;ufUDf9LtECuRIBxy1FDH2OVSBlOTwzDxHXHyvnzvMCbZV9L2OCS4a+VUqZl02HBaqLGjTU3mevh2&#10;Gi5bufdGoTmVp2Fn384fM2qV1s9P4/odRKQx/of/2jurYZotFq9wv5OugC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Z49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wV5sYA&#10;AADeAAAADwAAAGRycy9kb3ducmV2LnhtbESPQWvCQBSE70L/w/IK3nRjBNHoKioUitKDWkqPz+wz&#10;Ccm+Dburxn/vFoQeh5n5hlmsOtOIGzlfWVYwGiYgiHOrKy4UfJ8+BlMQPiBrbCyTggd5WC3fegvM&#10;tL3zgW7HUIgIYZ+hgjKENpPS5yUZ9EPbEkfvYp3BEKUrpHZ4j3DTyDRJJtJgxXGhxJa2JeX18WoU&#10;/F73fPka79ZuE35sd/J1ep7WSvXfu/UcRKAu/Idf7U+tIB3NZhP4uxOvgFw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wV5s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1lD8gA&#10;AADeAAAADwAAAGRycy9kb3ducmV2LnhtbESPQWvCQBSE7wX/w/KE3urGoK2JrlKFQi9CtR709sw+&#10;k2D2bbq71eiv7xYKPQ4z8w0zW3SmERdyvrasYDhIQBAXVtdcKth9vj1NQPiArLGxTApu5GEx7z3M&#10;MNf2yhu6bEMpIoR9jgqqENpcSl9UZNAPbEscvZN1BkOUrpTa4TXCTSPTJHmWBmuOCxW2tKqoOG+/&#10;jYJlNll+fYx4fd8cD3TYH8/j1CVKPfa71ymIQF34D/+137WCdJhlL/B7J14BO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nWUPyAAAAN4AAAAPAAAAAAAAAAAAAAAAAJgCAABk&#10;cnMvZG93bnJldi54bWxQSwUGAAAAAAQABAD1AAAAjQMAAAAA&#10;" fillcolor="black" stroked="f"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T618MA&#10;AADeAAAADwAAAGRycy9kb3ducmV2LnhtbERPy2oCMRTdF/oP4Ra6qxktiE6NMgilpavxUbq9Tm4n&#10;Qyc3Q5LG8e/NQnB5OO/VZrS9SORD51jBdFKAIG6c7rhVcDy8vyxAhIissXdMCi4UYLN+fFhhqd2Z&#10;d5T2sRU5hEOJCkyMQyllaAxZDBM3EGfu13mLMUPfSu3xnMNtL2dFMZcWO84NBgfaGmr+9v9WQTpt&#10;6+o1/SSz+/JV61398X2qlXp+Gqs3EJHGeBff3J9awWy6XOa9+U6+AnJ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T61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QbRccA&#10;AADeAAAADwAAAGRycy9kb3ducmV2LnhtbESPQWvCQBSE7wX/w/IEb3UTD9JEVxHRYntpGwU9PrLP&#10;bDD7NmS3Me2v7xYKPQ4z8w2zXA+2ET11vnasIJ0mIIhLp2uuFJyO+8cnED4ga2wck4Iv8rBejR6W&#10;mGt35w/qi1CJCGGfowITQptL6UtDFv3UtcTRu7rOYoiyq6Tu8B7htpGzJJlLizXHBYMtbQ2Vt+LT&#10;KvDpdnd+td9Zf3k2/Fa8mPl7ZZSajIfNAkSgIfyH/9oHrWCWZlkGv3fiFZ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UG0X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3D2A" w:rsidRDefault="00193D2A" w:rsidP="00193D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93D2A" w:rsidRPr="003B50D1" w:rsidRDefault="00193D2A" w:rsidP="00193D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3D2A" w:rsidRPr="003B50D1" w:rsidRDefault="00193D2A" w:rsidP="00193D2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3D2A" w:rsidRPr="003B50D1" w:rsidRDefault="00193D2A" w:rsidP="00193D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3D2A" w:rsidRPr="003B50D1" w:rsidRDefault="00193D2A" w:rsidP="00193D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3D2A" w:rsidRPr="003B50D1" w:rsidRDefault="00193D2A" w:rsidP="00193D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93D2A" w:rsidRPr="003B50D1" w:rsidRDefault="00193D2A" w:rsidP="00193D2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93D2A" w:rsidRPr="003B50D1" w:rsidRDefault="00193D2A" w:rsidP="00193D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193D2A" w:rsidRPr="003B50D1" w:rsidRDefault="00193D2A" w:rsidP="00193D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93D2A" w:rsidRPr="003B50D1" w:rsidRDefault="00193D2A" w:rsidP="00193D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3D2A" w:rsidRPr="003B50D1" w:rsidRDefault="00193D2A" w:rsidP="00193D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93D2A" w:rsidRPr="003B50D1" w:rsidRDefault="00193D2A" w:rsidP="00193D2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3D2A" w:rsidRPr="003B50D1" w:rsidRDefault="00193D2A" w:rsidP="00193D2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193D2A" w:rsidRPr="003B50D1" w:rsidRDefault="00193D2A" w:rsidP="00193D2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93D2A" w:rsidRPr="003B50D1" w:rsidRDefault="00193D2A" w:rsidP="00193D2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193D2A" w:rsidRPr="003B50D1" w:rsidRDefault="00193D2A" w:rsidP="00193D2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193D2A" w:rsidRPr="003B50D1" w:rsidRDefault="00193D2A" w:rsidP="00193D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193D2A" w:rsidRPr="003B50D1" w:rsidRDefault="00193D2A" w:rsidP="00193D2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193D2A" w:rsidRPr="003B50D1" w:rsidRDefault="00193D2A" w:rsidP="00193D2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193D2A" w:rsidRPr="003B50D1" w:rsidRDefault="00193D2A" w:rsidP="00193D2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193D2A" w:rsidRPr="003B50D1" w:rsidRDefault="00193D2A" w:rsidP="00193D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Форсюк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Н. П.</w:t>
      </w:r>
    </w:p>
    <w:p w:rsidR="00193D2A" w:rsidRPr="003B50D1" w:rsidRDefault="00193D2A" w:rsidP="00193D2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193D2A" w:rsidRPr="003B50D1" w:rsidRDefault="00193D2A" w:rsidP="00193D2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193D2A" w:rsidRPr="003B50D1" w:rsidRDefault="00193D2A" w:rsidP="00193D2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Форсюк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Н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193D2A" w:rsidRPr="003B50D1" w:rsidRDefault="00193D2A" w:rsidP="00193D2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193D2A" w:rsidRPr="003B50D1" w:rsidRDefault="00193D2A" w:rsidP="00193D2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193D2A" w:rsidRPr="003B50D1" w:rsidRDefault="00193D2A" w:rsidP="00193D2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Форсюк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Наталії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E14C7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 w:rsidR="005E14C7" w:rsidRPr="005E14C7">
        <w:rPr>
          <w:rFonts w:ascii="Times New Roman" w:eastAsia="Calibri" w:hAnsi="Times New Roman" w:cs="Times New Roman"/>
          <w:sz w:val="24"/>
        </w:rPr>
        <w:t>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0,06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 w:rsidRPr="00B01A79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 xml:space="preserve">,  яка розташована Хмельницька область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193D2A" w:rsidRPr="003B50D1" w:rsidRDefault="00193D2A" w:rsidP="00193D2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Форсюк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93D2A" w:rsidRPr="003B50D1" w:rsidRDefault="00193D2A" w:rsidP="00193D2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193D2A" w:rsidRPr="003B50D1" w:rsidRDefault="00193D2A" w:rsidP="00193D2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93D2A" w:rsidRPr="003B50D1" w:rsidRDefault="00193D2A" w:rsidP="00193D2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93D2A" w:rsidRPr="003B50D1" w:rsidRDefault="00193D2A" w:rsidP="00193D2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93D2A" w:rsidRPr="003B50D1" w:rsidRDefault="00193D2A" w:rsidP="00193D2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93D2A" w:rsidRPr="003B50D1" w:rsidRDefault="00193D2A" w:rsidP="00193D2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93D2A" w:rsidRPr="003B50D1" w:rsidRDefault="00193D2A" w:rsidP="00193D2A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sectPr w:rsidR="00193D2A" w:rsidRPr="003B50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2A"/>
    <w:rsid w:val="00193D2A"/>
    <w:rsid w:val="005E14C7"/>
    <w:rsid w:val="00600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D2A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D2A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2022-02-11T13:40:00Z</dcterms:created>
  <dcterms:modified xsi:type="dcterms:W3CDTF">2022-02-14T07:43:00Z</dcterms:modified>
</cp:coreProperties>
</file>