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510" w:rsidRPr="00E04900" w:rsidRDefault="00B60510" w:rsidP="00B60510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510" w:rsidRDefault="00B60510" w:rsidP="00B6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0510" w:rsidRDefault="00B60510" w:rsidP="00B6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510" w:rsidRDefault="00B60510" w:rsidP="00B6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0510" w:rsidRDefault="00B60510" w:rsidP="00B6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510" w:rsidRDefault="00B60510" w:rsidP="00B6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0510" w:rsidRDefault="00B60510" w:rsidP="00B6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510" w:rsidRDefault="00B60510" w:rsidP="00B6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0510" w:rsidRDefault="00B60510" w:rsidP="00B6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510" w:rsidRDefault="00B60510" w:rsidP="00B6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0510" w:rsidRDefault="00B60510" w:rsidP="00B6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510" w:rsidRDefault="00B60510" w:rsidP="00B6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0510" w:rsidRDefault="00B60510" w:rsidP="00B6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510" w:rsidRDefault="00B60510" w:rsidP="00B6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0510" w:rsidRDefault="00B60510" w:rsidP="00B6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510" w:rsidRDefault="00B60510" w:rsidP="00B6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0510" w:rsidRDefault="00B60510" w:rsidP="00B6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510" w:rsidRDefault="00B60510" w:rsidP="00B6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0510" w:rsidRDefault="00B60510" w:rsidP="00B6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510" w:rsidRDefault="00B60510" w:rsidP="00B6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0510" w:rsidRDefault="00B60510" w:rsidP="00B6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510" w:rsidRDefault="00B60510" w:rsidP="00B6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510" w:rsidRDefault="00B60510" w:rsidP="00B6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510" w:rsidRDefault="00B60510" w:rsidP="00B6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510" w:rsidRDefault="00B60510" w:rsidP="00B6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510" w:rsidRDefault="00B60510" w:rsidP="00B6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510" w:rsidRDefault="00B60510" w:rsidP="00B6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510" w:rsidRDefault="00B60510" w:rsidP="00B6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510" w:rsidRDefault="00B60510" w:rsidP="00B6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510" w:rsidRDefault="00B60510" w:rsidP="00B6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0510" w:rsidRDefault="00B60510" w:rsidP="00B60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60510" w:rsidRDefault="00B60510" w:rsidP="00B6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60510" w:rsidRDefault="00B60510" w:rsidP="00B6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60510" w:rsidRDefault="00B60510" w:rsidP="00B6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60510" w:rsidRDefault="00B60510" w:rsidP="00B6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60510" w:rsidRDefault="00B60510" w:rsidP="00B6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60510" w:rsidRDefault="00B60510" w:rsidP="00B6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60510" w:rsidRDefault="00B60510" w:rsidP="00B6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60510" w:rsidRDefault="00B60510" w:rsidP="00B6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60510" w:rsidRDefault="00B60510" w:rsidP="00B6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60510" w:rsidRDefault="00B60510" w:rsidP="00B6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60510" w:rsidRDefault="00B60510" w:rsidP="00B6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60510" w:rsidRDefault="00B60510" w:rsidP="00B6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60510" w:rsidRDefault="00B60510" w:rsidP="00B6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60510" w:rsidRDefault="00B60510" w:rsidP="00B6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60510" w:rsidRDefault="00B60510" w:rsidP="00B6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60510" w:rsidRDefault="00B60510" w:rsidP="00B6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60510" w:rsidRDefault="00B60510" w:rsidP="00B6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60510" w:rsidRDefault="00B60510" w:rsidP="00B6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60510" w:rsidRDefault="00B60510" w:rsidP="00B6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60510" w:rsidRDefault="00B60510" w:rsidP="00B6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60510" w:rsidRDefault="00B60510" w:rsidP="00B6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60510" w:rsidRDefault="00B60510" w:rsidP="00B6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60510" w:rsidRDefault="00B60510" w:rsidP="00B6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60510" w:rsidRDefault="00B60510" w:rsidP="00B6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60510" w:rsidRDefault="00B60510" w:rsidP="00B6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60510" w:rsidRDefault="00B60510" w:rsidP="00B6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60510" w:rsidRDefault="00B60510" w:rsidP="00B6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60510" w:rsidRDefault="00B60510" w:rsidP="00B6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60510" w:rsidRDefault="00B60510" w:rsidP="00B6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60510" w:rsidRDefault="00B60510" w:rsidP="00B60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60510" w:rsidRDefault="00B60510" w:rsidP="00B605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60510" w:rsidRDefault="00B60510" w:rsidP="00B605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60510" w:rsidRDefault="00B60510" w:rsidP="00B605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60510" w:rsidRDefault="00B60510" w:rsidP="00B605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60510" w:rsidRDefault="00B60510" w:rsidP="00B605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60510" w:rsidRDefault="00B60510" w:rsidP="00B6051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60510" w:rsidRDefault="00B60510" w:rsidP="00B605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60510" w:rsidRDefault="00B60510" w:rsidP="00B605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60510" w:rsidRDefault="00B60510" w:rsidP="00B605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60510" w:rsidRDefault="00B60510" w:rsidP="00B605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B60510" w:rsidRDefault="00B60510" w:rsidP="00B605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60510" w:rsidRDefault="00B60510" w:rsidP="00B605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B60510" w:rsidRDefault="00B60510" w:rsidP="00B6051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60510" w:rsidRPr="009F240F" w:rsidRDefault="00B60510" w:rsidP="00B6051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23.09.2020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№48</w:t>
      </w:r>
    </w:p>
    <w:p w:rsidR="00B60510" w:rsidRPr="00E04900" w:rsidRDefault="00B60510" w:rsidP="00B60510">
      <w:pPr>
        <w:pStyle w:val="HTML0"/>
        <w:spacing w:line="276" w:lineRule="auto"/>
        <w:rPr>
          <w:rFonts w:ascii="Times New Roman" w:hAnsi="Times New Roman"/>
        </w:rPr>
      </w:pPr>
    </w:p>
    <w:p w:rsidR="00B60510" w:rsidRPr="00D41FA1" w:rsidRDefault="00B60510" w:rsidP="00B60510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</w:rPr>
      </w:pPr>
      <w:r w:rsidRPr="00D41FA1">
        <w:rPr>
          <w:rFonts w:ascii="Times New Roman" w:eastAsia="Times New Roman" w:hAnsi="Times New Roman" w:cs="Times New Roman"/>
          <w:b/>
          <w:sz w:val="24"/>
        </w:rPr>
        <w:t xml:space="preserve">Про </w:t>
      </w:r>
      <w:proofErr w:type="spellStart"/>
      <w:r w:rsidRPr="00D41FA1">
        <w:rPr>
          <w:rFonts w:ascii="Times New Roman" w:eastAsia="Times New Roman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Times New Roman"/>
          <w:b/>
          <w:sz w:val="24"/>
        </w:rPr>
        <w:t>дозволу</w:t>
      </w:r>
      <w:proofErr w:type="spellEnd"/>
      <w:r w:rsidRPr="00D41FA1">
        <w:rPr>
          <w:rFonts w:ascii="Times New Roman" w:eastAsia="Times New Roman" w:hAnsi="Times New Roman" w:cs="Times New Roman"/>
          <w:b/>
          <w:sz w:val="24"/>
        </w:rPr>
        <w:t xml:space="preserve"> на </w:t>
      </w:r>
      <w:proofErr w:type="spellStart"/>
      <w:r w:rsidRPr="00D41FA1">
        <w:rPr>
          <w:rFonts w:ascii="Times New Roman" w:eastAsia="Times New Roman" w:hAnsi="Times New Roman" w:cs="Times New Roman"/>
          <w:b/>
          <w:sz w:val="24"/>
        </w:rPr>
        <w:t>розробку</w:t>
      </w:r>
      <w:proofErr w:type="spellEnd"/>
    </w:p>
    <w:p w:rsidR="00B60510" w:rsidRPr="00D41FA1" w:rsidRDefault="00B60510" w:rsidP="00B60510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</w:rPr>
      </w:pPr>
      <w:r w:rsidRPr="00D41FA1">
        <w:rPr>
          <w:rFonts w:ascii="Times New Roman" w:eastAsia="Times New Roman" w:hAnsi="Times New Roman" w:cs="Times New Roman"/>
          <w:b/>
          <w:sz w:val="24"/>
        </w:rPr>
        <w:t xml:space="preserve">проекту  </w:t>
      </w:r>
      <w:proofErr w:type="spellStart"/>
      <w:r w:rsidRPr="00D41FA1">
        <w:rPr>
          <w:rFonts w:ascii="Times New Roman" w:eastAsia="Times New Roman" w:hAnsi="Times New Roman" w:cs="Times New Roman"/>
          <w:b/>
          <w:sz w:val="24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Times New Roman"/>
          <w:b/>
          <w:sz w:val="24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Times New Roman"/>
          <w:b/>
          <w:sz w:val="24"/>
        </w:rPr>
        <w:t>щодо</w:t>
      </w:r>
      <w:proofErr w:type="spellEnd"/>
    </w:p>
    <w:p w:rsidR="00B60510" w:rsidRPr="00D41FA1" w:rsidRDefault="00B60510" w:rsidP="00B60510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</w:rPr>
      </w:pPr>
      <w:proofErr w:type="spellStart"/>
      <w:r w:rsidRPr="00D41FA1">
        <w:rPr>
          <w:rFonts w:ascii="Times New Roman" w:eastAsia="Times New Roman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Times New Roman"/>
          <w:b/>
          <w:sz w:val="24"/>
        </w:rPr>
        <w:t>ділянки</w:t>
      </w:r>
      <w:proofErr w:type="spellEnd"/>
    </w:p>
    <w:p w:rsidR="00B60510" w:rsidRPr="00D41FA1" w:rsidRDefault="00B60510" w:rsidP="00B60510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</w:rPr>
      </w:pPr>
      <w:proofErr w:type="spellStart"/>
      <w:r w:rsidRPr="00D41FA1">
        <w:rPr>
          <w:rFonts w:ascii="Times New Roman" w:eastAsia="Times New Roman" w:hAnsi="Times New Roman" w:cs="Times New Roman"/>
          <w:b/>
          <w:sz w:val="24"/>
        </w:rPr>
        <w:t>Простапчук</w:t>
      </w:r>
      <w:proofErr w:type="spellEnd"/>
      <w:r w:rsidRPr="00D41FA1">
        <w:rPr>
          <w:rFonts w:ascii="Times New Roman" w:eastAsia="Times New Roman" w:hAnsi="Times New Roman" w:cs="Times New Roman"/>
          <w:b/>
          <w:sz w:val="24"/>
        </w:rPr>
        <w:t xml:space="preserve"> А.В.</w:t>
      </w:r>
    </w:p>
    <w:p w:rsidR="00B60510" w:rsidRPr="00D41FA1" w:rsidRDefault="00B60510" w:rsidP="00B60510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</w:rPr>
      </w:pPr>
    </w:p>
    <w:p w:rsidR="00B60510" w:rsidRPr="00D41FA1" w:rsidRDefault="00B60510" w:rsidP="00B60510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 w:rsidRPr="00D41FA1">
        <w:rPr>
          <w:rFonts w:ascii="Times New Roman" w:eastAsia="Times New Roman" w:hAnsi="Times New Roman" w:cs="Times New Roman"/>
          <w:sz w:val="24"/>
        </w:rPr>
        <w:t xml:space="preserve"> до пункту 34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 w:rsidRPr="00D41FA1"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D41FA1"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D41FA1"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D41FA1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самоврядування</w:t>
      </w:r>
      <w:proofErr w:type="spellEnd"/>
      <w:r w:rsidRPr="00D41FA1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 w:rsidRPr="00D41FA1">
        <w:rPr>
          <w:rFonts w:ascii="Times New Roman" w:eastAsia="Times New Roman" w:hAnsi="Times New Roman" w:cs="Times New Roman"/>
          <w:sz w:val="24"/>
        </w:rPr>
        <w:t xml:space="preserve">», статей 12,  118 та 121 Земельного кодексу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D41FA1"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D41FA1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 w:rsidRPr="00D41FA1">
        <w:rPr>
          <w:rFonts w:ascii="Times New Roman" w:eastAsia="Times New Roman" w:hAnsi="Times New Roman" w:cs="Times New Roman"/>
          <w:sz w:val="24"/>
        </w:rPr>
        <w:t xml:space="preserve">»,  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постійної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комісії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ільської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proofErr w:type="gram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Простапчука</w:t>
      </w:r>
      <w:proofErr w:type="spellEnd"/>
      <w:r w:rsidRPr="00D41FA1">
        <w:rPr>
          <w:rFonts w:ascii="Times New Roman" w:eastAsia="Times New Roman" w:hAnsi="Times New Roman" w:cs="Times New Roman"/>
          <w:sz w:val="24"/>
        </w:rPr>
        <w:t xml:space="preserve"> А.В.,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сільська</w:t>
      </w:r>
      <w:proofErr w:type="spellEnd"/>
      <w:r w:rsidRPr="00D41FA1">
        <w:rPr>
          <w:rFonts w:ascii="Times New Roman" w:eastAsia="Times New Roman" w:hAnsi="Times New Roman" w:cs="Times New Roman"/>
          <w:sz w:val="24"/>
        </w:rPr>
        <w:t xml:space="preserve"> рада </w:t>
      </w:r>
    </w:p>
    <w:p w:rsidR="00B60510" w:rsidRPr="00D41FA1" w:rsidRDefault="00B60510" w:rsidP="00B60510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</w:rPr>
      </w:pPr>
      <w:r w:rsidRPr="00D41FA1">
        <w:rPr>
          <w:rFonts w:ascii="Times New Roman" w:eastAsia="Times New Roman" w:hAnsi="Times New Roman" w:cs="Times New Roman"/>
          <w:sz w:val="24"/>
        </w:rPr>
        <w:t>ВИРІШИЛА:</w:t>
      </w:r>
    </w:p>
    <w:p w:rsidR="00B60510" w:rsidRPr="00D41FA1" w:rsidRDefault="00B60510" w:rsidP="00B60510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D41FA1">
        <w:rPr>
          <w:rFonts w:ascii="Times New Roman" w:eastAsia="Times New Roman" w:hAnsi="Times New Roman" w:cs="Times New Roman"/>
          <w:sz w:val="24"/>
        </w:rPr>
        <w:t xml:space="preserve">       1. Перенести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розгляд</w:t>
      </w:r>
      <w:proofErr w:type="spellEnd"/>
      <w:r w:rsidRPr="00D41FA1">
        <w:rPr>
          <w:rFonts w:ascii="Times New Roman" w:eastAsia="Times New Roman" w:hAnsi="Times New Roman" w:cs="Times New Roman"/>
          <w:sz w:val="24"/>
        </w:rPr>
        <w:t xml:space="preserve"> заяви на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чергове</w:t>
      </w:r>
      <w:proofErr w:type="spellEnd"/>
      <w:r w:rsidRPr="00D41FA1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засідання</w:t>
      </w:r>
      <w:proofErr w:type="spellEnd"/>
      <w:r w:rsidRPr="00D41FA1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сесії</w:t>
      </w:r>
      <w:proofErr w:type="spellEnd"/>
      <w:r w:rsidRPr="00D41FA1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Крупецької</w:t>
      </w:r>
      <w:proofErr w:type="spellEnd"/>
      <w:r w:rsidRPr="00D41FA1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сільської</w:t>
      </w:r>
      <w:proofErr w:type="spellEnd"/>
      <w:r w:rsidRPr="00D41FA1">
        <w:rPr>
          <w:rFonts w:ascii="Times New Roman" w:eastAsia="Times New Roman" w:hAnsi="Times New Roman" w:cs="Times New Roman"/>
          <w:sz w:val="24"/>
        </w:rPr>
        <w:t xml:space="preserve"> ради,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Простапчука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Андрія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В</w:t>
      </w:r>
      <w:proofErr w:type="gramEnd"/>
      <w:r w:rsidRPr="00D41FA1">
        <w:rPr>
          <w:rFonts w:ascii="Times New Roman" w:eastAsia="Times New Roman" w:hAnsi="Times New Roman" w:cs="Times New Roman"/>
          <w:sz w:val="24"/>
        </w:rPr>
        <w:t>ікторовича</w:t>
      </w:r>
      <w:proofErr w:type="spellEnd"/>
      <w:r w:rsidRPr="00D41FA1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який</w:t>
      </w:r>
      <w:proofErr w:type="spellEnd"/>
      <w:r w:rsidRPr="00D41FA1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зареєстрований</w:t>
      </w:r>
      <w:proofErr w:type="spellEnd"/>
      <w:r w:rsidRPr="00D41FA1"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D41FA1">
        <w:rPr>
          <w:rFonts w:ascii="Times New Roman" w:eastAsia="Times New Roman" w:hAnsi="Times New Roman" w:cs="Times New Roman"/>
          <w:sz w:val="24"/>
        </w:rPr>
        <w:t xml:space="preserve">: </w:t>
      </w:r>
      <w:r w:rsidR="005F0CFA">
        <w:rPr>
          <w:rFonts w:ascii="Times New Roman" w:eastAsia="Times New Roman" w:hAnsi="Times New Roman" w:cs="Times New Roman"/>
          <w:sz w:val="24"/>
          <w:lang w:val="en-US"/>
        </w:rPr>
        <w:t>______________</w:t>
      </w:r>
      <w:bookmarkStart w:id="0" w:name="_GoBack"/>
      <w:bookmarkEnd w:id="0"/>
      <w:r w:rsidRPr="00D41FA1"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sz w:val="24"/>
        </w:rPr>
        <w:t>надання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дозволу</w:t>
      </w:r>
      <w:proofErr w:type="spellEnd"/>
      <w:r w:rsidRPr="00D41FA1">
        <w:rPr>
          <w:rFonts w:ascii="Times New Roman" w:eastAsia="Times New Roman" w:hAnsi="Times New Roman" w:cs="Times New Roman"/>
          <w:sz w:val="24"/>
        </w:rPr>
        <w:t xml:space="preserve"> на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розробку</w:t>
      </w:r>
      <w:proofErr w:type="spellEnd"/>
      <w:r w:rsidRPr="00D41FA1">
        <w:rPr>
          <w:rFonts w:ascii="Times New Roman" w:eastAsia="Times New Roman" w:hAnsi="Times New Roman" w:cs="Times New Roman"/>
          <w:sz w:val="24"/>
        </w:rPr>
        <w:t xml:space="preserve"> проекту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із</w:t>
      </w:r>
      <w:proofErr w:type="spellEnd"/>
      <w:r w:rsidRPr="00D41FA1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землеустрою</w:t>
      </w:r>
      <w:proofErr w:type="spellEnd"/>
      <w:r w:rsidRPr="00D41FA1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щодо</w:t>
      </w:r>
      <w:proofErr w:type="spellEnd"/>
      <w:r w:rsidRPr="00D41FA1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відведення</w:t>
      </w:r>
      <w:proofErr w:type="spellEnd"/>
      <w:r w:rsidRPr="00D41FA1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земельної</w:t>
      </w:r>
      <w:proofErr w:type="spellEnd"/>
      <w:r w:rsidRPr="00D41FA1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ділянки</w:t>
      </w:r>
      <w:proofErr w:type="spellEnd"/>
      <w:r w:rsidRPr="00D41FA1">
        <w:rPr>
          <w:rFonts w:ascii="Times New Roman" w:eastAsia="Times New Roman" w:hAnsi="Times New Roman" w:cs="Times New Roman"/>
          <w:sz w:val="24"/>
        </w:rPr>
        <w:t xml:space="preserve"> для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передачі</w:t>
      </w:r>
      <w:proofErr w:type="spellEnd"/>
      <w:r w:rsidRPr="00D41FA1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її</w:t>
      </w:r>
      <w:proofErr w:type="spellEnd"/>
      <w:r w:rsidRPr="00D41FA1">
        <w:rPr>
          <w:rFonts w:ascii="Times New Roman" w:eastAsia="Times New Roman" w:hAnsi="Times New Roman" w:cs="Times New Roman"/>
          <w:sz w:val="24"/>
        </w:rPr>
        <w:t xml:space="preserve"> у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власність</w:t>
      </w:r>
      <w:proofErr w:type="spellEnd"/>
      <w:r w:rsidRPr="00D41FA1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площею</w:t>
      </w:r>
      <w:proofErr w:type="spellEnd"/>
      <w:r w:rsidRPr="00D41FA1">
        <w:rPr>
          <w:rFonts w:ascii="Times New Roman" w:eastAsia="Times New Roman" w:hAnsi="Times New Roman" w:cs="Times New Roman"/>
          <w:sz w:val="24"/>
        </w:rPr>
        <w:t xml:space="preserve"> 1,1500 га, для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ведення</w:t>
      </w:r>
      <w:proofErr w:type="spellEnd"/>
      <w:r w:rsidRPr="00D41FA1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особистого</w:t>
      </w:r>
      <w:proofErr w:type="spellEnd"/>
      <w:r w:rsidRPr="00D41FA1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селянського</w:t>
      </w:r>
      <w:proofErr w:type="spellEnd"/>
      <w:r w:rsidRPr="00D41FA1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господарства</w:t>
      </w:r>
      <w:proofErr w:type="spellEnd"/>
      <w:r w:rsidRPr="00D41FA1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розташована</w:t>
      </w:r>
      <w:proofErr w:type="spellEnd"/>
      <w:r w:rsidRPr="00D41FA1">
        <w:rPr>
          <w:rFonts w:ascii="Times New Roman" w:eastAsia="Times New Roman" w:hAnsi="Times New Roman" w:cs="Times New Roman"/>
          <w:sz w:val="24"/>
        </w:rPr>
        <w:t xml:space="preserve"> на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сільської</w:t>
      </w:r>
      <w:proofErr w:type="spellEnd"/>
      <w:r w:rsidRPr="00D41FA1">
        <w:rPr>
          <w:rFonts w:ascii="Times New Roman" w:eastAsia="Times New Roman" w:hAnsi="Times New Roman" w:cs="Times New Roman"/>
          <w:sz w:val="24"/>
        </w:rPr>
        <w:t xml:space="preserve"> ради за межами села</w:t>
      </w:r>
      <w:proofErr w:type="gramStart"/>
      <w:r w:rsidRPr="00D41FA1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41FA1">
        <w:rPr>
          <w:rFonts w:ascii="Times New Roman" w:eastAsia="Times New Roman" w:hAnsi="Times New Roman" w:cs="Times New Roman"/>
          <w:sz w:val="24"/>
        </w:rPr>
        <w:t>Д</w:t>
      </w:r>
      <w:proofErr w:type="gramEnd"/>
      <w:r w:rsidRPr="00D41FA1">
        <w:rPr>
          <w:rFonts w:ascii="Times New Roman" w:eastAsia="Times New Roman" w:hAnsi="Times New Roman" w:cs="Times New Roman"/>
          <w:sz w:val="24"/>
        </w:rPr>
        <w:t>ідова</w:t>
      </w:r>
      <w:proofErr w:type="spellEnd"/>
      <w:r w:rsidRPr="00D41FA1">
        <w:rPr>
          <w:rFonts w:ascii="Times New Roman" w:eastAsia="Times New Roman" w:hAnsi="Times New Roman" w:cs="Times New Roman"/>
          <w:sz w:val="24"/>
        </w:rPr>
        <w:t xml:space="preserve"> Гора. </w:t>
      </w:r>
    </w:p>
    <w:p w:rsidR="00B60510" w:rsidRPr="00D41FA1" w:rsidRDefault="00B60510" w:rsidP="00B6051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Контроль за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D41F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B60510" w:rsidRPr="00D41FA1" w:rsidRDefault="00B60510" w:rsidP="00B6051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60510" w:rsidRPr="00CD53EA" w:rsidRDefault="00B60510" w:rsidP="00B60510">
      <w:pPr>
        <w:pStyle w:val="HTML0"/>
        <w:spacing w:line="276" w:lineRule="auto"/>
        <w:rPr>
          <w:rFonts w:ascii="Times New Roman" w:hAnsi="Times New Roman"/>
        </w:rPr>
      </w:pPr>
    </w:p>
    <w:p w:rsidR="00B60510" w:rsidRPr="00CD53EA" w:rsidRDefault="00B60510" w:rsidP="00B60510">
      <w:pPr>
        <w:pStyle w:val="HTML0"/>
        <w:spacing w:line="276" w:lineRule="auto"/>
        <w:rPr>
          <w:rFonts w:ascii="Times New Roman" w:hAnsi="Times New Roman"/>
        </w:rPr>
      </w:pPr>
    </w:p>
    <w:p w:rsidR="00B60510" w:rsidRPr="00CD53EA" w:rsidRDefault="00B60510" w:rsidP="00B60510">
      <w:pPr>
        <w:pStyle w:val="HTML0"/>
        <w:spacing w:line="276" w:lineRule="auto"/>
        <w:rPr>
          <w:rFonts w:ascii="Times New Roman" w:hAnsi="Times New Roman"/>
        </w:rPr>
      </w:pPr>
    </w:p>
    <w:p w:rsidR="003E466B" w:rsidRPr="00B60510" w:rsidRDefault="00B60510" w:rsidP="00B60510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CD53EA">
        <w:rPr>
          <w:rFonts w:ascii="Times New Roman" w:hAnsi="Times New Roman"/>
        </w:rPr>
        <w:t>Сільський</w:t>
      </w:r>
      <w:proofErr w:type="spellEnd"/>
      <w:r w:rsidRPr="00CD53EA">
        <w:rPr>
          <w:rFonts w:ascii="Times New Roman" w:hAnsi="Times New Roman"/>
        </w:rPr>
        <w:t xml:space="preserve"> голова                                                                                  </w:t>
      </w:r>
      <w:proofErr w:type="spellStart"/>
      <w:r w:rsidRPr="00CD53EA">
        <w:rPr>
          <w:rFonts w:ascii="Times New Roman" w:hAnsi="Times New Roman"/>
        </w:rPr>
        <w:t>Валерій</w:t>
      </w:r>
      <w:proofErr w:type="spellEnd"/>
      <w:r w:rsidRPr="00CD53EA">
        <w:rPr>
          <w:rFonts w:ascii="Times New Roman" w:hAnsi="Times New Roman"/>
        </w:rPr>
        <w:t xml:space="preserve"> МИХАЛЮК</w:t>
      </w:r>
    </w:p>
    <w:sectPr w:rsidR="003E466B" w:rsidRPr="00B6051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0510"/>
    <w:rsid w:val="00171A2E"/>
    <w:rsid w:val="00304C90"/>
    <w:rsid w:val="003E466B"/>
    <w:rsid w:val="00505B6D"/>
    <w:rsid w:val="005F0CFA"/>
    <w:rsid w:val="006D3977"/>
    <w:rsid w:val="007D6C18"/>
    <w:rsid w:val="00B60510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60510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B605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60510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60510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B605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60510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249</Words>
  <Characters>1425</Characters>
  <Application>Microsoft Office Word</Application>
  <DocSecurity>0</DocSecurity>
  <Lines>11</Lines>
  <Paragraphs>3</Paragraphs>
  <ScaleCrop>false</ScaleCrop>
  <Company>Microsoft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2020-09-29T17:02:00Z</dcterms:created>
  <dcterms:modified xsi:type="dcterms:W3CDTF">2020-09-30T04:28:00Z</dcterms:modified>
</cp:coreProperties>
</file>