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916" w:rsidRDefault="00412916" w:rsidP="00412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412916" w:rsidRDefault="00412916" w:rsidP="00412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5DA116" wp14:editId="1BF9B9D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542" name="Группа 155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6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2916" w:rsidRDefault="00412916" w:rsidP="0041291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54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NnU14B/dgAA&#10;I1kEAA4AAAAAAAAAAAAAAAAALgIAAGRycy9lMm9Eb2MueG1sUEsBAi0AFAAGAAgAAAAhAClDnfPe&#10;AAAABwEAAA8AAAAAAAAAAAAAAAAA2XgAAGRycy9kb3ducmV2LnhtbFBLBQYAAAAABAAEAPMAAADk&#10;e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KQbcIA&#10;AADdAAAADwAAAGRycy9kb3ducmV2LnhtbERPTWvCQBC9F/wPyxS81U0TiJK6ikiVHIRiWu9DdkxC&#10;s7Mhu03iv3eFgrd5vM9ZbyfTioF611hW8L6IQBCXVjdcKfj5PrytQDiPrLG1TApu5GC7mb2sMdN2&#10;5DMNha9ECGGXoYLa+y6T0pU1GXQL2xEH7mp7gz7AvpK6xzGEm1bGUZRKgw2Hhho72tdU/hZ/RoFN&#10;jvnpUsXn5JOXnndfq+tlOik1f512HyA8Tf4p/nfnOsxP0hQe34QT5OY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pBt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jx+MUA&#10;AADdAAAADwAAAGRycy9kb3ducmV2LnhtbERPS2sCMRC+F/ofwhR6Ec22wlq3RhFh+zoUfECvw2bc&#10;rG4mS5Lq6q9vCoXe5uN7zmzR21acyIfGsYKHUQaCuHK64VrBblsOn0CEiKyxdUwKLhRgMb+9mWGh&#10;3ZnXdNrEWqQQDgUqMDF2hZShMmQxjFxHnLi98xZjgr6W2uM5hdtWPmZZLi02nBoMdrQyVB0331bB&#10;ofw0X6vJ9cUPpmu6DsqP1/Y9V+r+rl8+g4jUx3/xn/tNp/njfAK/36QT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ePH4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8H9cMA&#10;AADdAAAADwAAAGRycy9kb3ducmV2LnhtbESPzYrCMBDH7wv7DmEWvCyauoJINYos6yJexI8HGJqx&#10;KTaT0kRb3945CN5mmP/Hbxar3tfqTm2sAhsYjzJQxEWwFZcGzqfNcAYqJmSLdWAy8KAIq+XnxwJz&#10;Gzo+0P2YSiUhHHM04FJqcq1j4chjHIWGWG6X0HpMsralti12Eu5r/ZNlU+2xYmlw2NCvo+J6vHkp&#10;2U9wv7t0p81/jx3+7Rx/rw/GDL769RxUoj69xS/31gr+ZCq48o2Mo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8H9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h3zsQA&#10;AADdAAAADwAAAGRycy9kb3ducmV2LnhtbERPTUsDMRC9C/0PYQRvNmvVta5Ni1QFETxYC6W3YTPd&#10;XbqZhGTsrv/eCIK3ebzPWaxG16sTxdR5NnA1LUAR19523BjYfr5czkElQbbYeyYD35RgtZycLbCy&#10;fuAPOm2kUTmEU4UGWpFQaZ3qlhymqQ/EmTv46FAyjI22EYcc7no9K4pSO+w4N7QYaN1Sfdx8OQPv&#10;w3N4uytvD2Efb2Y6PVnZrcWYi/Px8QGU0Cj/4j/3q83zr8t7+P0mn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Id8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CdLsMA&#10;AADdAAAADwAAAGRycy9kb3ducmV2LnhtbESPzWrCQBDH74LvsEyhF6mbKlRJXUVERbyIHw8wZMds&#10;aHY2ZLcmfXvnIPQ2w/w/frNY9b5WD2pjFdjA5zgDRVwEW3Fp4HbdfcxBxYRssQ5MBv4owmo5HCww&#10;t6HjMz0uqVQSwjFHAy6lJtc6Fo48xnFoiOV2D63HJGtbattiJ+G+1pMs+9IeK5YGhw1tHBU/l18v&#10;Jacpno737rrb99jh9uh4tD4b8/7Wr79BJerTv/jlPljBn86EX76REf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pCdL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ftFcQA&#10;AADdAAAADwAAAGRycy9kb3ducmV2LnhtbERPTUsDMRC9C/6HMIK3NtuqbVmbltIqiNCDVZDehs10&#10;d3EzCcnYXf+9EQre5vE+Z7keXKfOFFPr2cBkXIAirrxtuTbw8f48WoBKgmyx80wGfijBenV9tcTS&#10;+p7f6HyQWuUQTiUaaERCqXWqGnKYxj4QZ+7ko0PJMNbaRuxzuOv0tChm2mHLuaHBQNuGqq/DtzOw&#10;75/C63z2cArHeD/VaWflcyvG3N4Mm0dQQoP8iy/uF5vn380n8PdNP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n7R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THMQA&#10;AADdAAAADwAAAGRycy9kb3ducmV2LnhtbERP32vCMBB+H/g/hBP2IjNVcRudUXQQFByMqbDXoznb&#10;suZSkmi7/34RhL3dx/fzFqveNuJKPtSOFUzGGQjiwpmaSwWno356BREissHGMSn4pQCr5eBhgblx&#10;HX/R9RBLkUI45KigirHNpQxFRRbD2LXEiTs7bzEm6EtpPHYp3DZymmXP0mLNqaHClt4rKn4OF6tg&#10;89mVMz8qNr3bn7ffc62N/tBKPQ779RuISH38F9/dO5Pmz16mcPsmnS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10x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EswsIA&#10;AADdAAAADwAAAGRycy9kb3ducmV2LnhtbERPzWoCMRC+C75DGMGbZtW2ytYooiwU6aW2DzBsxs3W&#10;zWRJ4rp9+0YQvM3H9zvrbW8b0ZEPtWMFs2kGgrh0uuZKwc93MVmBCBFZY+OYFPxRgO1mOFhjrt2N&#10;v6g7xUqkEA45KjAxtrmUoTRkMUxdS5y4s/MWY4K+ktrjLYXbRs6z7E1arDk1GGxpb6i8nK5WQXGc&#10;f3aXq/aF2/Uvll7N7+pglBqP+t07iEh9fIof7g+d5i+WC7h/k06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SzC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Du88QA&#10;AADdAAAADwAAAGRycy9kb3ducmV2LnhtbERP32vCMBB+H/g/hBN8GZpO5ybVKHMQJmwg04GvR3O2&#10;xeZSksx2/70ZDPZ2H9/PW21624gr+VA7VvAwyUAQF87UXCr4OurxAkSIyAYbx6TghwJs1oO7FebG&#10;dfxJ10MsRQrhkKOCKsY2lzIUFVkME9cSJ+7svMWYoC+l8dilcNvIaZY9SYs1p4YKW3qtqLgcvq2C&#10;7b4rZ/6+2Pbu/fx2mmtt9IdWajTsX5YgIvXxX/zn3pk0f/b8CL/fpB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Q7v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QRLcIA&#10;AADdAAAADwAAAGRycy9kb3ducmV2LnhtbERP22oCMRB9L/gPYYS+1azWG1ujiGWhiC/afsCwGTdb&#10;N5Mliev27xtB8G0O5zqrTW8b0ZEPtWMF41EGgrh0uuZKwc938bYEESKyxsYxKfijAJv14GWFuXY3&#10;PlJ3ipVIIRxyVGBibHMpQ2nIYhi5ljhxZ+ctxgR9JbXHWwq3jZxk2VxarDk1GGxpZ6i8nK5WQbGf&#10;HLrLVfvCbfuppZn5XX4apV6H/fYDRKQ+PsUP95dO898XM7h/k06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ZBEt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OVfL8A&#10;AADdAAAADwAAAGRycy9kb3ducmV2LnhtbERPzYrCMBC+C75DGMGbpupapRpFBGU92t0HGJqxLTaT&#10;2kRb394Igrf5+H5nve1MJR7UuNKygsk4AkGcWV1yruD/7zBagnAeWWNlmRQ8ycF20++tMdG25TM9&#10;Up+LEMIuQQWF93UipcsKMujGtiYO3MU2Bn2ATS51g20IN5WcRlEsDZYcGgqsaV9Qdk3vRsHPsz3e&#10;0vk1OmhDk9OsPrHP5koNB91uBcJT57/ij/tXh/mzRQzvb8IJcvM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85V8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0p+8IA&#10;AADdAAAADwAAAGRycy9kb3ducmV2LnhtbERPS4vCMBC+L/gfwix403QV1K2mIorL4km76nlopg9s&#10;JqWJWv+9EYS9zcf3nMWyM7W4Uesqywq+hhEI4szqigsFx7/tYAbCeWSNtWVS8CAHy6T3scBY2zsf&#10;6Jb6QoQQdjEqKL1vYildVpJBN7QNceBy2xr0AbaF1C3eQ7ip5SiKJtJgxaGhxIbWJWWX9GoUXCfn&#10;0ZHznd6nm8fP92a7cvJUKNX/7FZzEJ46/y9+u391mD+eTuH1TThBJ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LSn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HCjsgA&#10;AADdAAAADwAAAGRycy9kb3ducmV2LnhtbESPQU/CQBCF7yb8h82QeJMtYCpUFoImJsBBIuLB29gd&#10;2kJ3tnZXqP+eOZh4m8l78943s0XnanWmNlSeDQwHCSji3NuKCwP795e7CagQkS3WnsnALwVYzHs3&#10;M8ysv/AbnXexUBLCIUMDZYxNpnXIS3IYBr4hFu3gW4dR1rbQtsWLhLtaj5Ik1Q4rloYSG3ouKT/t&#10;fpyBj+0knW6f1vfHzesXjp39/rRVasxtv1s+gorUxX/z3/XKCv74QXDlGxlBz6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EcKO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Wl5sQA&#10;AADdAAAADwAAAGRycy9kb3ducmV2LnhtbERPS2vCQBC+F/wPywi91Y1GUo2u0gfG0pNVweuQHZNg&#10;djZktzH213eFQm/z8T1nue5NLTpqXWVZwXgUgSDOra64UHA8bJ5mIJxH1lhbJgU3crBeDR6WmGp7&#10;5S/q9r4QIYRdigpK75tUSpeXZNCNbEMcuLNtDfoA20LqFq8h3NRyEkWJNFhxaCixobeS8sv+2yj4&#10;SU64c9vJ63usPd2ms8x+7jKlHof9ywKEp97/i//cHzrMj5/ncP8mn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lpe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Iv5MUA&#10;AADdAAAADwAAAGRycy9kb3ducmV2LnhtbESPQW/CMAyF75P4D5GRdhspjCEoBIQmJu22tfADrMak&#10;FY1Tmgy6/fr5MGk3W+/5vc+b3eBbdaM+NoENTCcZKOIq2IadgdPx7WkJKiZki21gMvBNEXbb0cMG&#10;cxvuXNCtTE5JCMccDdQpdbnWsarJY5yEjli0c+g9Jll7p22Pdwn3rZ5l2UJ7bFgaauzotabqUn55&#10;A9cwe7FDecCPy2H12Tg3v/4Uc2Mex8N+DSrRkP7Nf9fvVvCfl8Iv38gI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Ei/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8AF8MA&#10;AADdAAAADwAAAGRycy9kb3ducmV2LnhtbERPyW7CMBC9I/EP1lTqjTiAoGnAIKhUiSvLocepPSSh&#10;8TjEBlK+vq6ExG2e3jrzZWdrcaXWV44VDJMUBLF2puJCwWH/OchA+IBssHZMCn7Jw3LR780xN+7G&#10;W7ruQiFiCPscFZQhNLmUXpdk0SeuIY7c0bUWQ4RtIU2LtxhuazlK06m0WHFsKLGhj5L0z+5iFWyq&#10;b5pM9fHdZmu9/bqfw/jtZJR6felWMxCBuvAUP9wbE+ePsyH8fxN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8AF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RtlMUA&#10;AADdAAAADwAAAGRycy9kb3ducmV2LnhtbERP0WrCQBB8L/gPxwp9qxdTKBo9gxGEllZBLfV1yW1z&#10;obm9kLvG+Pe9guDb7M7OzM4yH2wjeup87VjBdJKAIC6drrlS8HnaPs1A+ICssXFMCq7kIV+NHpaY&#10;aXfhA/XHUIlowj5DBSaENpPSl4Ys+olriSP37TqLIY5dJXWHl2huG5kmyYu0WHNMMNjSxlD5c/y1&#10;CnrcX5OzKXbzt/qjTPfF17uOe/U4HtYLEIGGcD++qV91fP95lsJ/mwh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G2U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N2b8IA&#10;AADdAAAADwAAAGRycy9kb3ducmV2LnhtbERPTUvDQBC9C/0Pywi92Y0pSIndllJo8VijB49jdppN&#10;zc6E3bWJ/npXELzN433Oejv5Xl0pxE7YwP2iAEXciO24NfD6crhbgYoJ2WIvTAa+KMJ2M7tZY2Vl&#10;5Ge61qlVOYRjhQZcSkOldWwceYwLGYgzd5bgMWUYWm0Djjnc97osigftsePc4HCgvaPmo/70BsZj&#10;834pz2/WfYdBDvVJLmUvxsxvp90jqERT+hf/uZ9snr9cLeH3m3yC3v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03Z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GovMQA&#10;AADdAAAADwAAAGRycy9kb3ducmV2LnhtbERP22oCMRB9L/gPYQp9q9naUpfVKFYrFFHE2/u4GXfX&#10;JpNlk+r27xuh4NscznWG49YacaHGV44VvHQTEMS50xUXCva7+XMKwgdkjcYxKfglD+NR52GImXZX&#10;3tBlGwoRQ9hnqKAMoc6k9HlJFn3X1cSRO7nGYoiwKaRu8BrDrZG9JHmXFiuODSXWNC0p/97+WAXz&#10;9cyce6vN5CDD9LN/NOniY7ZU6umxnQxABGrDXfzv/tJx/mv6Brdv4gly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RqL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AnsUA&#10;AADdAAAADwAAAGRycy9kb3ducmV2LnhtbERPTWvCQBC9F/wPyxS8lGajYglpVhFBVGhB00Kvk+w0&#10;CWZnQ3aN8d93C4Xe5vE+J1uPphUD9a6xrGAWxSCIS6sbrhR8fuyeExDOI2tsLZOCOzlYryYPGaba&#10;3vhMQ+4rEULYpaig9r5LpXRlTQZdZDviwH3b3qAPsK+k7vEWwk0r53H8Ig02HBpq7GhbU3nJr0bB&#10;cHorqsPguuMleXLLRbHfv+svpaaP4+YVhKfR/4v/3Acd5i+SJfx+E0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sCe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2916" w:rsidRDefault="00412916" w:rsidP="0041291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kiIMUA&#10;AADdAAAADwAAAGRycy9kb3ducmV2LnhtbERPS2sCMRC+F/wPYQq91WytlXU1igoFL4X6OOht3Iy7&#10;i5vJmqS69dcbodDbfHzPGU9bU4sLOV9ZVvDWTUAQ51ZXXCjYbj5fUxA+IGusLZOCX/IwnXSexphp&#10;e+UVXdahEDGEfYYKyhCaTEqfl2TQd21DHLmjdQZDhK6Q2uE1hpta9pJkIA1WHBtKbGhRUn5a/xgF&#10;82E6P3/3+eu2OuxpvzucPnouUerluZ2NQARqw7/4z73Ucf57OoDHN/EE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ySIgxQAAAN0AAAAPAAAAAAAAAAAAAAAAAJgCAABkcnMv&#10;ZG93bnJldi54bWxQSwUGAAAAAAQABAD1AAAAigMAAAAA&#10;" fillcolor="black" stroked="f">
                  <v:textbox>
                    <w:txbxContent>
                      <w:p w:rsidR="00412916" w:rsidRDefault="00412916" w:rsidP="0041291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xEtcUA&#10;AADdAAAADwAAAGRycy9kb3ducmV2LnhtbERPS2vCQBC+C/6HZYTedKOlGqKraB8gVA8+Dh6n2Wmy&#10;JDsbsluN/fXdQqG3+fies1h1thZXar1xrGA8SkAQ504bLhScT2/DFIQPyBprx6TgTh5Wy35vgZl2&#10;Nz7Q9RgKEUPYZ6igDKHJpPR5SRb9yDXEkft0rcUQYVtI3eIthttaTpJkKi0ajg0lNvRcUl4dv6yC&#10;y/vUpAdDk4/d9+ZV756qzf6lUuph0K3nIAJ14V/8597qOP8xncHvN/EE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rES1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bucsYA&#10;AADdAAAADwAAAGRycy9kb3ducmV2LnhtbESPQU/DMAyF70j7D5GRdmMpIKGqLJumTQguOzCGuFqN&#10;abo2Tkmyrduvxwckbrbe83uf58vR9+pEMbWBDdzPClDEdbAtNwb2Hy93JaiUkS32gcnAhRIsF5Ob&#10;OVY2nPmdTrvcKAnhVKEBl/NQaZ1qRx7TLAzEon2H6DHLGhttI54l3Pf6oSietMeWpcHhQGtHdbc7&#10;egNx9bXprnz87Irr9pJeD+NPic6Y6e24egaVacz/5r/rNyv4j6Xgyjcygl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buc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7uW8MA&#10;AADdAAAADwAAAGRycy9kb3ducmV2LnhtbERP22oCMRB9F/oPYYS+SM1WwcvWKKVQKCiClw+Ybqa7&#10;i8lk2Ux19etNoeDbHM51FqvOO3WmNtaBDbwOM1DERbA1lwaOh8+XGagoyBZdYDJwpQir5VNvgbkN&#10;F97ReS+lSiEcczRQiTS51rGoyGMchoY4cT+h9SgJtqW2LV5SuHd6lGUT7bHm1FBhQx8VFaf9rzfg&#10;Rt9uvp7GjVyPepPdvOwGW2vMc797fwMl1MlD/O/+smn+eDaHv2/SCXp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7uW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HeX8cA&#10;AADdAAAADwAAAGRycy9kb3ducmV2LnhtbESPT0/DMAzF70h8h8hI3Fi6ISEoy6b90aReOFCGdvUa&#10;r6mWOFUTtsKnxwckbrbe83s/z5dj8OpCQ+oiG5hOClDETbQdtwb2H7uHZ1ApI1v0kcnANyVYLm5v&#10;5ljaeOV3utS5VRLCqUQDLue+1Do1jgKmSeyJRTvFIWCWdWi1HfAq4cHrWVE86YAdS4PDnjaOmnP9&#10;FQxs697P9pVbp8Pn2/Hoq58dHbbG3N+Nq1dQmcb8b/67rqzgP74Iv3wjI+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h3l/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o0dcMA&#10;AADdAAAADwAAAGRycy9kb3ducmV2LnhtbERPS2sCMRC+F/wPYQRvNbGCtVujSHFB6Kk+Dt6GZLq7&#10;dTNZNnF3/femUOhtPr7nrDaDq0VHbag8a5hNFQhi423FhYbTMX9egggR2WLtmTTcKcBmPXpaYWZ9&#10;z1/UHWIhUgiHDDWUMTaZlMGU5DBMfUOcuG/fOowJtoW0LfYp3NXyRamFdFhxaiixoY+SzPVwcxp+&#10;cvnpjUJzPp37vX297BZUK60n42H7DiLSEP/Ff+69TfPnbzP4/Sa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3o0d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ILMQA&#10;AADdAAAADwAAAGRycy9kb3ducmV2LnhtbERPS2vCQBC+F/oflil4q5tGKJq6EVsQROlBU0qP0+zk&#10;QbKzYXfV+O+7BcHbfHzPWa5G04szOd9aVvAyTUAQl1a3XCv4KjbPcxA+IGvsLZOCK3lY5Y8PS8y0&#10;vfCBzsdQixjCPkMFTQhDJqUvGzLop3YgjlxlncEQoauldniJ4aaXaZK8SoMtx4YGB/poqOyOJ6Pg&#10;57Tn6nO2W7v38G3Hwnfp77xTavI0rt9ABBrDXXxzb3WcP1uk8P9NPEH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CCzEAAAA3Q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2916" w:rsidRDefault="00412916" w:rsidP="0041291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cXZcQA&#10;AADdAAAADwAAAGRycy9kb3ducmV2LnhtbERPTWsCMRC9C/0PYQreNFutRVej1ILgRajWg97Gzbi7&#10;uJlsk6hbf30jCN7m8T5nMmtMJS7kfGlZwVs3AUGcWV1yrmD7s+gMQfiArLGyTAr+yMNs+tKaYKrt&#10;ldd02YRcxBD2KSooQqhTKX1WkEHftTVx5I7WGQwRulxqh9cYbirZS5IPabDk2FBgTV8FZafN2SiY&#10;j4bz3+93Xt3Whz3td4fToOcSpdqvzecYRKAmPMUP91LH+f1RH+7fxBPk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nF2XEAAAA3QAAAA8AAAAAAAAAAAAAAAAAmAIAAGRycy9k&#10;b3ducmV2LnhtbFBLBQYAAAAABAAEAPUAAACJAwAAAAA=&#10;" fillcolor="black" stroked="f">
                  <v:textbox>
                    <w:txbxContent>
                      <w:p w:rsidR="00412916" w:rsidRDefault="00412916" w:rsidP="0041291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J1EMMA&#10;AADdAAAADwAAAGRycy9kb3ducmV2LnhtbERPTUsDMRC9C/6HMEJvNqsVsdumZSlIi6dttfQ63Yyb&#10;xc1kSWK6/fdGELzN433Ocj3aXiTyoXOs4GFagCBunO64VfDx/nr/AiJEZI29Y1JwpQDr1e3NEkvt&#10;LryndIityCEcSlRgYhxKKUNjyGKYuoE4c5/OW4wZ+lZqj5ccbnv5WBTP0mLHucHgQBtDzdfh2ypI&#10;501dzdIpmf2br1rv6u3xXCs1uRurBYhIY/wX/7l3Os+fzZ/g95t8gl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J1EMMAAADd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2916" w:rsidRDefault="00412916" w:rsidP="0041291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kwecQA&#10;AADdAAAADwAAAGRycy9kb3ducmV2LnhtbERPTWvCQBC9F/wPyxS86cZKRVNXKaLS9qJGwR6H7DQb&#10;zM6G7BrT/vpuQehtHu9z5svOVqKlxpeOFYyGCQji3OmSCwWn42YwBeEDssbKMSn4Jg/LRe9hjql2&#10;Nz5Qm4VCxBD2KSowIdSplD43ZNEPXU0cuS/XWAwRNoXUDd5iuK3kU5JMpMWSY4PBmlaG8kt2tQr8&#10;aLU+f9ifWfu5NbzL3s1kXxil+o/d6wuIQF34F9/dbzrOH8+e4e+beIJ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5MHn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2916" w:rsidRDefault="00412916" w:rsidP="0041291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2916" w:rsidRDefault="00412916" w:rsidP="00412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412916" w:rsidRDefault="00412916" w:rsidP="00412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412916" w:rsidRDefault="00412916" w:rsidP="00412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12916" w:rsidRDefault="00412916" w:rsidP="0041291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12916" w:rsidRDefault="00412916" w:rsidP="00412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12916" w:rsidRDefault="00412916" w:rsidP="00412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12916" w:rsidRDefault="00412916" w:rsidP="00412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2916" w:rsidRDefault="00412916" w:rsidP="00412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12916" w:rsidRDefault="00412916" w:rsidP="00412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2916" w:rsidRDefault="00412916" w:rsidP="004129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12916" w:rsidRDefault="00412916" w:rsidP="00412916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2916" w:rsidRDefault="00412916" w:rsidP="00412916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</w:t>
      </w:r>
      <w:r w:rsidRPr="00680A60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      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412916" w:rsidRDefault="00412916" w:rsidP="0041291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Романюк Т.В.</w:t>
      </w:r>
    </w:p>
    <w:p w:rsid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2916" w:rsidRDefault="00412916" w:rsidP="00412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Романюк Т.В,  сільська  рада </w:t>
      </w:r>
    </w:p>
    <w:p w:rsidR="00412916" w:rsidRDefault="00412916" w:rsidP="00412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12916" w:rsidRDefault="00412916" w:rsidP="00412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Романюк Тетяні Василівні,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F26A72" w:rsidRPr="00F26A72">
        <w:rPr>
          <w:rFonts w:ascii="Times New Roman" w:eastAsia="Times New Roman" w:hAnsi="Times New Roman" w:cs="Times New Roman"/>
          <w:sz w:val="24"/>
        </w:rPr>
        <w:t>__________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26A72" w:rsidRPr="00F26A7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0,1261 га, кадастровий номер: 6823984000:01:006:0012,</w:t>
      </w:r>
      <w:r w:rsidRPr="00222B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 Шепетівський   район, село Крупець,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..Олександра Гуменюка,12. </w:t>
      </w:r>
    </w:p>
    <w:p w:rsidR="00412916" w:rsidRDefault="00412916" w:rsidP="00412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2.Романюк Т.В. посвідчити своє право  в  установленому  законом  порядку.</w:t>
      </w:r>
    </w:p>
    <w:p w:rsidR="00412916" w:rsidRPr="00412916" w:rsidRDefault="00412916" w:rsidP="004129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E5C77" w:rsidRPr="00412916" w:rsidRDefault="00412916" w:rsidP="004129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9E5C77" w:rsidRPr="00412916" w:rsidSect="00412916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2916"/>
    <w:rsid w:val="00412916"/>
    <w:rsid w:val="009E5C77"/>
    <w:rsid w:val="00F2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91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268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2021-07-19T06:07:00Z</dcterms:created>
  <dcterms:modified xsi:type="dcterms:W3CDTF">2021-07-19T06:36:00Z</dcterms:modified>
</cp:coreProperties>
</file>