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94B" w:rsidRPr="00DF573A" w:rsidRDefault="0050694B" w:rsidP="0050694B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694B" w:rsidRDefault="0050694B" w:rsidP="005069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0694B" w:rsidRDefault="0050694B" w:rsidP="005069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0694B" w:rsidRDefault="0050694B" w:rsidP="005069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694B" w:rsidRDefault="0050694B" w:rsidP="005069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694B" w:rsidRDefault="0050694B" w:rsidP="005069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694B" w:rsidRDefault="0050694B" w:rsidP="005069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694B" w:rsidRDefault="0050694B" w:rsidP="005069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0694B" w:rsidRDefault="0050694B" w:rsidP="0050694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0694B" w:rsidRDefault="0050694B" w:rsidP="005069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0694B" w:rsidRDefault="0050694B" w:rsidP="005069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0694B" w:rsidRDefault="0050694B" w:rsidP="005069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694B" w:rsidRDefault="0050694B" w:rsidP="005069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0694B" w:rsidRDefault="0050694B" w:rsidP="005069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694B" w:rsidRDefault="0050694B" w:rsidP="005069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0694B" w:rsidRDefault="0050694B" w:rsidP="0050694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0694B" w:rsidRPr="00F077F2" w:rsidRDefault="0050694B" w:rsidP="0050694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№17</w:t>
      </w:r>
    </w:p>
    <w:p w:rsidR="0050694B" w:rsidRPr="00CF04D8" w:rsidRDefault="0050694B" w:rsidP="0050694B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50694B" w:rsidRPr="00CF04D8" w:rsidRDefault="0050694B" w:rsidP="0050694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50694B" w:rsidRPr="00CF04D8" w:rsidRDefault="0050694B" w:rsidP="0050694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техн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50694B" w:rsidRPr="00CF04D8" w:rsidRDefault="0050694B" w:rsidP="0050694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) меж </w:t>
      </w:r>
    </w:p>
    <w:p w:rsidR="0050694B" w:rsidRPr="00CF04D8" w:rsidRDefault="0050694B" w:rsidP="0050694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50694B" w:rsidRPr="00CF04D8" w:rsidRDefault="0050694B" w:rsidP="0050694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Сваричевській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О.А.</w:t>
      </w:r>
    </w:p>
    <w:p w:rsidR="0050694B" w:rsidRPr="00CF04D8" w:rsidRDefault="0050694B" w:rsidP="0050694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50694B" w:rsidRPr="00CF04D8" w:rsidRDefault="0050694B" w:rsidP="0050694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Сваричевської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О.А.,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50694B" w:rsidRPr="00CF04D8" w:rsidRDefault="0050694B" w:rsidP="0050694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50694B" w:rsidRDefault="0050694B" w:rsidP="0050694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1.Надати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Сваричевській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Олені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Анатоліївні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</w:p>
    <w:p w:rsidR="0050694B" w:rsidRPr="00CF04D8" w:rsidRDefault="00E45A55" w:rsidP="0050694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_____________</w:t>
      </w:r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ічної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документації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0,2500 га,  для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="005069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="005069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 в с.</w:t>
      </w:r>
      <w:r w:rsidR="0050694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, по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spellStart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Л.Українки</w:t>
      </w:r>
      <w:proofErr w:type="spellEnd"/>
      <w:r w:rsidR="0050694B" w:rsidRPr="00CF04D8">
        <w:rPr>
          <w:rFonts w:ascii="Times New Roman" w:eastAsia="Calibri" w:hAnsi="Times New Roman" w:cs="Times New Roman"/>
          <w:sz w:val="24"/>
          <w:szCs w:val="24"/>
        </w:rPr>
        <w:t>, 33.</w:t>
      </w:r>
    </w:p>
    <w:p w:rsidR="0050694B" w:rsidRPr="00CF04D8" w:rsidRDefault="0050694B" w:rsidP="0050694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 2.Сваричевській О.А.,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) та подати на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50694B" w:rsidRPr="00CF04D8" w:rsidRDefault="0050694B" w:rsidP="0050694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50694B" w:rsidRPr="00CF04D8" w:rsidRDefault="0050694B" w:rsidP="0050694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50694B" w:rsidRPr="00CF04D8" w:rsidRDefault="0050694B" w:rsidP="0050694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694B" w:rsidRPr="00CF04D8" w:rsidRDefault="0050694B" w:rsidP="0050694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0694B" w:rsidRPr="00CF04D8" w:rsidRDefault="0050694B" w:rsidP="0050694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голова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 </w:t>
      </w:r>
    </w:p>
    <w:p w:rsidR="006F3668" w:rsidRDefault="006F3668"/>
    <w:sectPr w:rsidR="006F3668" w:rsidSect="0050694B">
      <w:pgSz w:w="12240" w:h="15840"/>
      <w:pgMar w:top="567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94B"/>
    <w:rsid w:val="00171A2E"/>
    <w:rsid w:val="00304C90"/>
    <w:rsid w:val="00505B6D"/>
    <w:rsid w:val="0050694B"/>
    <w:rsid w:val="006D3977"/>
    <w:rsid w:val="006F3668"/>
    <w:rsid w:val="007D6C18"/>
    <w:rsid w:val="00D1641A"/>
    <w:rsid w:val="00E4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50694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50694B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0694B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50694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50694B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0694B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265</Words>
  <Characters>1513</Characters>
  <Application>Microsoft Office Word</Application>
  <DocSecurity>0</DocSecurity>
  <Lines>12</Lines>
  <Paragraphs>3</Paragraphs>
  <ScaleCrop>false</ScaleCrop>
  <Company>Microsoft</Company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2021-03-02T13:55:00Z</dcterms:created>
  <dcterms:modified xsi:type="dcterms:W3CDTF">2021-03-02T14:31:00Z</dcterms:modified>
</cp:coreProperties>
</file>