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8C9" w:rsidRPr="00B623A8" w:rsidRDefault="00E41DFB" w:rsidP="002C38C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cK3sMA&#10;AADdAAAADwAAAGRycy9kb3ducmV2LnhtbESPT4vCMBTE74LfIbwFb5pqRaXbKCIqHgRR1/ujef3D&#10;Ni+liVq//WZB8DjMzG+YdNWZWjyodZVlBeNRBII4s7riQsHPdTdcgHAeWWNtmRS8yMFq2e+lmGj7&#10;5DM9Lr4QAcIuQQWl900ipctKMuhGtiEOXm5bgz7ItpC6xWeAm1pOomgmDVYcFkpsaFNS9nu5GwU2&#10;3h+Ot2Jyjrc897w+LfJbd1Rq8NWtv0F46vwn/G4ftILpdBzD/5vwBO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0cK3s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C38C9" w:rsidRDefault="002C38C9" w:rsidP="002C38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hWpMgA&#10;AADdAAAADwAAAGRycy9kb3ducmV2LnhtbESPQWsCMRSE74X+h/AEL1KzlkXbrVGKsG31IGgLvT42&#10;r5u1m5clibr11zcFocdhZr5h5svetuJEPjSOFUzGGQjiyumGawUf7+XdA4gQkTW2jknBDwVYLm5v&#10;5lhod+YdnfaxFgnCoUAFJsaukDJUhiyGseuIk/flvMWYpK+l9nhOcNvK+yybSosNpwWDHa0MVd/7&#10;o1VwKLfmczW7vPjR444uo3Lz2q6nSg0H/fMTiEh9/A9f229aQZ5Pcvh7k56AX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uFak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C38C9" w:rsidRDefault="002C38C9" w:rsidP="002C38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yRQMUA&#10;AADdAAAADwAAAGRycy9kb3ducmV2LnhtbESP3WrCQBCF7wu+wzIFb4putGmR6CaI1FJyI/48wJAd&#10;s6HZ2ZDdmvj2bqHQy8P5+TibYrStuFHvG8cKFvMEBHHldMO1gst5P1uB8AFZY+uYFNzJQ5FPnjaY&#10;aTfwkW6nUIs4wj5DBSaELpPSV4Ys+rnriKN3db3FEGVfS93jEMdtK5dJ8i4tNhwJBjvaGaq+Tz82&#10;Qg6veCivw3n/OeKAH6Xhl+1RqenzuF2DCDSG//Bf+0srSNPFG/y+iU9A5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LJFA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C38C9" w:rsidRDefault="002C38C9" w:rsidP="002C38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Xal8YA&#10;AADdAAAADwAAAGRycy9kb3ducmV2LnhtbESPQUvDQBSE70L/w/KE3uymJUaJ3ZZSK4jgwSqIt0f2&#10;NQlm3y67zyb+e1cQPA4z8w2z3k5uUGeKqfdsYLkoQBE33vbcGnh7fbi6BZUE2eLgmQx8U4LtZnax&#10;xtr6kV/ofJRWZQinGg10IqHWOjUdOUwLH4izd/LRoWQZW20jjhnuBr0qiko77DkvdBho31Hzefxy&#10;Bp7HQ3i6qa5P4SOWK53urbzvxZj55bS7AyU0yX/4r/1oDZTlsoL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UXal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C38C9" w:rsidRDefault="002C38C9" w:rsidP="002C38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KqrMUA&#10;AADdAAAADwAAAGRycy9kb3ducmV2LnhtbESP3WrCQBCF7wu+wzIFb4putKGV6CaI1FJyI/48wJAd&#10;s6HZ2ZDdmvj2bqHQy8P5+TibYrStuFHvG8cKFvMEBHHldMO1gst5P1uB8AFZY+uYFNzJQ5FPnjaY&#10;aTfwkW6nUIs4wj5DBSaELpPSV4Ys+rnriKN3db3FEGVfS93jEMdtK5dJ8iYtNhwJBjvaGaq+Tz82&#10;Qg6veCivw3n/OeKAH6Xhl+1RqenzuF2DCDSG//Bf+0srSNPFO/y+iU9A5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sqqs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C38C9" w:rsidRDefault="002C38C9" w:rsidP="002C38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brfsMA&#10;AADdAAAADwAAAGRycy9kb3ducmV2LnhtbERPTUsDMRC9C/6HMII3m21Zq6xNS2kriOChVSi9DZvp&#10;7uJmEpJpd/335iB4fLzvxWp0vbpSTJ1nA9NJAYq49rbjxsDX5+vDM6gkyBZ7z2TghxKslrc3C6ys&#10;H3hP14M0KodwqtBAKxIqrVPdksM08YE4c2cfHUqGsdE24pDDXa9nRTHXDjvODS0G2rRUfx8uzsDH&#10;sAvvT/PHczjFcqbT1spxI8bc343rF1BCo/yL/9xv1kBZTvPc/CY/Ab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5brf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C38C9" w:rsidRDefault="002C38C9" w:rsidP="002C38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rum8cA&#10;AADdAAAADwAAAGRycy9kb3ducmV2LnhtbESPQWsCMRSE7wX/Q3iCl6JZrZW6GqUWggULpVbw+tg8&#10;d5duXpYkdbf/3hQKPQ4z8w2z3va2EVfyoXasYDrJQBAXztRcKjh96vETiBCRDTaOScEPBdhuBndr&#10;zI3r+IOux1iKBOGQo4IqxjaXMhQVWQwT1xIn7+K8xZikL6Xx2CW4beQsyxbSYs1pocKWXioqvo7f&#10;VsHuvSsf/H2x693hsj8/am30m1ZqNOyfVyAi9fE//Nd+NQrm8+kSft+kJyA3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pa7pv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C38C9" w:rsidRDefault="002C38C9" w:rsidP="002C38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TX/sEA&#10;AADdAAAADwAAAGRycy9kb3ducmV2LnhtbERP3WrCMBS+H/gO4Qx2t6YrnUg1iigFGbvx5wEOzVnT&#10;2ZyUJNbu7ZcLwcuP73+1mWwvRvKhc6zgI8tBEDdOd9wquJzr9wWIEJE19o5JwR8F2KxnLyustLvz&#10;kcZTbEUK4VChAhPjUEkZGkMWQ+YG4sT9OG8xJuhbqT3eU7jtZZHnc2mx49RgcKCdoeZ6ulkF9Vfx&#10;PV5v2tduO5WWPs3vYm+UenudtksQkab4FD/cB62gLIu0P71JT0C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01/7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C38C9" w:rsidRDefault="002C38C9" w:rsidP="002C38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AoIMYA&#10;AADdAAAADwAAAGRycy9kb3ducmV2LnhtbESPQWsCMRSE7wX/Q3iFXopmtVpkNYoWgoUKUhW8PjbP&#10;3aWblyWJ7vbfN4VCj8PMfMMs171txJ18qB0rGI8yEMSFMzWXCs4nPZyDCBHZYOOYFHxTgPVq8LDE&#10;3LiOP+l+jKVIEA45KqhibHMpQ1GRxTByLXHyrs5bjEn6UhqPXYLbRk6y7FVarDktVNjSW0XF1/Fm&#10;FWwPXfnin4tt7z6uu8tMa6P3Wqmnx36zABGpj//hv/a7UTCdTsbw+yY9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kAoI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C38C9" w:rsidRDefault="002C38C9" w:rsidP="002C38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rsEsMA&#10;AADdAAAADwAAAGRycy9kb3ducmV2LnhtbESPUWvCMBSF3wf+h3AF32Zq6YZUo4hSkLGXuf2AS3Nt&#10;qs1NSWKt/94MBns8nHO+w1lvR9uJgXxoHStYzDMQxLXTLTcKfr6r1yWIEJE1do5JwYMCbDeTlzWW&#10;2t35i4ZTbESCcChRgYmxL6UMtSGLYe564uSdnbcYk/SN1B7vCW47mWfZu7TYclow2NPeUH093ayC&#10;6iP/HK437Su3GwtLb+ayPBilZtNxtwIRaYz/4b/2USsoijyH3zfpCcjN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rsEs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C38C9" w:rsidRDefault="002C38C9" w:rsidP="002C38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NTr78A&#10;AADdAAAADwAAAGRycy9kb3ducmV2LnhtbESPzQrCMBCE74LvEFbwpqm/SDWKCIoerT7A0qxtsdnU&#10;Jtr69kYQPA4z3wyz2rSmFC+qXWFZwWgYgSBOrS44U3C97AcLEM4jaywtk4I3Odisu50Vxto2fKZX&#10;4jMRStjFqCD3voqldGlOBt3QVsTBu9naoA+yzqSusQnlppTjKJpLgwWHhRwr2uWU3pOnUTB9N4dH&#10;MrtHe21odJpUJ/bpTKl+r90uQXhq/T/8o486cNPxBL5vwhOQ6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7I1Ov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C38C9" w:rsidRDefault="002C38C9" w:rsidP="002C38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jSx8UA&#10;AADdAAAADwAAAGRycy9kb3ducmV2LnhtbESPQWuDQBSE74H+h+UVeotrREJr3YTQkFJyao3t+eG+&#10;qMR9K+5qzL/PFgo9DjPzDZNvZ9OJiQbXWlawimIQxJXVLdcKytNh+QzCeWSNnWVScCMH283DIsdM&#10;2yt/0VT4WgQIuwwVNN73mZSuasigi2xPHLyzHQz6IIda6gGvAW46mcTxWhpsOSw02NNbQ9WlGI2C&#10;cf2TlHw+6s9if3t/2R92Tn7XSj09zrtXEJ5m/x/+a39oBWmapPD7JjwBub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WNLH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C38C9" w:rsidRDefault="002C38C9" w:rsidP="002C38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cIW8gA&#10;AADdAAAADwAAAGRycy9kb3ducmV2LnhtbESPT2vCQBTE74LfYXlCb7rRpkGjq7SFQttDxX8Hb8/s&#10;M4lm36bZrabfvlsQPA4z8xtmtmhNJS7UuNKyguEgAkGcWV1yrmC7eeuPQTiPrLGyTAp+ycFi3u3M&#10;MNX2yiu6rH0uAoRdigoK7+tUSpcVZNANbE0cvKNtDPogm1zqBq8Bbio5iqJEGiw5LBRY02tB2Xn9&#10;YxTsluNksnz5iE+fXwd8NPp7r8tEqYde+zwF4an19/Ct/a4VxPHoCf7fhCcg5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twhb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C38C9" w:rsidRDefault="002C38C9" w:rsidP="002C38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1U38UA&#10;AADdAAAADwAAAGRycy9kb3ducmV2LnhtbESPT2vCQBTE74LfYXmCN90YQ5DoKmrxDz1ZW/D6yL4m&#10;odm3IbvV6Kd3hUKPw8z8hlmsOlOLK7WusqxgMo5AEOdWV1wo+PrcjWYgnEfWWFsmBXdysFr2ewvM&#10;tL3xB13PvhABwi5DBaX3TSaly0sy6Ma2IQ7et20N+iDbQuoWbwFuahlHUSoNVhwWSmxoW1L+c/41&#10;Ch7pBU/uEG/eptrTPZnt7ftpr9Rw0K3nIDx1/j/81z5qBUkSp/B6E56AXD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HVTf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C38C9" w:rsidRDefault="002C38C9" w:rsidP="002C38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mi/MQA&#10;AADdAAAADwAAAGRycy9kb3ducmV2LnhtbESP0WrCQBRE3wv+w3IF3+rGkFaNriJFoW+t0Q+4ZK+b&#10;YPZuzG417dd3BcHHYWbOMMt1bxtxpc7XjhVMxgkI4tLpmo2C42H3OgPhA7LGxjEp+CUP69XgZYm5&#10;djfe07UIRkQI+xwVVCG0uZS+rMiiH7uWOHon11kMUXZG6g5vEW4bmSbJu7RYc1yosKWPispz8WMV&#10;XFz6pvtii1/n7fy7Nia7/O0zpUbDfrMAEagPz/Cj/akVZFk6hfub+ATk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Jovz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C38C9" w:rsidRDefault="002C38C9" w:rsidP="002C38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e85sEA&#10;AADdAAAADwAAAGRycy9kb3ducmV2LnhtbERPu27CMBTdkfgH6yKxgcOjlKYYBEhIrFAGxlv7kgTi&#10;6xAbCHw9Hip1PDrv2aKxpbhT7QvHCgb9BASxdqbgTMHhZ9ObgvAB2WDpmBQ8ycNi3m7NMDXuwTu6&#10;70MmYgj7FBXkIVSplF7nZNH3XUUcuZOrLYYI60yaGh8x3JZymCQTabHg2JBjReuc9GV/swq2xS99&#10;TPTpy05Xend8XcPo82yU6naa5TeIQE34F/+5t0bBeDyMc+Ob+ATk/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g3vOb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C38C9" w:rsidRDefault="002C38C9" w:rsidP="002C38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LqicIA&#10;AADdAAAADwAAAGRycy9kb3ducmV2LnhtbERPXWvCMBR9H/gfwhX2NtMVkdmZlikIG05BHdvrpbk2&#10;xeamNFmt/34RBj6eb86iGGwjeup87VjB8yQBQVw6XXOl4Ou4fnoB4QOyxsYxKbiShyIfPSww0+7C&#10;e+oPoRKxhH2GCkwIbSalLw1Z9BPXEkft5DqLIcKukrrDSyy3jUyTZCYt1hwXDLa0MlSeD79WQY+7&#10;a/Jjltv5R/1Zprvl90ZHXj2Oh7dXEIGGcDf/p9+1guk0ncPtTXwC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cuqJ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C38C9" w:rsidRDefault="002C38C9" w:rsidP="002C38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prqcIA&#10;AADdAAAADwAAAGRycy9kb3ducmV2LnhtbERPPU/DMBDdkfofrKvERp2GCqFQt6oqFTFC6MB4xNc4&#10;bXwX2aYJ/Ho8IDE+ve/1dvK9ulKInbCB5aIARdyI7bg1cHw/3D2CignZYi9MBr4pwnYzu1ljZWXk&#10;N7rWqVU5hGOFBlxKQ6V1bBx5jAsZiDN3kuAxZRhabQOOOdz3uiyKB+2x49zgcKC9o+ZSf3kD43Pz&#10;eS5PH9b9hEEO9aucy16MuZ1PuydQiab0L/5zv1gDq9V93p/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qmup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C38C9" w:rsidRDefault="002C38C9" w:rsidP="002C38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2IlccA&#10;AADdAAAADwAAAGRycy9kb3ducmV2LnhtbESPW2sCMRSE34X+h3AKvmlWK61sjWK9gIileOn7cXPc&#10;XU1Olk2q679vhEIfh5n5hhlNGmvElWpfOlbQ6yYgiDOnS84VHPbLzhCED8gajWNScCcPk/FTa4Sp&#10;djfe0nUXchEh7FNUUIRQpVL6rCCLvusq4uidXG0xRFnnUtd4i3BrZD9JXqXFkuNCgRXNCsouux+r&#10;YPk1N+f+53b6LcNs8XY0w/XHfKNU+7mZvoMI1IT/8F97pRUMBi89eLyJT0C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KNiJ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C38C9" w:rsidRDefault="002C38C9" w:rsidP="002C38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jbW8YA&#10;AADdAAAADwAAAGRycy9kb3ducmV2LnhtbESPW4vCMBSE3xf8D+Es7Ito6hXpGkWERQUFb7Cvx+Zs&#10;W2xOShNr/fdGEPZxmJlvmOm8MYWoqXK5ZQW9bgSCOLE651TB+fTTmYBwHlljYZkUPMjBfNb6mGKs&#10;7Z0PVB99KgKEXYwKMu/LWEqXZGTQdW1JHLw/Wxn0QVap1BXeA9wUsh9FY2kw57CQYUnLjJLr8WYU&#10;1PvtJV3XrtxcJ203GlxWq53+Verrs1l8g/DU+P/wu73WCobDQR9eb8ITkL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/jbW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C38C9" w:rsidRDefault="002C38C9" w:rsidP="002C38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UCCcgA&#10;AADdAAAADwAAAGRycy9kb3ducmV2LnhtbESPT2sCMRTE7wW/Q3hCbzWrbkVXo9RCoReh/jno7bl5&#10;7i5uXrZJqls/fSMUPA4z8xtmtmhNLS7kfGVZQb+XgCDOra64ULDbfryMQfiArLG2TAp+ycNi3nma&#10;Yabtldd02YRCRAj7DBWUITSZlD4vyaDv2YY4eifrDIYoXSG1w2uEm1oOkmQkDVYcF0ps6L2k/Lz5&#10;MQqWk/Hy+yvl1W19PNBhfzy/Dlyi1HO3fZuCCNSGR/i//akVpOlwCPc38QnI+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EFQIJyAAAAN0AAAAPAAAAAAAAAAAAAAAAAJgCAABk&#10;cnMvZG93bnJldi54bWxQSwUGAAAAAAQABAD1AAAAjQMAAAAA&#10;" fillcolor="black" stroked="f">
              <v:textbox>
                <w:txbxContent>
                  <w:p w:rsidR="002C38C9" w:rsidRDefault="002C38C9" w:rsidP="002C38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VZc8gA&#10;AADdAAAADwAAAGRycy9kb3ducmV2LnhtbESPT2vCQBTE74LfYXlCb7qpRpHUVfzTQkF70PbQ42v2&#10;NVmSfRuyW0399K5Q6HGYmd8wi1Vna3Gm1hvHCh5HCQji3GnDhYKP95fhHIQPyBprx6Tglzyslv3e&#10;AjPtLnyk8ykUIkLYZ6igDKHJpPR5SRb9yDXE0ft2rcUQZVtI3eIlwm0tx0kykxYNx4USG9qWlFen&#10;H6vgcz8z86Oh8dfhunnWh2m1edtVSj0MuvUTiEBd+A//tV+1gjSdpHB/E5+AXN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L1Vlz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C38C9" w:rsidRDefault="002C38C9" w:rsidP="002C38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zCXcYA&#10;AADdAAAADwAAAGRycy9kb3ducmV2LnhtbESPT2sCMRTE7wW/Q3iCN836r8jWKGIp7cVDbUuvj83r&#10;ZrublzWJuvrpTUHocZiZ3zDLdWcbcSIfKscKxqMMBHHhdMWlgs+Pl+ECRIjIGhvHpOBCAdar3sMS&#10;c+3O/E6nfSxFgnDIUYGJsc2lDIUhi2HkWuLk/ThvMSbpS6k9nhPcNnKSZY/SYsVpwWBLW0NFvT9a&#10;BX7z/Vxf+fhVZ9fdJbz+docFGqUG/W7zBCJSF//D9/abVjCbTefw9yY9Ab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HzCX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C38C9" w:rsidRDefault="002C38C9" w:rsidP="002C38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r5mMYA&#10;AADdAAAADwAAAGRycy9kb3ducmV2LnhtbESP3WoCMRSE7wu+QziCN6VmtaLtapQiFApKwZ8HON0c&#10;dxeTk2Vzqmuf3hQKvRxm5htmseq8UxdqYx3YwGiYgSIugq25NHA8vD+9gIqCbNEFJgM3irBa9h4W&#10;mNtw5R1d9lKqBOGYo4FKpMm1jkVFHuMwNMTJO4XWoyTZltq2eE1w7/Q4y6baY81pocKG1hUV5/23&#10;N+DGX+51M4tbuR31Nvvxsnv8tMYM+t3bHJRQJ//hv/aHNTCZPE/h9016Anp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fr5m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C38C9" w:rsidRDefault="002C38C9" w:rsidP="002C38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pTR8YA&#10;AADdAAAADwAAAGRycy9kb3ducmV2LnhtbESPQWsCMRSE74X+h/AK3mq2KrWsRmkrwl48dLV4fW6e&#10;m6XJy7JJdfXXm0LB4zAz3zDzZe+sOFEXGs8KXoYZCOLK64ZrBbvt+vkNRIjIGq1nUnChAMvF48Mc&#10;c+3P/EWnMtYiQTjkqMDE2OZShsqQwzD0LXHyjr5zGJPsaqk7PCe4s3KUZa/SYcNpwWBLn4aqn/LX&#10;KViVrR3tCvMR9t+bw8EW1zXtV0oNnvr3GYhIfbyH/9uFVjCZjKfw9yY9Ab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DpTR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C38C9" w:rsidRDefault="002C38C9" w:rsidP="002C38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KIhMIA&#10;AADdAAAADwAAAGRycy9kb3ducmV2LnhtbERPz2vCMBS+D/wfwhN2m4lbcVKNImOFwk5zevD2SJ5t&#10;tXkpTdZ2//1yGOz48f3e7ifXioH60HjWsFwoEMTG24YrDaev4mkNIkRki61n0vBDAfa72cMWc+tH&#10;/qThGCuRQjjkqKGOsculDKYmh2HhO+LEXX3vMCbYV9L2OKZw18pnpVbSYcOpocaO3moy9+O303Ar&#10;5Ic3Cs35dB5L+3p5X1GrtH6cT4cNiEhT/Bf/uUurIcte0tz0Jj0Bu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MoiE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C38C9" w:rsidRDefault="002C38C9" w:rsidP="002C38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ePMccA&#10;AADdAAAADwAAAGRycy9kb3ducmV2LnhtbESPT2sCMRTE70K/Q3iF3jRblWJXs2IFobR46FrE43Pz&#10;9g+7eVmSqNtv3wiFHoeZ+Q2zWg+mE1dyvrGs4HmSgCAurG64UvB92I0XIHxA1thZJgU/5GGdPYxW&#10;mGp74y+65qESEcI+RQV1CH0qpS9qMugntieOXmmdwRClq6R2eItw08lpkrxIgw3HhRp72tZUtPnF&#10;KDhdPrnczz427i0c7XDw7fS8aJV6ehw2SxCBhvAf/mu/awXz+ewV7m/iE5D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NnjzHHAAAA3QAAAA8AAAAAAAAAAAAAAAAAmAIAAGRy&#10;cy9kb3ducmV2LnhtbFBLBQYAAAAABAAEAPUAAACM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C38C9" w:rsidRDefault="002C38C9" w:rsidP="002C38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HvA8MA&#10;AADdAAAADwAAAGRycy9kb3ducmV2LnhtbERPy4rCMBTdD/gP4Q64G9ORKtoxig4IsxF8LXR3be60&#10;xeamk2S0+vVmIbg8nPdk1ppaXMj5yrKCz14Cgji3uuJCwX63/BiB8AFZY22ZFNzIw2zaeZtgpu2V&#10;N3TZhkLEEPYZKihDaDIpfV6SQd+zDXHkfq0zGCJ0hdQOrzHc1LKfJENpsOLYUGJD3yXl5+2/UbAY&#10;jxZ/65RX983pSMfD6Tzou0Sp7ns7/wIRqA0v8dP9oxWkaRr3xzfxCcjp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MHvA8MAAADdAAAADwAAAAAAAAAAAAAAAACYAgAAZHJzL2Rv&#10;d25yZXYueG1sUEsFBgAAAAAEAAQA9QAAAIgDAAAAAA==&#10;" fillcolor="black" stroked="f">
              <v:textbox>
                <w:txbxContent>
                  <w:p w:rsidR="002C38C9" w:rsidRDefault="002C38C9" w:rsidP="002C38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GwmcUA&#10;AADdAAAADwAAAGRycy9kb3ducmV2LnhtbESPQUsDMRSE70L/Q3gFbzbbuoisTctSKIqnbVW8vm5e&#10;N0s3L0sS0/XfG0HwOMzMN8x6O9lBJPKhd6xguShAELdO99wpeH/b3z2CCBFZ4+CYFHxTgO1mdrPG&#10;SrsrHygdYycyhEOFCkyMYyVlaA1ZDAs3Emfv7LzFmKXvpPZ4zXA7yFVRPEiLPecFgyPtDLWX45dV&#10;kE67pr5Pn8kcXn3dedc8f5wapW7nU/0EItIU/8N/7RetoCzL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8bCZ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C38C9" w:rsidRDefault="002C38C9" w:rsidP="002C38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TOHMYA&#10;AADdAAAADwAAAGRycy9kb3ducmV2LnhtbESPQWvCQBSE7wX/w/KE3nSjBGmjq4i0pfZSGwU9PrLP&#10;bDD7NmS3MfbXdwtCj8PMfMMsVr2tRUetrxwrmIwTEMSF0xWXCg7719ETCB+QNdaOScGNPKyWg4cF&#10;Ztpd+Yu6PJQiQthnqMCE0GRS+sKQRT92DXH0zq61GKJsS6lbvEa4reU0SWbSYsVxwWBDG0PFJf+2&#10;Cvxk83L8sD/P3enN8Ge+NbNdaZR6HPbrOYhAffgP39vvWkGaplP4exOf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aTOH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C38C9" w:rsidRDefault="002C38C9" w:rsidP="002C38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C38C9" w:rsidRDefault="002C38C9" w:rsidP="002C38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38C9" w:rsidRDefault="002C38C9" w:rsidP="002C38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38C9" w:rsidRDefault="002C38C9" w:rsidP="002C38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38C9" w:rsidRDefault="002C38C9" w:rsidP="002C38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38C9" w:rsidRDefault="002C38C9" w:rsidP="002C38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C38C9" w:rsidRDefault="002C38C9" w:rsidP="002C38C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C38C9" w:rsidRDefault="002C38C9" w:rsidP="002C38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C38C9" w:rsidRDefault="002C38C9" w:rsidP="002C38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C38C9" w:rsidRDefault="002C38C9" w:rsidP="002C38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38C9" w:rsidRDefault="002C38C9" w:rsidP="002C38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C38C9" w:rsidRDefault="002C38C9" w:rsidP="002C38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38C9" w:rsidRDefault="002C38C9" w:rsidP="002C38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C38C9" w:rsidRDefault="002C38C9" w:rsidP="002C38C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C38C9" w:rsidRPr="006E3F23" w:rsidRDefault="002C38C9" w:rsidP="002C38C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№66</w:t>
      </w:r>
    </w:p>
    <w:p w:rsidR="002C38C9" w:rsidRDefault="002C38C9" w:rsidP="002C38C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</w:p>
    <w:p w:rsidR="002C38C9" w:rsidRPr="008E2C07" w:rsidRDefault="002C38C9" w:rsidP="002C38C9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</w:p>
    <w:p w:rsidR="002C38C9" w:rsidRPr="008E2C07" w:rsidRDefault="002C38C9" w:rsidP="002C38C9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</w:p>
    <w:p w:rsidR="002C38C9" w:rsidRPr="008E2C07" w:rsidRDefault="002C38C9" w:rsidP="002C38C9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відведення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</w:p>
    <w:p w:rsidR="002C38C9" w:rsidRPr="008E2C07" w:rsidRDefault="002C38C9" w:rsidP="002C38C9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Остапчук</w:t>
      </w:r>
      <w:proofErr w:type="spellEnd"/>
      <w:r>
        <w:rPr>
          <w:rFonts w:ascii="Times New Roman" w:hAnsi="Times New Roman"/>
          <w:b/>
          <w:sz w:val="24"/>
        </w:rPr>
        <w:t xml:space="preserve"> Т.П.</w:t>
      </w:r>
    </w:p>
    <w:p w:rsidR="002C38C9" w:rsidRPr="008E2C07" w:rsidRDefault="002C38C9" w:rsidP="002C38C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C38C9" w:rsidRPr="008E2C07" w:rsidRDefault="002C38C9" w:rsidP="002C38C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пункту</w:t>
      </w:r>
      <w:proofErr w:type="gram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</w:t>
      </w:r>
      <w:r>
        <w:rPr>
          <w:rFonts w:ascii="Times New Roman" w:hAnsi="Times New Roman"/>
          <w:sz w:val="24"/>
        </w:rPr>
        <w:t>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Україні</w:t>
      </w:r>
      <w:proofErr w:type="spellEnd"/>
      <w:r>
        <w:rPr>
          <w:rFonts w:ascii="Times New Roman" w:hAnsi="Times New Roman"/>
          <w:sz w:val="24"/>
        </w:rPr>
        <w:t>», статей 12,  118,</w:t>
      </w:r>
      <w:r w:rsidRPr="008E2C07">
        <w:rPr>
          <w:rFonts w:ascii="Times New Roman" w:hAnsi="Times New Roman"/>
          <w:sz w:val="24"/>
        </w:rPr>
        <w:t xml:space="preserve"> 121</w:t>
      </w:r>
      <w:r>
        <w:rPr>
          <w:rFonts w:ascii="Times New Roman" w:hAnsi="Times New Roman"/>
          <w:sz w:val="24"/>
        </w:rPr>
        <w:t>, 122 та 123</w:t>
      </w:r>
      <w:r w:rsidRPr="008E2C07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</w:t>
      </w:r>
      <w:proofErr w:type="spellStart"/>
      <w:r w:rsidRPr="008E2C07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озглянувши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Остапчук</w:t>
      </w:r>
      <w:proofErr w:type="spellEnd"/>
      <w:r>
        <w:rPr>
          <w:rFonts w:ascii="Times New Roman" w:hAnsi="Times New Roman"/>
          <w:sz w:val="24"/>
        </w:rPr>
        <w:t xml:space="preserve"> Т.П.,</w:t>
      </w:r>
      <w:proofErr w:type="spellStart"/>
      <w:r>
        <w:rPr>
          <w:rFonts w:ascii="Times New Roman" w:hAnsi="Times New Roman"/>
          <w:sz w:val="24"/>
        </w:rPr>
        <w:t>с</w:t>
      </w:r>
      <w:r w:rsidRPr="008E2C07">
        <w:rPr>
          <w:rFonts w:ascii="Times New Roman" w:hAnsi="Times New Roman"/>
          <w:sz w:val="24"/>
        </w:rPr>
        <w:t>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 </w:t>
      </w:r>
    </w:p>
    <w:p w:rsidR="002C38C9" w:rsidRPr="005D4922" w:rsidRDefault="002C38C9" w:rsidP="002C38C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2C38C9" w:rsidRPr="00A0047E" w:rsidRDefault="002C38C9" w:rsidP="002C38C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1. </w:t>
      </w:r>
      <w:proofErr w:type="spellStart"/>
      <w:r>
        <w:rPr>
          <w:rFonts w:ascii="Times New Roman" w:hAnsi="Times New Roman"/>
          <w:sz w:val="24"/>
        </w:rPr>
        <w:t>Відмовити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Остапчук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Тетяні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Петрівні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яка 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 за </w:t>
      </w:r>
      <w:proofErr w:type="spellStart"/>
      <w:r w:rsidRPr="008E2C07">
        <w:rPr>
          <w:rFonts w:ascii="Times New Roman" w:hAnsi="Times New Roman"/>
          <w:sz w:val="24"/>
        </w:rPr>
        <w:t>адре</w:t>
      </w:r>
      <w:r>
        <w:rPr>
          <w:rFonts w:ascii="Times New Roman" w:hAnsi="Times New Roman"/>
          <w:sz w:val="24"/>
        </w:rPr>
        <w:t>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E41DFB">
        <w:rPr>
          <w:rFonts w:ascii="Times New Roman" w:hAnsi="Times New Roman"/>
          <w:sz w:val="24"/>
        </w:rPr>
        <w:t>_____________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, у  </w:t>
      </w:r>
      <w:proofErr w:type="spellStart"/>
      <w:r>
        <w:rPr>
          <w:rFonts w:ascii="Times New Roman" w:hAnsi="Times New Roman"/>
          <w:sz w:val="24"/>
        </w:rPr>
        <w:t>наданні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дозволу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розробку</w:t>
      </w:r>
      <w:proofErr w:type="spellEnd"/>
      <w:r w:rsidRPr="008E2C07">
        <w:rPr>
          <w:rFonts w:ascii="Times New Roman" w:hAnsi="Times New Roman"/>
          <w:sz w:val="24"/>
        </w:rPr>
        <w:t xml:space="preserve"> проекту </w:t>
      </w:r>
      <w:proofErr w:type="spellStart"/>
      <w:r w:rsidRPr="008E2C07">
        <w:rPr>
          <w:rFonts w:ascii="Times New Roman" w:hAnsi="Times New Roman"/>
          <w:sz w:val="24"/>
        </w:rPr>
        <w:t>із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орієнтовною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площею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r w:rsidRPr="00A0047E">
        <w:rPr>
          <w:rFonts w:ascii="Times New Roman" w:hAnsi="Times New Roman"/>
          <w:sz w:val="24"/>
        </w:rPr>
        <w:t>0,4500</w:t>
      </w:r>
      <w:r>
        <w:rPr>
          <w:rFonts w:ascii="Times New Roman" w:hAnsi="Times New Roman"/>
          <w:sz w:val="24"/>
        </w:rPr>
        <w:t xml:space="preserve"> </w:t>
      </w:r>
      <w:r w:rsidRPr="00A0047E">
        <w:rPr>
          <w:rFonts w:ascii="Times New Roman" w:hAnsi="Times New Roman"/>
          <w:sz w:val="24"/>
        </w:rPr>
        <w:t xml:space="preserve">га, </w:t>
      </w:r>
      <w:r w:rsidRPr="008E2C07">
        <w:rPr>
          <w:rFonts w:ascii="Times New Roman" w:hAnsi="Times New Roman"/>
          <w:sz w:val="24"/>
        </w:rPr>
        <w:t xml:space="preserve">для </w:t>
      </w:r>
      <w:proofErr w:type="spellStart"/>
      <w:r w:rsidRPr="008E2C07">
        <w:rPr>
          <w:rFonts w:ascii="Times New Roman" w:hAnsi="Times New Roman"/>
          <w:sz w:val="24"/>
        </w:rPr>
        <w:t>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особистого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селянського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господарства</w:t>
      </w:r>
      <w:proofErr w:type="spellEnd"/>
      <w:r w:rsidRPr="00A0047E">
        <w:rPr>
          <w:rFonts w:ascii="Times New Roman" w:hAnsi="Times New Roman"/>
          <w:sz w:val="24"/>
        </w:rPr>
        <w:t xml:space="preserve">,  яка </w:t>
      </w:r>
      <w:proofErr w:type="spellStart"/>
      <w:r w:rsidRPr="00A0047E">
        <w:rPr>
          <w:rFonts w:ascii="Times New Roman" w:hAnsi="Times New Roman"/>
          <w:sz w:val="24"/>
        </w:rPr>
        <w:t>розташована</w:t>
      </w:r>
      <w:proofErr w:type="spellEnd"/>
      <w:r w:rsidRPr="00A0047E">
        <w:rPr>
          <w:rFonts w:ascii="Times New Roman" w:hAnsi="Times New Roman"/>
          <w:sz w:val="24"/>
        </w:rPr>
        <w:t xml:space="preserve"> на </w:t>
      </w:r>
      <w:proofErr w:type="spellStart"/>
      <w:r w:rsidRPr="00A0047E">
        <w:rPr>
          <w:rFonts w:ascii="Times New Roman" w:hAnsi="Times New Roman"/>
          <w:sz w:val="24"/>
        </w:rPr>
        <w:t>території</w:t>
      </w:r>
      <w:proofErr w:type="spellEnd"/>
      <w:r w:rsidRPr="00A0047E">
        <w:rPr>
          <w:rFonts w:ascii="Times New Roman" w:hAnsi="Times New Roman"/>
          <w:sz w:val="24"/>
        </w:rPr>
        <w:t xml:space="preserve">  </w:t>
      </w:r>
      <w:proofErr w:type="spellStart"/>
      <w:r w:rsidRPr="00A0047E">
        <w:rPr>
          <w:rFonts w:ascii="Times New Roman" w:hAnsi="Times New Roman"/>
          <w:sz w:val="24"/>
        </w:rPr>
        <w:t>Крупецької</w:t>
      </w:r>
      <w:proofErr w:type="spellEnd"/>
      <w:r w:rsidRPr="00A0047E">
        <w:rPr>
          <w:rFonts w:ascii="Times New Roman" w:hAnsi="Times New Roman"/>
          <w:sz w:val="24"/>
        </w:rPr>
        <w:t xml:space="preserve"> </w:t>
      </w:r>
      <w:proofErr w:type="spellStart"/>
      <w:r w:rsidRPr="00A0047E">
        <w:rPr>
          <w:rFonts w:ascii="Times New Roman" w:hAnsi="Times New Roman"/>
          <w:sz w:val="24"/>
        </w:rPr>
        <w:t>сільської</w:t>
      </w:r>
      <w:proofErr w:type="spellEnd"/>
      <w:r w:rsidRPr="00A0047E">
        <w:rPr>
          <w:rFonts w:ascii="Times New Roman" w:hAnsi="Times New Roman"/>
          <w:sz w:val="24"/>
        </w:rPr>
        <w:t xml:space="preserve"> ради,  за межами </w:t>
      </w:r>
      <w:proofErr w:type="spellStart"/>
      <w:r w:rsidRPr="00A0047E">
        <w:rPr>
          <w:rFonts w:ascii="Times New Roman" w:hAnsi="Times New Roman"/>
          <w:sz w:val="24"/>
        </w:rPr>
        <w:t>населеного</w:t>
      </w:r>
      <w:proofErr w:type="spellEnd"/>
      <w:r w:rsidRPr="00A0047E">
        <w:rPr>
          <w:rFonts w:ascii="Times New Roman" w:hAnsi="Times New Roman"/>
          <w:sz w:val="24"/>
        </w:rPr>
        <w:t xml:space="preserve">  пункту  с.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A0047E">
        <w:rPr>
          <w:rFonts w:ascii="Times New Roman" w:hAnsi="Times New Roman"/>
          <w:sz w:val="24"/>
        </w:rPr>
        <w:t>Дідова</w:t>
      </w:r>
      <w:proofErr w:type="spellEnd"/>
      <w:r w:rsidRPr="00A0047E">
        <w:rPr>
          <w:rFonts w:ascii="Times New Roman" w:hAnsi="Times New Roman"/>
          <w:sz w:val="24"/>
        </w:rPr>
        <w:t xml:space="preserve"> </w:t>
      </w:r>
      <w:proofErr w:type="spellStart"/>
      <w:r w:rsidRPr="00A0047E">
        <w:rPr>
          <w:rFonts w:ascii="Times New Roman" w:hAnsi="Times New Roman"/>
          <w:sz w:val="24"/>
        </w:rPr>
        <w:t>Гора</w:t>
      </w:r>
      <w:proofErr w:type="gramStart"/>
      <w:r w:rsidRPr="00A0047E">
        <w:rPr>
          <w:rFonts w:ascii="Times New Roman" w:hAnsi="Times New Roman"/>
          <w:sz w:val="24"/>
        </w:rPr>
        <w:t>,</w:t>
      </w:r>
      <w:r w:rsidRPr="00CD5B4C">
        <w:rPr>
          <w:rFonts w:ascii="Times New Roman" w:hAnsi="Times New Roman"/>
          <w:sz w:val="24"/>
        </w:rPr>
        <w:t>у</w:t>
      </w:r>
      <w:proofErr w:type="spellEnd"/>
      <w:proofErr w:type="gramEnd"/>
      <w:r w:rsidRPr="00CD5B4C">
        <w:rPr>
          <w:rFonts w:ascii="Times New Roman" w:hAnsi="Times New Roman"/>
          <w:sz w:val="24"/>
        </w:rPr>
        <w:t xml:space="preserve"> </w:t>
      </w:r>
      <w:proofErr w:type="spellStart"/>
      <w:r w:rsidRPr="00CD5B4C">
        <w:rPr>
          <w:rFonts w:ascii="Times New Roman" w:hAnsi="Times New Roman"/>
          <w:sz w:val="24"/>
        </w:rPr>
        <w:t>зв’язку</w:t>
      </w:r>
      <w:proofErr w:type="spellEnd"/>
      <w:r w:rsidRPr="00CD5B4C">
        <w:rPr>
          <w:rFonts w:ascii="Times New Roman" w:hAnsi="Times New Roman"/>
          <w:sz w:val="24"/>
        </w:rPr>
        <w:t xml:space="preserve"> з </w:t>
      </w:r>
      <w:proofErr w:type="spellStart"/>
      <w:r w:rsidRPr="00CD5B4C">
        <w:rPr>
          <w:rFonts w:ascii="Times New Roman" w:hAnsi="Times New Roman"/>
          <w:sz w:val="24"/>
        </w:rPr>
        <w:t>тим</w:t>
      </w:r>
      <w:proofErr w:type="spellEnd"/>
      <w:r w:rsidRPr="00CD5B4C">
        <w:rPr>
          <w:rFonts w:ascii="Times New Roman" w:hAnsi="Times New Roman"/>
          <w:sz w:val="24"/>
        </w:rPr>
        <w:t xml:space="preserve"> </w:t>
      </w:r>
      <w:proofErr w:type="spellStart"/>
      <w:r w:rsidRPr="00CD5B4C">
        <w:rPr>
          <w:rFonts w:ascii="Times New Roman" w:hAnsi="Times New Roman"/>
          <w:sz w:val="24"/>
        </w:rPr>
        <w:t>що</w:t>
      </w:r>
      <w:proofErr w:type="spellEnd"/>
      <w:r w:rsidRPr="00CD5B4C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на </w:t>
      </w:r>
      <w:proofErr w:type="spellStart"/>
      <w:r>
        <w:rPr>
          <w:rFonts w:ascii="Times New Roman" w:hAnsi="Times New Roman"/>
          <w:sz w:val="24"/>
        </w:rPr>
        <w:t>вказану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земельну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сільська</w:t>
      </w:r>
      <w:proofErr w:type="spellEnd"/>
      <w:r>
        <w:rPr>
          <w:rFonts w:ascii="Times New Roman" w:hAnsi="Times New Roman"/>
          <w:sz w:val="24"/>
        </w:rPr>
        <w:t xml:space="preserve"> рада не </w:t>
      </w:r>
      <w:proofErr w:type="spellStart"/>
      <w:r>
        <w:rPr>
          <w:rFonts w:ascii="Times New Roman" w:hAnsi="Times New Roman"/>
          <w:sz w:val="24"/>
        </w:rPr>
        <w:t>має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повноважень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 w:rsidRPr="00CD5B4C">
        <w:rPr>
          <w:rFonts w:ascii="Times New Roman" w:hAnsi="Times New Roman"/>
          <w:sz w:val="24"/>
          <w:szCs w:val="24"/>
          <w:shd w:val="clear" w:color="auto" w:fill="FFFFFF"/>
        </w:rPr>
        <w:t>щодо</w:t>
      </w:r>
      <w:proofErr w:type="spellEnd"/>
      <w:r w:rsidRPr="00CD5B4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5B4C">
        <w:rPr>
          <w:rFonts w:ascii="Times New Roman" w:hAnsi="Times New Roman"/>
          <w:sz w:val="24"/>
          <w:szCs w:val="24"/>
          <w:shd w:val="clear" w:color="auto" w:fill="FFFFFF"/>
        </w:rPr>
        <w:t>передачі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її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CD5B4C">
        <w:rPr>
          <w:rFonts w:ascii="Times New Roman" w:hAnsi="Times New Roman"/>
          <w:sz w:val="24"/>
          <w:szCs w:val="24"/>
          <w:shd w:val="clear" w:color="auto" w:fill="FFFFFF"/>
        </w:rPr>
        <w:t xml:space="preserve">у </w:t>
      </w:r>
      <w:proofErr w:type="spellStart"/>
      <w:r w:rsidRPr="00CD5B4C">
        <w:rPr>
          <w:rFonts w:ascii="Times New Roman" w:hAnsi="Times New Roman"/>
          <w:sz w:val="24"/>
          <w:szCs w:val="24"/>
          <w:shd w:val="clear" w:color="auto" w:fill="FFFFFF"/>
        </w:rPr>
        <w:t>власність</w:t>
      </w:r>
      <w:proofErr w:type="spellEnd"/>
      <w:r w:rsidRPr="00CD5B4C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CD5B4C">
        <w:rPr>
          <w:rFonts w:ascii="Times New Roman" w:hAnsi="Times New Roman"/>
          <w:sz w:val="24"/>
          <w:szCs w:val="24"/>
          <w:shd w:val="clear" w:color="auto" w:fill="FFFFFF"/>
        </w:rPr>
        <w:t>або</w:t>
      </w:r>
      <w:proofErr w:type="spellEnd"/>
      <w:r w:rsidRPr="00CD5B4C">
        <w:rPr>
          <w:rFonts w:ascii="Times New Roman" w:hAnsi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CD5B4C">
        <w:rPr>
          <w:rFonts w:ascii="Times New Roman" w:hAnsi="Times New Roman"/>
          <w:sz w:val="24"/>
          <w:szCs w:val="24"/>
          <w:shd w:val="clear" w:color="auto" w:fill="FFFFFF"/>
        </w:rPr>
        <w:t>користування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Земельна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shd w:val="clear" w:color="auto" w:fill="FFFFFF"/>
        </w:rPr>
        <w:t>ділянка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</w:rPr>
        <w:t xml:space="preserve">не </w:t>
      </w:r>
      <w:proofErr w:type="spellStart"/>
      <w:r>
        <w:rPr>
          <w:rFonts w:ascii="Times New Roman" w:hAnsi="Times New Roman"/>
          <w:sz w:val="24"/>
        </w:rPr>
        <w:t>відповідає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</w:rPr>
        <w:t>м</w:t>
      </w:r>
      <w:proofErr w:type="gramEnd"/>
      <w:r>
        <w:rPr>
          <w:rFonts w:ascii="Times New Roman" w:hAnsi="Times New Roman"/>
          <w:sz w:val="24"/>
        </w:rPr>
        <w:t>ісцю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розташування</w:t>
      </w:r>
      <w:proofErr w:type="spellEnd"/>
      <w:r>
        <w:rPr>
          <w:rFonts w:ascii="Times New Roman" w:hAnsi="Times New Roman"/>
          <w:sz w:val="24"/>
        </w:rPr>
        <w:t>.</w:t>
      </w:r>
    </w:p>
    <w:p w:rsidR="002C38C9" w:rsidRPr="008E2C07" w:rsidRDefault="002C38C9" w:rsidP="002C38C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2</w:t>
      </w: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2C38C9" w:rsidRPr="008E2C07" w:rsidRDefault="002C38C9" w:rsidP="002C38C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C38C9" w:rsidRDefault="002C38C9" w:rsidP="002C38C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C38C9" w:rsidRPr="008E2C07" w:rsidRDefault="002C38C9" w:rsidP="002C38C9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844683" w:rsidRPr="002C38C9" w:rsidRDefault="002C38C9" w:rsidP="002C38C9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844683" w:rsidRPr="002C38C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2C38C9"/>
    <w:rsid w:val="00171A2E"/>
    <w:rsid w:val="002C38C9"/>
    <w:rsid w:val="00304C90"/>
    <w:rsid w:val="00505B6D"/>
    <w:rsid w:val="006D3977"/>
    <w:rsid w:val="007D6C18"/>
    <w:rsid w:val="00844683"/>
    <w:rsid w:val="00D1641A"/>
    <w:rsid w:val="00E41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8C9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2C38C9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2C38C9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C38C9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7</TotalTime>
  <Pages>1</Pages>
  <Words>237</Words>
  <Characters>1353</Characters>
  <Application>Microsoft Office Word</Application>
  <DocSecurity>0</DocSecurity>
  <Lines>11</Lines>
  <Paragraphs>3</Paragraphs>
  <ScaleCrop>false</ScaleCrop>
  <Company>Microsoft</Company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2020-12-01T06:22:00Z</dcterms:created>
  <dcterms:modified xsi:type="dcterms:W3CDTF">2020-12-01T07:34:00Z</dcterms:modified>
</cp:coreProperties>
</file>