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BD9" w:rsidRDefault="00581BD9" w:rsidP="00581BD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1BD9" w:rsidRDefault="00581BD9" w:rsidP="00581B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81BD9" w:rsidRDefault="00581BD9" w:rsidP="00581B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81BD9" w:rsidRDefault="00581BD9" w:rsidP="00581B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1BD9" w:rsidRDefault="00581BD9" w:rsidP="00581B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1BD9" w:rsidRDefault="00581BD9" w:rsidP="00581B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1BD9" w:rsidRDefault="00581BD9" w:rsidP="00581B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1BD9" w:rsidRDefault="00581BD9" w:rsidP="00581B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81BD9" w:rsidRDefault="00581BD9" w:rsidP="00581BD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81BD9" w:rsidRDefault="00581BD9" w:rsidP="00581B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81BD9" w:rsidRDefault="00581BD9" w:rsidP="00581B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81BD9" w:rsidRDefault="00581BD9" w:rsidP="00581B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1BD9" w:rsidRDefault="00581BD9" w:rsidP="00581B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81BD9" w:rsidRDefault="00581BD9" w:rsidP="00581B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1BD9" w:rsidRDefault="00581BD9" w:rsidP="00581B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81BD9" w:rsidRDefault="00581BD9" w:rsidP="00581BD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81BD9" w:rsidRDefault="00581BD9" w:rsidP="00581BD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41</w:t>
      </w:r>
    </w:p>
    <w:p w:rsidR="00581BD9" w:rsidRPr="00DA10B1" w:rsidRDefault="00581BD9" w:rsidP="00581BD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81BD9" w:rsidRDefault="00581BD9" w:rsidP="00581BD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581BD9" w:rsidRDefault="00581BD9" w:rsidP="00581B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581BD9" w:rsidRDefault="00581BD9" w:rsidP="00581B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581BD9" w:rsidRDefault="00581BD9" w:rsidP="00581B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Суглоб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Д.В</w:t>
      </w:r>
    </w:p>
    <w:p w:rsidR="00581BD9" w:rsidRDefault="00581BD9" w:rsidP="00581B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581BD9" w:rsidRDefault="00581BD9" w:rsidP="00581B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 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Суглоб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Д.В.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581BD9" w:rsidRPr="00DA10B1" w:rsidRDefault="00581BD9" w:rsidP="00581B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581BD9" w:rsidRDefault="00581BD9" w:rsidP="00581B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Суглоб Дмитру Володимировичу,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873EF">
        <w:rPr>
          <w:rFonts w:ascii="Times New Roman" w:eastAsia="Calibri" w:hAnsi="Times New Roman" w:cs="Times New Roman"/>
          <w:sz w:val="24"/>
          <w:lang w:val="ru-RU" w:eastAsia="en-US"/>
        </w:rPr>
        <w:t>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0,1500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581BD9" w:rsidRDefault="00581BD9" w:rsidP="00581B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Суглоб Д.В,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81BD9" w:rsidRDefault="00581BD9" w:rsidP="00581BD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81BD9" w:rsidRDefault="00581BD9" w:rsidP="00581BD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81BD9" w:rsidRDefault="00581BD9" w:rsidP="00581B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81BD9" w:rsidRDefault="00581BD9" w:rsidP="00581B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81BD9" w:rsidRDefault="00581BD9" w:rsidP="00581BD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81BD9" w:rsidRPr="00581BD9" w:rsidRDefault="00581BD9" w:rsidP="00581BD9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2456FA" w:rsidRPr="00581BD9" w:rsidRDefault="00581BD9" w:rsidP="00581BD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2456FA" w:rsidRPr="00581BD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BD9"/>
    <w:rsid w:val="002456FA"/>
    <w:rsid w:val="00581BD9"/>
    <w:rsid w:val="00D87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BD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81BD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81BD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81BD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BD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81BD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81BD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81BD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243</Words>
  <Characters>1390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2021-07-26T12:31:00Z</dcterms:created>
  <dcterms:modified xsi:type="dcterms:W3CDTF">2021-07-27T07:24:00Z</dcterms:modified>
</cp:coreProperties>
</file>