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69" w:rsidRPr="00CD53EA" w:rsidRDefault="00EB2769" w:rsidP="00EB276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769" w:rsidRDefault="00EB2769" w:rsidP="00EB2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2769" w:rsidRDefault="00EB2769" w:rsidP="00EB2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2769" w:rsidRDefault="00EB2769" w:rsidP="00EB27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B2769" w:rsidRDefault="00EB2769" w:rsidP="00EB27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2769" w:rsidRDefault="00EB2769" w:rsidP="00EB27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№44</w:t>
      </w:r>
    </w:p>
    <w:p w:rsidR="00EB2769" w:rsidRPr="000816DF" w:rsidRDefault="00EB2769" w:rsidP="00EB276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769" w:rsidRPr="000816DF" w:rsidRDefault="00EB2769" w:rsidP="00EB276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816DF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B2769" w:rsidRPr="000816DF" w:rsidRDefault="00EB2769" w:rsidP="00EB276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2769" w:rsidRPr="000816DF" w:rsidRDefault="00EB2769" w:rsidP="00EB276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B2769" w:rsidRPr="000816DF" w:rsidRDefault="00EB2769" w:rsidP="00EB276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816D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816DF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0816DF">
        <w:rPr>
          <w:rFonts w:ascii="Times New Roman" w:hAnsi="Times New Roman" w:cs="Times New Roman"/>
          <w:b/>
          <w:sz w:val="24"/>
          <w:szCs w:val="24"/>
        </w:rPr>
        <w:t>Панчук</w:t>
      </w:r>
      <w:proofErr w:type="spellEnd"/>
      <w:r w:rsidRPr="000816DF">
        <w:rPr>
          <w:rFonts w:ascii="Times New Roman" w:hAnsi="Times New Roman" w:cs="Times New Roman"/>
          <w:b/>
          <w:sz w:val="24"/>
          <w:szCs w:val="24"/>
        </w:rPr>
        <w:t xml:space="preserve"> А.І.</w:t>
      </w:r>
    </w:p>
    <w:p w:rsidR="00EB2769" w:rsidRPr="000816DF" w:rsidRDefault="00EB2769" w:rsidP="00EB276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769" w:rsidRPr="000816DF" w:rsidRDefault="00EB2769" w:rsidP="00EB27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EB2769" w:rsidRPr="000816DF" w:rsidRDefault="00EB2769" w:rsidP="00EB27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>ВИРІШИЛА:</w:t>
      </w:r>
    </w:p>
    <w:p w:rsidR="00EB2769" w:rsidRPr="000816DF" w:rsidRDefault="00EB2769" w:rsidP="00EB27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Антоніні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: </w:t>
      </w:r>
      <w:r w:rsidR="00EE6257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E625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0,1929 га,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номер: 6823984000:01:006:0009,для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  яка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 w:rsidRPr="000816DF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proofErr w:type="gramEnd"/>
      <w:r w:rsidRPr="000816DF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>, 13.</w:t>
      </w:r>
    </w:p>
    <w:p w:rsidR="00EB2769" w:rsidRPr="000816DF" w:rsidRDefault="00EB2769" w:rsidP="00EB27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16D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B2769" w:rsidRPr="000816DF" w:rsidRDefault="00EB2769" w:rsidP="00EB27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16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816D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6D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16D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B2769" w:rsidRPr="000816DF" w:rsidRDefault="00EB2769" w:rsidP="00EB27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2769" w:rsidRPr="000816DF" w:rsidRDefault="00EB2769" w:rsidP="00EB276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769" w:rsidRDefault="00EB2769" w:rsidP="00EB2769">
      <w:pPr>
        <w:tabs>
          <w:tab w:val="left" w:pos="2160"/>
        </w:tabs>
        <w:rPr>
          <w:rFonts w:ascii="Times New Roman" w:hAnsi="Times New Roman"/>
        </w:rPr>
      </w:pPr>
    </w:p>
    <w:p w:rsidR="00EB2769" w:rsidRDefault="00EB2769" w:rsidP="00EB276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Валерій МИХАЛЮК</w:t>
      </w:r>
    </w:p>
    <w:p w:rsidR="00462FF4" w:rsidRDefault="00462FF4"/>
    <w:sectPr w:rsidR="00462F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69"/>
    <w:rsid w:val="00171A2E"/>
    <w:rsid w:val="00304C90"/>
    <w:rsid w:val="00462FF4"/>
    <w:rsid w:val="00505B6D"/>
    <w:rsid w:val="006D3977"/>
    <w:rsid w:val="007D6C18"/>
    <w:rsid w:val="00D1641A"/>
    <w:rsid w:val="00EB2769"/>
    <w:rsid w:val="00E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B276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B27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B276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B276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B27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B276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2020-09-29T17:09:00Z</dcterms:created>
  <dcterms:modified xsi:type="dcterms:W3CDTF">2020-09-30T04:24:00Z</dcterms:modified>
</cp:coreProperties>
</file>