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8DB" w:rsidRDefault="00B538DB" w:rsidP="00B538D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E8251D" wp14:editId="1DE4919F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59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59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8DB" w:rsidRDefault="00B538DB" w:rsidP="00B53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Jgtr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0x88QA&#10;AADdAAAADwAAAGRycy9kb3ducmV2LnhtbESPS4vCQBCE7wv7H4Ze8LZO1neio4is4kEQH7k3mTYJ&#10;m+kJmVmN/94RBI9FVX1FzRatqcSVGldaVvDTjUAQZ1aXnCs4n9bfExDOI2usLJOCOzlYzD8/Zpho&#10;e+MDXY8+FwHCLkEFhfd1IqXLCjLourYmDt7FNgZ9kE0udYO3ADeV7EXRSBosOSwUWNOqoOzv+G8U&#10;2P5mu0vz3qH/y2PPy/3kkrY7pTpf7XIKwlPr3+FXe6sVDIZxDM8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dMfP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6om8UA&#10;AADdAAAADwAAAGRycy9kb3ducmV2LnhtbERPz2vCMBS+D/Y/hDfYRWaqSHXVKEPo5nYY6AZeH82z&#10;qWteSpJp9a83h8GOH9/vxaq3rTiRD41jBaNhBoK4crrhWsH3V/k0AxEissbWMSm4UIDV8v5ugYV2&#10;Z97SaRdrkUI4FKjAxNgVUobKkMUwdB1x4g7OW4wJ+lpqj+cUbls5zrJcWmw4NRjsaG2o+tn9WgXH&#10;8tPs19Prqx88b+k6KD/e2vdcqceH/mUOIlIf/8V/7o1WMMmztD+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qib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pvf8IA&#10;AADdAAAADwAAAGRycy9kb3ducmV2LnhtbESP3YrCMBCF7xd8hzCCN4umuiJSjSKisngj/jzA0IxN&#10;sZmUJtr69kYQvDycn48zX7a2FA+qfeFYwXCQgCDOnC44V3A5b/tTED4gaywdk4IneVguOj9zTLVr&#10;+EiPU8hFHGGfogITQpVK6TNDFv3AVcTRu7raYoiyzqWusYnjtpSjJJlIiwVHgsGK1oay2+luI+Tw&#10;h4f9tTlvdy02uNkb/l0dlep129UMRKA2fMOf9r9WMJ4kQ3i/iU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Cm9/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MkqMUA&#10;AADd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hZVU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ySo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RUk8IA&#10;AADdAAAADwAAAGRycy9kb3ducmV2LnhtbESP24rCMBRF3wf8h3AEXwZNvSBSjSKiMvgiXj7g0Byb&#10;YnNSmmjr308EwcfNviz2YtXaUjyp9oVjBcNBAoI4c7rgXMH1suvPQPiArLF0TApe5GG17PwsMNWu&#10;4RM9zyEXcYR9igpMCFUqpc8MWfQDVxFH7+ZqiyHKOpe6xiaO21KOkmQqLRYcCQYr2hjK7ueHjZDj&#10;GI+HW3PZ7VtscHsw/Ls+KdXrtus5iEBt+IY/7T+tYDJNxvB+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FST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ZR8UA&#10;AADd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ZRVU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xhl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ocoscA&#10;AADdAAAADwAAAGRycy9kb3ducmV2LnhtbESP3WoCMRSE7wt9h3AKvSma1aqUrVFUCBUsFH+gt4fN&#10;cXfp5mRJUnd9eyMUejnMzDfMfNnbRlzIh9qxgtEwA0FcOFNzqeB01IM3ECEiG2wck4IrBVguHh/m&#10;mBvX8Z4uh1iKBOGQo4IqxjaXMhQVWQxD1xIn7+y8xZikL6Xx2CW4beQ4y2bSYs1pocKWNhUVP4df&#10;q2D91ZWv/qVY9253/vieam30p1bq+alfvYOI1Mf/8F97axRMZtkU7m/S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KHK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YkMQA&#10;AADdAAAADwAAAGRycy9kb3ducmV2LnhtbESPUWvCMBSF3wX/Q7iDvWk6cUWqqYijMIYvU3/Apblr&#10;ujY3JYm1+/eLMNjj4ZzzHc5uP9lejORD61jByzIDQVw73XKj4HqpFhsQISJr7B2Tgh8KsC/nsx0W&#10;2t35k8ZzbESCcChQgYlxKKQMtSGLYekG4uR9OW8xJukbqT3eE9z2cpVlubTYclowONDRUN2db1ZB&#10;9bE6jd1N+8odprWlV/O9eTNKPT9Nhy2ISFP8D/+137WCdZ7l8HiTn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g2J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QnTscA&#10;AADdAAAADwAAAGRycy9kb3ducmV2LnhtbESP3WoCMRSE7wt9h3AKvSk1W60/rEZRISi0INVCbw+b&#10;4+7SzcmSpO769qZQ6OUwM98wi1VvG3EhH2rHCl4GGQjiwpmaSwWfJ/08AxEissHGMSm4UoDV8v5u&#10;gblxHX/Q5RhLkSAcclRQxdjmUoaiIoth4Fri5J2dtxiT9KU0HrsEt40cZtlEWqw5LVTY0rai4vv4&#10;YxVsDl058k/Fpndv593XWGuj37VSjw/9eg4iUh//w3/tvVHwOsmm8PsmPQ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UJ0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PpecEA&#10;AADdAAAADwAAAGRycy9kb3ducmV2LnhtbERP3UrDMBS+F3yHcATvbOqYpdRmYygFGd6s2wMcmmNT&#10;15yUJOvq25uLwS4/vv96u9hRzOTD4FjBa5aDIO6cHrhXcDo2LyWIEJE1jo5JwR8F2G4eH2qstLvy&#10;geY29iKFcKhQgYlxqqQMnSGLIXMTceJ+nLcYE/S91B6vKdyOcpXnhbQ4cGowONGHoe7cXqyCZr/6&#10;ns8X7Ru3W9aW3sxv+WmUen5adu8gIi3xLr65v7SCdZGnuelNe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z6Xn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pWxMEA&#10;AADdAAAADwAAAGRycy9kb3ducmV2LnhtbESP0YrCMBRE3xf8h3AF39bEdRWtRlkEZX20+gGX5toW&#10;m5vaRFv/3giCj8PMmWGW685W4k6NLx1rGA0VCOLMmZJzDafj9nsGwgdkg5Vj0vAgD+tV72uJiXEt&#10;H+iehlzEEvYJaihCqBMpfVaQRT90NXH0zq6xGKJscmkabGO5reSPUlNpseS4UGBNm4KyS3qzGn4f&#10;7e6aTi5qayyN9uN6zyGbaD3od38LEIG68Am/6X8Tuamaw+tNfAJ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6VsT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twmMAA&#10;AADdAAAADwAAAGRycy9kb3ducmV2LnhtbERPTYvCMBC9C/6HMII3TRUpWo0iiiJ7Wmv1PDRjW2wm&#10;pYla/705LOzx8b5Xm87U4kWtqywrmIwjEMS51RUXCrLLYTQH4TyyxtoyKfiQg82631thou2bz/RK&#10;fSFCCLsEFZTeN4mULi/JoBvbhjhwd9sa9AG2hdQtvkO4qeU0imJpsOLQUGJDu5LyR/o0Cp7xbZrx&#10;/Uf/pvvPcbE/bJ28FkoNB912CcJT5//Ff+6TVjCLJ2F/eBOegF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twm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SqBMcA&#10;AADdAAAADwAAAGRycy9kb3ducmV2LnhtbESPQWvCQBSE7wX/w/IEb80mVoJGV1GhYHuo1NpDb8/s&#10;M4lm38bsVtN/7xYKPQ4z8w0zW3SmFldqXWVZQRLFIIhzqysuFOw/nh/HIJxH1lhbJgU/5GAx7z3M&#10;MNP2xu903flCBAi7DBWU3jeZlC4vyaCLbEMcvKNtDfog20LqFm8Bbmo5jONUGqw4LJTY0Lqk/Lz7&#10;Ngo+t+N0sl29jE6vbwd8MvrypatUqUG/W05BeOr8f/ivvdEKRmmSwO+b8AT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4kqg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72gMQA&#10;AADdAAAADwAAAGRycy9kb3ducmV2LnhtbESPQYvCMBSE78L+h/AWvGlqV4pUo7grq+LJdQWvj+bZ&#10;FpuX0kSt/nojCB6HmfmGmcxaU4kLNa60rGDQj0AQZ1aXnCvY///2RiCcR9ZYWSYFN3Iwm350Jphq&#10;e+U/uux8LgKEXYoKCu/rVEqXFWTQ9W1NHLyjbQz6IJtc6gavAW4qGUdRIg2WHBYKrOmnoOy0OxsF&#10;9+SAW7eKvxdf2tNtOFrazXapVPeznY9BeGr9O/xqr7WCYTKI4fkmP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O9oD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oAo8UA&#10;AADdAAAADwAAAGRycy9kb3ducmV2LnhtbESP0WrCQBRE34X+w3ILfdONNoY2dSNFLPhWjf2AS/Z2&#10;E5K9G7Orpn59t1DwcZiZM8xqPdpOXGjwjWMF81kCgrhyumGj4Ov4MX0B4QOyxs4xKfghD+viYbLC&#10;XLsrH+hSBiMihH2OCuoQ+lxKX9Vk0c9cTxy9bzdYDFEORuoBrxFuO7lIkkxabDgu1NjTpqaqLc9W&#10;wcktlnost/jZbl/3jTHp6XZIlXp6HN/fQAQawz38395pBWk2f4a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gC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ISv8YA&#10;AADdAAAADwAAAGRycy9kb3ducmV2LnhtbESPS2/CMBCE70j8B2uRuIHDoylNY1BbqRJXaA89bu3N&#10;A+J1iF1I+fU1ElKPo5n5RpNvetuIM3W+dqxgNk1AEGtnai4VfH68T1YgfEA22DgmBb/kYbMeDnLM&#10;jLvwjs77UIoIYZ+hgiqENpPS64os+qlriaNXuM5iiLIrpenwEuG2kfMkSaXFmuNChS29VaSP+x+r&#10;YFt/00Oqiye7etW7r+spLB4PRqnxqH95BhGoD//he3trFCzT2RJub+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ISv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E0MMA&#10;AADdAAAADwAAAGRycy9kb3ducmV2LnhtbERPW2vCMBR+H/gfwhH2NtPKJlqNZQ4GG3OCF/T10Byb&#10;YnNSmqzWf78MhD1+d75F3ttadNT6yrGCdJSAIC6crrhUcNi/P01B+ICssXZMCm7kIV8OHhaYaXfl&#10;LXW7UIpYwj5DBSaEJpPSF4Ys+pFriKN2dq3FEGFbSt3iNZbbWo6TZCItVhwXDDb0Zqi47H6sgg43&#10;t+RkVt+zz2pdjDer45eOvHoc9q9zEIH68G++pz+0gudJ+gJ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dE0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5kx8QA&#10;AADdAAAADwAAAGRycy9kb3ducmV2LnhtbESPQUvDQBSE70L/w/IK3uymQYLEbosILR41evD4zL5m&#10;U7Pvhd1tE/31riB4HGbmG2azm/2gLhRiL2xgvSpAEbdie+4MvL3ub+5AxYRscRAmA18UYbddXG2w&#10;tjLxC12a1KkM4VijAZfSWGsdW0ce40pG4uwdJXhMWYZO24BThvtBl0VRaY895wWHIz06aj+bszcw&#10;HdqPU3l8t+47jLJvnuVUDmLM9XJ+uAeVaE7/4b/2kzVwW60r+H2Tn4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+ZM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H+8YA&#10;AADdAAAADwAAAGRycy9kb3ducmV2LnhtbESPW2sCMRSE3wv9D+EIvtWsIiqrUawXKKUi3t6Pm+Pu&#10;tsnJsom6/vtGKPRxmJlvmMmssUbcqPalYwXdTgKCOHO65FzB8bB+G4HwAVmjcUwKHuRhNn19mWCq&#10;3Z13dNuHXEQI+xQVFCFUqZQ+K8ii77iKOHoXV1sMUda51DXeI9wa2UuSgbRYclwosKJFQdnP/moV&#10;rLdL893b7OYnGRar4dmMPt+XX0q1W818DCJQE/7Df+0PraA/6A7h+SY+AT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mH+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eMMMA&#10;AADdAAAADwAAAGRycy9kb3ducmV2LnhtbERPy4rCMBTdC/MP4Q7MRjR1RotUo4gwqKDgC9xem2tb&#10;bG5Kk6mdvzcLweXhvKfz1pSiodoVlhUM+hEI4tTqgjMF59NvbwzCeWSNpWVS8E8O5rOPzhQTbR98&#10;oOboMxFC2CWoIPe+SqR0aU4GXd9WxIG72dqgD7DOpK7xEcJNKb+jKJYGCw4NOVa0zCm9H/+Mgma/&#10;vWbrxlWb+7jrRj/X1WqnL0p9fbaLCQhPrX+LX+61VjCMB2FueBOe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HeM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wHYsYA&#10;AADdAAAADwAAAGRycy9kb3ducmV2LnhtbESPT2sCMRTE74V+h/AK3mpWsaKrUaog9FLw30Fvz81z&#10;d3Hzsk2ibv30RhA8DjPzG2Y8bUwlLuR8aVlBp52AIM6sLjlXsN0sPgcgfEDWWFkmBf/kYTp5fxtj&#10;qu2VV3RZh1xECPsUFRQh1KmUPivIoG/bmjh6R+sMhihdLrXDa4SbSnaTpC8NlhwXCqxpXlB2Wp+N&#10;gtlwMPtb9vj3tjrsab87nL66LlGq9dF8j0AEasIr/Gz/aAW9fmcIjzfxCcjJ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wHYsYAAADdAAAADwAAAAAAAAAAAAAAAACYAgAAZHJz&#10;L2Rvd25yZXYueG1sUEsFBgAAAAAEAAQA9QAAAIsDAAAAAA==&#10;" fillcolor="black" stroked="f"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OnTMQA&#10;AADdAAAADwAAAGRycy9kb3ducmV2LnhtbERPy2rCQBTdC/7DcIXudGKoQaKjaB9QqF34WLi8Zq7J&#10;kMydkJlq7Nd3FoUuD+e9XPe2ETfqvHGsYDpJQBAXThsuFZyO7+M5CB+QNTaOScGDPKxXw8ESc+3u&#10;vKfbIZQihrDPUUEVQptL6YuKLPqJa4kjd3WdxRBhV0rd4T2G20amSZJJi4ZjQ4UtvVRU1Idvq+D8&#10;mZn53lB62f1s3/RuVm+/Xmulnkb9ZgEiUB/+xX/uD63gOUvj/vgmP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zp0z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o8YsUA&#10;AADdAAAADwAAAGRycy9kb3ducmV2LnhtbESPQWsCMRSE74L/ITyhN80qRWRrFKmIvfRQtfT62Lxu&#10;trt5WZOoq7++EQSPw8x8w8yXnW3EmXyoHCsYjzIQxIXTFZcKDvvNcAYiRGSNjWNScKUAy0W/N8dc&#10;uwt/0XkXS5EgHHJUYGJscylDYchiGLmWOHm/zluMSfpSao+XBLeNnGTZVFqsOC0YbOndUFHvTlaB&#10;X/2s6xufvuvs9nkN27/uOEOj1MugW72BiNTFZ/jR/tAKXqeTMdzfpCc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jxi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wHp8UA&#10;AADdAAAADwAAAGRycy9kb3ducmV2LnhtbESPUWvCQBCE3wv+h2OFvpR6aRBtU08pQqGgCFp/wDa3&#10;TULv9kJu1dhf7wmCj8PMfMPMFr136khdbAIbeBlloIjLYBuuDOy/P59fQUVBtugCk4EzRVjMBw8z&#10;LGw48ZaOO6lUgnAs0EAt0hZax7Imj3EUWuLk/YbOoyTZVdp2eEpw73SeZRPtseG0UGNLy5rKv93B&#10;G3D5j3tbTeNaznu9zv69bJ821pjHYf/xDkqol3v41v6yBsaTPIfrm/QE9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3Aen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yteMYA&#10;AADdAAAADwAAAGRycy9kb3ducmV2LnhtbESPQWsCMRSE70L/Q3gFbzXrtkjZGsVWhL304Nbi9bl5&#10;bhaTl2WT6tpf3wgFj8PMfMPMl4Oz4kx9aD0rmE4yEMS11y03CnZfm6dXECEia7SeScGVAiwXD6M5&#10;FtpfeEvnKjYiQTgUqMDE2BVShtqQwzDxHXHyjr53GJPsG6l7vCS4szLPspl02HJaMNjRh6H6VP04&#10;Beuqs/muNO9h//15ONjyd0P7tVLjx2H1BiLSEO/h/3apFbzM8me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yte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J6vcQA&#10;AADdAAAADwAAAGRycy9kb3ducmV2LnhtbESPQWsCMRSE7wX/Q3iCt5oospXVKCIVBE+1evD2SJ67&#10;q5uXZZO66783hUKPw8x8wyzXvavFg9pQedYwGSsQxMbbigsNp+/d+xxEiMgWa8+k4UkB1qvB2xJz&#10;6zv+oscxFiJBOOSooYyxyaUMpiSHYewb4uRdfeswJtkW0rbYJbir5VSpTDqsOC2U2NC2JHM//jgN&#10;t508eKPQnE/nbm8/Lp8Z1Urr0bDfLEBE6uN/+K+9txpm2XQGv2/S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ier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d9CMYA&#10;AADdAAAADwAAAGRycy9kb3ducmV2LnhtbESPT2sCMRTE7wW/Q3hCbzXr1oqsG0ULhdLioVpKj8/N&#10;2z/s5mVJoq7fvhEKHoeZ+Q2TrwfTiTM531hWMJ0kIIgLqxuuFHwf3p4WIHxA1thZJgVX8rBejR5y&#10;zLS98Bed96ESEcI+QwV1CH0mpS9qMugntieOXmmdwRClq6R2eIlw08k0SebSYMNxocaeXmsq2v3J&#10;KPg9fXK5e/7YuG34scPBt+lx0Sr1OB42SxCBhnAP/7fftYLZPH2B25v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d9C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9ZrccA&#10;AADdAAAADwAAAGRycy9kb3ducmV2LnhtbESPT2vCQBTE70K/w/IK3nTTYINNXaUKghfBPz3U2zP7&#10;mgSzb9PdVdN+ercgeBxm5jfMZNaZRlzI+dqygpdhAoK4sLrmUsHnfjkYg/ABWWNjmRT8kofZ9Kk3&#10;wVzbK2/psguliBD2OSqoQmhzKX1RkUE/tC1x9L6tMxiidKXUDq8RbhqZJkkmDdYcFypsaVFRcdqd&#10;jYL523j+sxnx+m97PNDh63h6TV2iVP+5+3gHEagLj/C9vdIKRlmawf+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/Wa3HAAAA3QAAAA8AAAAAAAAAAAAAAAAAmAIAAGRy&#10;cy9kb3ducmV2LnhtbFBLBQYAAAAABAAEAPUAAACMAwAAAAA=&#10;" fillcolor="black" stroked="f"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8GN8UA&#10;AADdAAAADwAAAGRycy9kb3ducmV2LnhtbESPQUsDMRSE7wX/Q3iCtzZrlVrWpmUpFMXTtiq9vm6e&#10;m8XNy5Kk6frvjSD0OMzMN8xqM9peJPKhc6zgflaAIG6c7rhV8PG+my5BhIissXdMCn4owGZ9M1lh&#10;qd2F95QOsRUZwqFEBSbGoZQyNIYshpkbiLP35bzFmKVvpfZ4yXDby3lRLKTFjvOCwYG2hprvw9kq&#10;SKdtXT2kYzL7N1+13tUvn6daqbvbsXoGEWmM1/B/+1UreFzMn+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TwY3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dyt8MA&#10;AADdAAAADwAAAGRycy9kb3ducmV2LnhtbERPz2vCMBS+D/wfwhO8aaqM4jqjiOjYdtF1g3l8NM+m&#10;2LyUJtbqX78chB0/vt+LVW9r0VHrK8cKppMEBHHhdMWlgp/v3XgOwgdkjbVjUnAjD6vl4GmBmXZX&#10;/qIuD6WIIewzVGBCaDIpfWHIop+4hjhyJ9daDBG2pdQtXmO4reUsSVJpseLYYLChjaHinF+sAj/d&#10;bH8/7f2lO74Z3ucfJj2URqnRsF+/ggjUh3/xw/2uFTynszg3vo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dyt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538DB" w:rsidRDefault="00B538DB" w:rsidP="00B53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538DB" w:rsidRDefault="00B538DB" w:rsidP="00B538D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B538DB" w:rsidRDefault="00B538DB" w:rsidP="00B53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8DB" w:rsidRDefault="00B538DB" w:rsidP="00B53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8DB" w:rsidRDefault="00B538DB" w:rsidP="00B53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538DB" w:rsidRDefault="00B538DB" w:rsidP="00B538D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538DB" w:rsidRDefault="00B538DB" w:rsidP="00B53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538DB" w:rsidRDefault="00B538DB" w:rsidP="00B53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538DB" w:rsidRDefault="00B538DB" w:rsidP="00B53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8DB" w:rsidRDefault="00B538DB" w:rsidP="00B53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538DB" w:rsidRDefault="00B538DB" w:rsidP="00B53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8DB" w:rsidRDefault="00B538DB" w:rsidP="00B53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538DB" w:rsidRDefault="00B538DB" w:rsidP="00B538D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538DB" w:rsidRDefault="00B538DB" w:rsidP="00B538D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№93</w:t>
      </w:r>
    </w:p>
    <w:p w:rsidR="00B538DB" w:rsidRDefault="00B538DB" w:rsidP="00B538D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38DB" w:rsidRPr="00276DFE" w:rsidRDefault="00B538DB" w:rsidP="00B538D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B538DB" w:rsidRPr="00276DFE" w:rsidRDefault="00B538DB" w:rsidP="00B538D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B538DB" w:rsidRPr="00276DFE" w:rsidRDefault="00B538DB" w:rsidP="00B538D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B538DB" w:rsidRPr="00276DFE" w:rsidRDefault="00B538DB" w:rsidP="00B538D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Іванюку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В.О.</w:t>
      </w:r>
    </w:p>
    <w:p w:rsidR="00B538DB" w:rsidRPr="00276DFE" w:rsidRDefault="00B538DB" w:rsidP="00B538D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38DB" w:rsidRPr="00276DFE" w:rsidRDefault="00B538DB" w:rsidP="00B53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>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B538DB" w:rsidRPr="00276DFE" w:rsidRDefault="00B538DB" w:rsidP="00B53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538DB" w:rsidRPr="00276DFE" w:rsidRDefault="00B538DB" w:rsidP="00B53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0,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0600 га,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</w:t>
      </w:r>
      <w:r>
        <w:rPr>
          <w:rFonts w:ascii="Times New Roman" w:eastAsia="Calibri" w:hAnsi="Times New Roman" w:cs="Times New Roman"/>
          <w:sz w:val="24"/>
          <w:szCs w:val="24"/>
        </w:rPr>
        <w:t>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Лесі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Українки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38DB" w:rsidRPr="00276DFE" w:rsidRDefault="00B538DB" w:rsidP="00B53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276DF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84490">
        <w:rPr>
          <w:rFonts w:ascii="Times New Roman" w:eastAsia="Calibri" w:hAnsi="Times New Roman" w:cs="Times New Roman"/>
          <w:sz w:val="24"/>
          <w:lang w:val="uk-UA"/>
        </w:rPr>
        <w:t>___________</w:t>
      </w:r>
      <w:r w:rsidRPr="00276DFE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здійснювати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будь -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серією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номером паспорта) паспорт  №</w:t>
      </w:r>
      <w:r w:rsidR="00E84490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повідомлення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відмову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прийняття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реєстраційного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облікової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картки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платника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податків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№6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22.07.2020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року,</w:t>
      </w:r>
      <w:r w:rsidRPr="00276DFE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0,0600 га,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номер: 6823984000:01:013:0046, 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</w:t>
      </w:r>
      <w:r>
        <w:rPr>
          <w:rFonts w:ascii="Times New Roman" w:eastAsia="Calibri" w:hAnsi="Times New Roman" w:cs="Times New Roman"/>
          <w:sz w:val="24"/>
          <w:szCs w:val="24"/>
        </w:rPr>
        <w:t>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Лесі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Українки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B538DB" w:rsidRPr="00276DFE" w:rsidRDefault="00B538DB" w:rsidP="00B538D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В.О.,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B538DB" w:rsidRPr="00276DFE" w:rsidRDefault="00B538DB" w:rsidP="00B538D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B538DB" w:rsidRPr="00276DFE" w:rsidRDefault="00B538DB" w:rsidP="00B53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38DB" w:rsidRPr="00276DFE" w:rsidRDefault="00B538DB" w:rsidP="00B53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38DB" w:rsidRPr="00E11D7E" w:rsidRDefault="00B538DB" w:rsidP="00B538D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E054F7" w:rsidRDefault="00E054F7"/>
    <w:sectPr w:rsidR="00E054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8DB"/>
    <w:rsid w:val="00B538DB"/>
    <w:rsid w:val="00E054F7"/>
    <w:rsid w:val="00E8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8D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538D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538D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538DB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8D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538D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538D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538DB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293</Words>
  <Characters>1676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2021-09-13T10:48:00Z</dcterms:created>
  <dcterms:modified xsi:type="dcterms:W3CDTF">2021-09-14T12:40:00Z</dcterms:modified>
</cp:coreProperties>
</file>