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77" w:rsidRPr="00E04900" w:rsidRDefault="00B53177" w:rsidP="00B5317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177" w:rsidRDefault="00B53177" w:rsidP="00B531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3177" w:rsidRDefault="00B53177" w:rsidP="00B531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3177" w:rsidRDefault="00B53177" w:rsidP="00B531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177" w:rsidRDefault="00B53177" w:rsidP="00B531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53177" w:rsidRDefault="00B53177" w:rsidP="00B531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3177" w:rsidRPr="009F240F" w:rsidRDefault="00B53177" w:rsidP="00B531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№47</w:t>
      </w:r>
    </w:p>
    <w:p w:rsidR="00B53177" w:rsidRPr="00E04900" w:rsidRDefault="00B53177" w:rsidP="00B53177">
      <w:pPr>
        <w:pStyle w:val="HTML0"/>
        <w:spacing w:line="276" w:lineRule="auto"/>
        <w:rPr>
          <w:rFonts w:ascii="Times New Roman" w:hAnsi="Times New Roman"/>
        </w:rPr>
      </w:pPr>
    </w:p>
    <w:p w:rsidR="00B53177" w:rsidRPr="00D41FA1" w:rsidRDefault="00B53177" w:rsidP="00B5317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Про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надання</w:t>
      </w:r>
      <w:proofErr w:type="spellEnd"/>
      <w:r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дозволу</w:t>
      </w:r>
      <w:proofErr w:type="spellEnd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розробку</w:t>
      </w:r>
      <w:proofErr w:type="spellEnd"/>
    </w:p>
    <w:p w:rsidR="00B53177" w:rsidRPr="00D41FA1" w:rsidRDefault="00B53177" w:rsidP="00B53177">
      <w:pPr>
        <w:tabs>
          <w:tab w:val="left" w:pos="2160"/>
        </w:tabs>
        <w:spacing w:after="0"/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проекту 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щодо</w:t>
      </w:r>
      <w:proofErr w:type="spellEnd"/>
    </w:p>
    <w:p w:rsidR="00B53177" w:rsidRPr="00D41FA1" w:rsidRDefault="00B53177" w:rsidP="00B53177">
      <w:pPr>
        <w:tabs>
          <w:tab w:val="left" w:pos="2160"/>
        </w:tabs>
        <w:spacing w:after="0"/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</w:pP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ділянки</w:t>
      </w:r>
      <w:proofErr w:type="spellEnd"/>
    </w:p>
    <w:p w:rsidR="00B53177" w:rsidRPr="00D41FA1" w:rsidRDefault="00B53177" w:rsidP="00B53177">
      <w:pPr>
        <w:tabs>
          <w:tab w:val="left" w:pos="2160"/>
        </w:tabs>
        <w:spacing w:after="0"/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</w:pPr>
      <w:proofErr w:type="spellStart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>Простапчук</w:t>
      </w:r>
      <w:proofErr w:type="spellEnd"/>
      <w:r w:rsidRPr="00D41FA1">
        <w:rPr>
          <w:rFonts w:ascii="Times New Roman" w:eastAsia="Times New Roman" w:hAnsi="Times New Roman" w:cs="Arial Unicode MS"/>
          <w:b/>
          <w:color w:val="000000"/>
          <w:sz w:val="24"/>
          <w:szCs w:val="24"/>
        </w:rPr>
        <w:t xml:space="preserve"> Т.К.</w:t>
      </w:r>
    </w:p>
    <w:p w:rsidR="00B53177" w:rsidRPr="00D41FA1" w:rsidRDefault="00B53177" w:rsidP="00B53177">
      <w:pPr>
        <w:tabs>
          <w:tab w:val="left" w:pos="2160"/>
        </w:tabs>
        <w:spacing w:after="0"/>
        <w:rPr>
          <w:rFonts w:ascii="Times New Roman" w:eastAsia="Times New Roman" w:hAnsi="Times New Roman" w:cs="Arial Unicode MS"/>
          <w:color w:val="000000"/>
          <w:sz w:val="24"/>
          <w:szCs w:val="24"/>
        </w:rPr>
      </w:pPr>
    </w:p>
    <w:p w:rsidR="00B53177" w:rsidRPr="00D41FA1" w:rsidRDefault="00B53177" w:rsidP="00B5317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Arial Unicode MS"/>
          <w:color w:val="000000"/>
          <w:sz w:val="24"/>
          <w:szCs w:val="24"/>
        </w:rPr>
      </w:pPr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       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gram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gram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пункту</w:t>
      </w:r>
      <w:proofErr w:type="gram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34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частини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1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статті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26, 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статті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42 Закону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«Про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самоврядування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в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Україні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», статей 12,  118 та 121 Земельного кодексу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, Закону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«Про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землеустрій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»,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Простапчук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Т.К.,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сільська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рада </w:t>
      </w:r>
    </w:p>
    <w:p w:rsidR="00B53177" w:rsidRPr="00D41FA1" w:rsidRDefault="00B53177" w:rsidP="00B5317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ВИРІШИЛА:</w:t>
      </w:r>
    </w:p>
    <w:p w:rsidR="00B53177" w:rsidRPr="00D41FA1" w:rsidRDefault="00B53177" w:rsidP="00B531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Arial Unicode MS"/>
          <w:color w:val="333333"/>
          <w:sz w:val="24"/>
          <w:szCs w:val="24"/>
          <w:shd w:val="clear" w:color="auto" w:fill="FFFFFF"/>
        </w:rPr>
      </w:pPr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       1.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Надати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Простапчук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Тетяні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Кузьмівні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,  яка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зареєстрована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за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адресою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: </w:t>
      </w:r>
      <w:r w:rsidR="00553489">
        <w:rPr>
          <w:rFonts w:ascii="Times New Roman" w:eastAsia="Times New Roman" w:hAnsi="Times New Roman" w:cs="Arial Unicode MS"/>
          <w:color w:val="000000"/>
          <w:sz w:val="24"/>
          <w:szCs w:val="24"/>
          <w:lang w:val="en-US"/>
        </w:rPr>
        <w:t>_________________</w:t>
      </w:r>
      <w:bookmarkStart w:id="0" w:name="_GoBack"/>
      <w:bookmarkEnd w:id="0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дозвіл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розробку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проекту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із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землеустрою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щодо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відведення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земельної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ділянки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для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передачі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її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у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власність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орієнтовною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площею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0,4000</w:t>
      </w:r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га, для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ведення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особистого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селянського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господарства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, яка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розташована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в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сел</w:t>
      </w:r>
      <w:proofErr w:type="gram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Д</w:t>
      </w:r>
      <w:proofErr w:type="gram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ідова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Гора</w:t>
      </w:r>
      <w:r w:rsidRPr="00D41FA1">
        <w:rPr>
          <w:rFonts w:ascii="Times New Roman" w:eastAsia="Arial Unicode MS" w:hAnsi="Times New Roman" w:cs="Arial Unicode MS"/>
          <w:color w:val="333333"/>
          <w:sz w:val="24"/>
          <w:szCs w:val="24"/>
          <w:shd w:val="clear" w:color="auto" w:fill="FFFFFF"/>
        </w:rPr>
        <w:t>.</w:t>
      </w:r>
    </w:p>
    <w:p w:rsidR="00B53177" w:rsidRPr="00D41FA1" w:rsidRDefault="00B53177" w:rsidP="00B5317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   2.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Простапчук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Т.К.,</w:t>
      </w:r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розробити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проект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ділянки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для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передачі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її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у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власність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та подати на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розгляд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сільської</w:t>
      </w:r>
      <w:proofErr w:type="spell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 xml:space="preserve"> </w:t>
      </w:r>
      <w:proofErr w:type="gramStart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ради</w:t>
      </w:r>
      <w:proofErr w:type="gramEnd"/>
      <w:r w:rsidRPr="00D41FA1">
        <w:rPr>
          <w:rFonts w:ascii="Times New Roman" w:eastAsia="Times New Roman" w:hAnsi="Times New Roman" w:cs="Arial Unicode MS"/>
          <w:color w:val="000000"/>
          <w:sz w:val="24"/>
          <w:szCs w:val="24"/>
        </w:rPr>
        <w:t>.</w:t>
      </w:r>
    </w:p>
    <w:p w:rsidR="00B53177" w:rsidRPr="00D41FA1" w:rsidRDefault="00B53177" w:rsidP="00B531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3. Контроль за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виконанням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цього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</w:t>
      </w:r>
      <w:proofErr w:type="gram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ішення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покласти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постійну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комісію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сільської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архітектури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пам’яток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та благоустрою (Денисюк Т.В.).</w:t>
      </w:r>
    </w:p>
    <w:p w:rsidR="00B53177" w:rsidRDefault="00B53177" w:rsidP="00B5317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</w:rPr>
      </w:pPr>
    </w:p>
    <w:p w:rsidR="00B53177" w:rsidRPr="00D41FA1" w:rsidRDefault="00B53177" w:rsidP="00B5317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</w:rPr>
      </w:pPr>
    </w:p>
    <w:p w:rsidR="00B53177" w:rsidRPr="00E04900" w:rsidRDefault="00B53177" w:rsidP="00B53177">
      <w:pPr>
        <w:pStyle w:val="HTML0"/>
        <w:spacing w:line="276" w:lineRule="auto"/>
        <w:rPr>
          <w:rFonts w:ascii="Times New Roman" w:hAnsi="Times New Roman"/>
        </w:rPr>
      </w:pPr>
    </w:p>
    <w:p w:rsidR="00B53177" w:rsidRPr="00E04900" w:rsidRDefault="00B53177" w:rsidP="00B53177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E04900">
        <w:rPr>
          <w:rFonts w:ascii="Times New Roman" w:hAnsi="Times New Roman"/>
        </w:rPr>
        <w:t>Сільський</w:t>
      </w:r>
      <w:proofErr w:type="spellEnd"/>
      <w:r w:rsidRPr="00E04900">
        <w:rPr>
          <w:rFonts w:ascii="Times New Roman" w:hAnsi="Times New Roman"/>
        </w:rPr>
        <w:t xml:space="preserve"> голова                                                                                  </w:t>
      </w:r>
      <w:proofErr w:type="spellStart"/>
      <w:r w:rsidRPr="00E04900">
        <w:rPr>
          <w:rFonts w:ascii="Times New Roman" w:hAnsi="Times New Roman"/>
        </w:rPr>
        <w:t>Валерій</w:t>
      </w:r>
      <w:proofErr w:type="spellEnd"/>
      <w:r w:rsidRPr="00E04900">
        <w:rPr>
          <w:rFonts w:ascii="Times New Roman" w:hAnsi="Times New Roman"/>
        </w:rPr>
        <w:t xml:space="preserve"> МИХАЛЮК</w:t>
      </w:r>
    </w:p>
    <w:p w:rsidR="00B920E3" w:rsidRDefault="00B920E3"/>
    <w:sectPr w:rsidR="00B920E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77"/>
    <w:rsid w:val="00171A2E"/>
    <w:rsid w:val="00304C90"/>
    <w:rsid w:val="00505B6D"/>
    <w:rsid w:val="00553489"/>
    <w:rsid w:val="006D3977"/>
    <w:rsid w:val="007D6C18"/>
    <w:rsid w:val="00B53177"/>
    <w:rsid w:val="00B920E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5317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53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5317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5317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53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5317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2020-09-29T17:01:00Z</dcterms:created>
  <dcterms:modified xsi:type="dcterms:W3CDTF">2020-09-30T04:35:00Z</dcterms:modified>
</cp:coreProperties>
</file>