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1BE" w:rsidRPr="000A4F3E" w:rsidRDefault="007071BE" w:rsidP="007071B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1BE" w:rsidRDefault="007071BE" w:rsidP="007071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071BE" w:rsidRDefault="007071BE" w:rsidP="007071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071BE" w:rsidRPr="000A4F3E" w:rsidRDefault="007071BE" w:rsidP="007071B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71BE" w:rsidRPr="000A4F3E" w:rsidRDefault="007071BE" w:rsidP="007071B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71BE" w:rsidRPr="000A4F3E" w:rsidRDefault="007071BE" w:rsidP="007071B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71BE" w:rsidRPr="000A4F3E" w:rsidRDefault="007071BE" w:rsidP="007071B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71BE" w:rsidRPr="000A4F3E" w:rsidRDefault="007071BE" w:rsidP="007071B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071BE" w:rsidRPr="000A4F3E" w:rsidRDefault="007071BE" w:rsidP="007071BE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071BE" w:rsidRPr="000A4F3E" w:rsidRDefault="007071BE" w:rsidP="007071B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071BE" w:rsidRPr="000A4F3E" w:rsidRDefault="007071BE" w:rsidP="007071B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071BE" w:rsidRPr="000A4F3E" w:rsidRDefault="007071BE" w:rsidP="007071B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71BE" w:rsidRPr="000A4F3E" w:rsidRDefault="007071BE" w:rsidP="007071B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071BE" w:rsidRPr="000A4F3E" w:rsidRDefault="007071BE" w:rsidP="007071B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71BE" w:rsidRPr="000A4F3E" w:rsidRDefault="007071BE" w:rsidP="007071BE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071BE" w:rsidRPr="000A4F3E" w:rsidRDefault="007071BE" w:rsidP="007071B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071BE" w:rsidRPr="000A4F3E" w:rsidRDefault="007071BE" w:rsidP="007071B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№19</w:t>
      </w:r>
    </w:p>
    <w:p w:rsidR="007071BE" w:rsidRPr="0059239A" w:rsidRDefault="007071BE" w:rsidP="007071BE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071BE" w:rsidRPr="0059239A" w:rsidRDefault="007071BE" w:rsidP="007071BE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7071BE" w:rsidRPr="0059239A" w:rsidRDefault="007071BE" w:rsidP="007071BE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7071BE" w:rsidRPr="0059239A" w:rsidRDefault="007071BE" w:rsidP="007071BE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7071BE" w:rsidRPr="0059239A" w:rsidRDefault="007071BE" w:rsidP="007071BE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К.В.</w:t>
      </w:r>
    </w:p>
    <w:p w:rsidR="007071BE" w:rsidRPr="0059239A" w:rsidRDefault="007071BE" w:rsidP="007071BE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071BE" w:rsidRDefault="007071BE" w:rsidP="007071B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122 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К.В. 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</w:p>
    <w:p w:rsidR="007071BE" w:rsidRPr="0059239A" w:rsidRDefault="007071BE" w:rsidP="007071B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7071BE" w:rsidRPr="0059239A" w:rsidRDefault="007071BE" w:rsidP="007071B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Нікітчуку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Костянтину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Васильовичу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 w:rsidRPr="0059239A">
        <w:rPr>
          <w:rFonts w:ascii="Times New Roman" w:hAnsi="Times New Roman"/>
          <w:sz w:val="24"/>
        </w:rPr>
        <w:t xml:space="preserve"> за </w:t>
      </w:r>
      <w:proofErr w:type="spellStart"/>
      <w:r w:rsidRPr="0059239A">
        <w:rPr>
          <w:rFonts w:ascii="Times New Roman" w:hAnsi="Times New Roman"/>
          <w:sz w:val="24"/>
        </w:rPr>
        <w:t>адр</w:t>
      </w:r>
      <w:r>
        <w:rPr>
          <w:rFonts w:ascii="Times New Roman" w:hAnsi="Times New Roman"/>
          <w:sz w:val="24"/>
        </w:rPr>
        <w:t>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5271A0">
        <w:rPr>
          <w:rFonts w:ascii="Times New Roman" w:hAnsi="Times New Roman"/>
          <w:sz w:val="24"/>
          <w:lang w:val="en-US"/>
        </w:rPr>
        <w:t>____________________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5271A0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0,2500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6823984000:01:009:0107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, для</w:t>
      </w:r>
      <w:r w:rsidRPr="004029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обслуговування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житлового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будинку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господарських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споруд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яка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Незалежності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 60.</w:t>
      </w: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</w:t>
      </w:r>
    </w:p>
    <w:p w:rsidR="007071BE" w:rsidRPr="0059239A" w:rsidRDefault="007071BE" w:rsidP="007071B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К.В.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7071BE" w:rsidRPr="0059239A" w:rsidRDefault="007071BE" w:rsidP="007071B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7071BE" w:rsidRPr="0059239A" w:rsidRDefault="007071BE" w:rsidP="007071B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7071BE" w:rsidRDefault="007071BE" w:rsidP="007071BE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7071BE" w:rsidRPr="007071BE" w:rsidRDefault="007071BE" w:rsidP="007071BE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</w:p>
    <w:p w:rsidR="001A0E16" w:rsidRPr="007071BE" w:rsidRDefault="007071BE" w:rsidP="007071BE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голова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МИХАЛЮК</w:t>
      </w:r>
    </w:p>
    <w:sectPr w:rsidR="001A0E16" w:rsidRPr="007071B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BE"/>
    <w:rsid w:val="00171A2E"/>
    <w:rsid w:val="001A0E16"/>
    <w:rsid w:val="00304C90"/>
    <w:rsid w:val="00505B6D"/>
    <w:rsid w:val="005271A0"/>
    <w:rsid w:val="006D3977"/>
    <w:rsid w:val="007071BE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264</Words>
  <Characters>1506</Characters>
  <Application>Microsoft Office Word</Application>
  <DocSecurity>0</DocSecurity>
  <Lines>12</Lines>
  <Paragraphs>3</Paragraphs>
  <ScaleCrop>false</ScaleCrop>
  <Company>Microsoft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2020-09-01T13:38:00Z</dcterms:created>
  <dcterms:modified xsi:type="dcterms:W3CDTF">2020-09-01T15:30:00Z</dcterms:modified>
</cp:coreProperties>
</file>