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0E" w:rsidRPr="00B623A8" w:rsidRDefault="0075770E" w:rsidP="0075770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29146C" wp14:editId="3801701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04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0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70E" w:rsidRDefault="0075770E" w:rsidP="007577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MyBWZusdwAAX1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s2ssEA&#10;AADeAAAADwAAAGRycy9kb3ducmV2LnhtbERPy6rCMBDdX/AfwgjurqlWrlKNIqLiQrjUx35oxrbY&#10;TEoTtf69EQR3czjPmS1aU4k7Na60rGDQj0AQZ1aXnCs4HTe/ExDOI2usLJOCJzlYzDs/M0y0fXBK&#10;94PPRQhhl6CCwvs6kdJlBRl0fVsTB+5iG4M+wCaXusFHCDeVHEbRnzRYcmgosKZVQdn1cDMKbLzd&#10;7c/5MI3XPPa8/J9czu1eqV63XU5BeGr9V/xx73SYH0ejGN7vhBv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LNrL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cZccA&#10;AADeAAAADwAAAGRycy9kb3ducmV2LnhtbERPS2sCMRC+F/ofwhR6Ec3aitqtUUTYtvYg+IBeh810&#10;s+1msiRRt/56Uyj0Nh/fc2aLzjbiRD7UjhUMBxkI4tLpmisFh33Rn4IIEVlj45gU/FCAxfz2Zoa5&#10;dmfe0mkXK5FCOOSowMTY5lKG0pDFMHAtceI+nbcYE/SV1B7PKdw28iHLxtJizanBYEsrQ+X37mgV&#10;fBUb87GaXF5872lLl17x/tqsx0rd33XLZxCRuvgv/nO/6TT/MRuN4PeddIO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mHG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kd/8UA&#10;AADeAAAADwAAAGRycy9kb3ducmV2LnhtbESP3YrCMBCF7xd8hzCCN4um6ipSjSKii3gj/jzA0IxN&#10;sZmUJtr69mZB2LsZzpnznVmsWluKJ9W+cKxgOEhAEGdOF5wruF52/RkIH5A1lo5JwYs8rJadrwWm&#10;2jV8ouc55CKGsE9RgQmhSqX0mSGLfuAq4qjdXG0xxLXOpa6xieG2lKMkmUqLBUeCwYo2hrL7+WEj&#10;5DjG4+HWXHa/LTa4PRj+Xp+U6nXb9RxEoDb8mz/Xex3rj5OfC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R3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+Wss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3xWzE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vlr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mE8UA&#10;AADeAAAADwAAAGRycy9kb3ducmV2LnhtbESP3YrCMBCF7xd8hzCCN4um6qJSjSKii3gj/jzA0IxN&#10;sZmUJtr69mZB2LsZzpnznVmsWluKJ9W+cKxgOEhAEGdOF5wruF52/RkIH5A1lo5JwYs8rJadrwWm&#10;2jV8ouc55CKGsE9RgQmhSqX0mSGLfuAq4qjdXG0xxLXOpa6xieG2lKMkmUiLBUeCwYo2hrL7+WEj&#10;5DjG4+HWXHa/LTa4PRj+Xp+U6nXb9RxEoDb8mz/Xex3rj5OfK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yY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ynW8YA&#10;AADeAAAADwAAAGRycy9kb3ducmV2LnhtbESPQUsDQQyF74L/YYjgzc5aa5W10yJVQYQerIJ4Czvp&#10;7uJOZpiJ3fXfm4PgLeG9vPdltZnCYI6USx/ZweWsAkPcRN9z6+D97eniFkwRZI9DZHLwQwU269OT&#10;FdY+jvxKx720RkO41OigE0m1taXpKGCZxUSs2iHmgKJrbq3POGp4GOy8qpY2YM/a0GGibUfN1/47&#10;ONiNj+nlZnl9SJ95MbflwcvHVpw7P5vu78AITfJv/rt+9op/VS2U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ynW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UfKcUA&#10;AADeAAAADwAAAGRycy9kb3ducmV2LnhtbERP22oCMRB9L/QfwhT6UjRrbUW3RtFCUGiheAFfh824&#10;u3QzWZLUXf/eFAp9m8O5znzZ20ZcyIfasYLRMANBXDhTc6ngeNCDKYgQkQ02jknBlQIsF/d3c8yN&#10;63hHl30sRQrhkKOCKsY2lzIUFVkMQ9cSJ+7svMWYoC+l8dilcNvI5yybSIs1p4YKW3qvqPje/1gF&#10;66+uHPunYt27j/Pm9Kq10Z9aqceHfvUGIlIf/8V/7q1J88fZywx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R8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qlsYA&#10;AADeAAAADwAAAGRycy9kb3ducmV2LnhtbESPQW/CMAyF75P2HyJP2m2kYzChQkBoU6UJcYHxA6zG&#10;NIXGqZJQun8/HybtZsvP771vtRl9pwaKqQ1s4HVSgCKug225MXD6rl4WoFJGttgFJgM/lGCzfnxY&#10;YWnDnQ80HHOjxIRTiQZczn2pdaodeUyT0BPL7RyixyxrbLSNeBdz3+lpUbxrjy1LgsOePhzV1+PN&#10;G6h20/1wvdlYhe048zR3l8WnM+b5adwuQWUa87/47/vLSv23Yi4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Zql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qF8sQA&#10;AADeAAAADwAAAGRycy9kb3ducmV2LnhtbERP32vCMBB+H+x/CDfwRWaq4hidUVQIDhREJ/h6NGdb&#10;1lxKEm3335vBYG/38f28+bK3jbiTD7VjBeNRBoK4cKbmUsH5S7++gwgR2WDjmBT8UIDl4vlpjrlx&#10;HR/pfoqlSCEcclRQxdjmUoaiIoth5FrixF2dtxgT9KU0HrsUbhs5ybI3abHm1FBhS5uKiu/TzSpY&#10;H7py6ofFune76/Yy09rovVZq8NKvPkBE6uO/+M/9adL8aTYbw+876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ahf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Res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yXbJX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hRe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qCcAA&#10;AADeAAAADwAAAGRycy9kb3ducmV2LnhtbERPzYrCMBC+C75DGMGbJlq7LNUoi+CyHq0+wNCMbbGZ&#10;dJusrW9vFgRv8/H9zmY32EbcqfO1Yw2LuQJBXDhTc6nhcj7MPkH4gGywcUwaHuRhtx2PNpgZ1/OJ&#10;7nkoRQxhn6GGKoQ2k9IXFVn0c9cSR+7qOoshwq6UpsM+httGLpX6kBZrjg0VtrSvqLjlf1bD6tF/&#10;/+bpTR2MpcUxaY8cilTr6WT4WoMINIS3+OX+MXF+otIE/t+JN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pqC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Hk0sIA&#10;AADeAAAADwAAAGRycy9kb3ducmV2LnhtbERPS4vCMBC+L/gfwgje1tTHilajiKLInrQ+zkMztsVm&#10;Upqo9d8bYWFv8/E9Z7ZoTCkeVLvCsoJeNwJBnFpdcKbgdNx8j0E4j6yxtEwKXuRgMW99zTDW9skH&#10;eiQ+EyGEXYwKcu+rWEqX5mTQdW1FHLirrQ36AOtM6hqfIdyUsh9FI2mw4NCQY0WrnNJbcjcK7qNL&#10;/8TXX71P1q/tZL1ZOnnOlOq0m+UUhKfG/4v/3Dsd5g+inyF83gk3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eT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LxVMYA&#10;AADeAAAADwAAAGRycy9kb3ducmV2LnhtbERPTWvCQBC9F/wPywje6katQaOrqFCoHiq1evA2Zsck&#10;mp1Ns1uN/75bKPQ2j/c503ljSnGj2hWWFfS6EQji1OqCMwX7z9fnEQjnkTWWlknBgxzMZ62nKSba&#10;3vmDbjufiRDCLkEFufdVIqVLczLourYiDtzZ1gZ9gHUmdY33EG5K2Y+iWBosODTkWNEqp/S6+zYK&#10;DttRPN4u1y+XzfsJB0Z/HXURK9VpN4sJCE+N/xf/ud90mD+IhkP4fSfc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Lx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n4t8QA&#10;AADeAAAADwAAAGRycy9kb3ducmV2LnhtbERPTWvCQBC9F/wPywi9NRu1BkmzEdtSLZ40LfQ6ZMck&#10;mJ0N2a3G/nq3IHibx/ucbDmYVpyod41lBZMoBkFcWt1wpeD76+NpAcJ5ZI2tZVJwIQfLfPSQYart&#10;mfd0KnwlQgi7FBXU3neplK6syaCLbEccuIPtDfoA+0rqHs8h3LRyGseJNNhwaKixo7eaymPxaxT8&#10;JT+4c5vp6/tMe7o8L9Z2u1sr9TgeVi8gPA3+Lr65P3WYP4vnCfy/E26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Z+L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w0gsMA&#10;AADeAAAADwAAAGRycy9kb3ducmV2LnhtbERPzWrCQBC+F3yHZQRvutFqa6OrSFHozSb1AYbsdBPM&#10;zsbsqtGn7wpCb/Px/c5y3dlaXKj1lWMF41ECgrhwumKj4PCzG85B+ICssXZMCm7kYb3qvSwx1e7K&#10;GV3yYEQMYZ+igjKEJpXSFyVZ9CPXEEfu17UWQ4StkbrFawy3tZwkyZu0WHFsKLGhz5KKY362Ck5u&#10;MtNdvsX9cfvxXRkzPd2zqVKDfrdZgAjUhX/x0/2l4/zXZPYOj3fiD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w0g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/GG8YA&#10;AADeAAAADwAAAGRycy9kb3ducmV2LnhtbESPQW/CMAyF70j8h8iTdoN0IFjXERCbNIkrsMOOXmLa&#10;bo1Tmgw6fj0+IHGz9Z7f+7xY9b5RJ+piHdjA0zgDRWyDq7k08Ln/GOWgYkJ22AQmA/8UYbUcDhZY&#10;uHDmLZ12qVQSwrFAA1VKbaF1tBV5jOPQEot2CJ3HJGtXatfhWcJ9oydZNtcea5aGClt6r8j+7v68&#10;gU39TbO5Pbz4/M1uvy7HNH3+ccY8PvTrV1CJ+nQ33643TvCn2Ux45R2ZQS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/GG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KaV8YA&#10;AADeAAAADwAAAGRycy9kb3ducmV2LnhtbERPXWsCMRB8L/Q/hC30rSZaWuppFC0UWvwAP9DX5bJe&#10;Di+b45Ke5783QqFvszs7Mzvjaecq0VITSs8a+j0Fgjj3puRCw3739fIBIkRkg5Vn0nClANPJ48MY&#10;M+MvvKF2GwuRTDhkqMHGWGdShtySw9DzNXHiTr5xGNPYFNI0eEnmrpIDpd6lw5JTgsWaPi3l5+2v&#10;09Di+qqOdr4a/pTLfLCeHxYm7fXzUzcbgYjUxf/jP/W3Se+/qrch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KaV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m7cQA&#10;AADeAAAADwAAAGRycy9kb3ducmV2LnhtbESPQU/DMAyF70j8h8hI3FhKkSZUlk0IaYgjFA4cTeM1&#10;HY1dJWEt/Hp8QOJmy8/vvW+zW+JoTpTyIOzgelWBIe7ED9w7eHvdX92CyQXZ4yhMDr4pw257frbB&#10;xsvML3RqS2/UhHODDkIpU2Nt7gJFzCuZiPV2kBSx6Jp66xPOah5HW1fV2kYcWBMCTvQQqPtsv6KD&#10;+bH7ONaHdx9+0iT79lmO9SjOXV4s93dgCi3lX/z3/eS1/k21Vg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5Ju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2TYcQA&#10;AADeAAAADwAAAGRycy9kb3ducmV2LnhtbERP22oCMRB9F/yHMELfNKsFK1ujeIUiLaJt38fNuLua&#10;TJZNquvfG6Hg2xzOdcbTxhpxodqXjhX0ewkI4szpknMFP9/r7giED8gajWNScCMP00m7NcZUuyvv&#10;6LIPuYgh7FNUUIRQpVL6rCCLvucq4sgdXW0xRFjnUtd4jeHWyEGSDKXFkmNDgRUtCsrO+z+rYL1d&#10;mtPgazf7lWGxejuY0Wa+/FTqpdPM3kEEasJT/O/+0HH+azLsw+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Nk2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QgsQA&#10;AADeAAAADwAAAGRycy9kb3ducmV2LnhtbERP24rCMBB9X/Afwgi+yJqqKNI1igiigoKXhX0dm7Et&#10;NpPSxFr/3gjCvs3hXGc6b0whaqpcbllBvxeBIE6szjlV8HtefU9AOI+ssbBMCp7kYD5rfU0x1vbB&#10;R6pPPhUhhF2MCjLvy1hKl2Rk0PVsSRy4q60M+gCrVOoKHyHcFHIQRWNpMOfQkGFJy4yS2+luFNSH&#10;3SXd1K7c3iZdNxpe1uu9/lOq024WPyA8Nf5f/HFvdJg/jMYDeL8Tb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p0I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kLBMUA&#10;AADeAAAADwAAAGRycy9kb3ducmV2LnhtbERPTWsCMRC9C/6HMEJvmlRb0dUotVDoRajWg97GzXR3&#10;cTPZJqmu/npTKPQ2j/c582Vra3EmHyrHGh4HCgRx7kzFhYbd51t/AiJEZIO1Y9JwpQDLRbczx8y4&#10;C2/ovI2FSCEcMtRQxthkUoa8JIth4BrixH05bzEm6AtpPF5SuK3lUKmxtFhxaiixodeS8tP2x2pY&#10;TSer748nXt82xwMd9sfT89ArrR967csMRKQ2/ov/3O8mzR+p8Qh+30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QsExQAAAN4AAAAPAAAAAAAAAAAAAAAAAJgCAABkcnMv&#10;ZG93bnJldi54bWxQSwUGAAAAAAQABAD1AAAAigMAAAAA&#10;" fillcolor="black" stroked="f"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dcMYA&#10;AADeAAAADwAAAGRycy9kb3ducmV2LnhtbERPS2vCQBC+F/wPywi91Y22Bomuon2AoB58HDxOs9Nk&#10;SXY2ZLca++u7hYK3+fieM1t0thYXar1xrGA4SEAQ504bLhScjh9PExA+IGusHZOCG3lYzHsPM8y0&#10;u/KeLodQiBjCPkMFZQhNJqXPS7LoB64hjtyXay2GCNtC6havMdzWcpQkqbRoODaU2NBrSXl1+LYK&#10;zpvUTPaGRp/bn9W73o6r1e6tUuqx3y2nIAJ14S7+d691nP+cpC/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Odc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1V2cQA&#10;AADeAAAADwAAAGRycy9kb3ducmV2LnhtbERPTWsCMRC9F/ofwhR600RLRVajSKW0lx5qK16HzbhZ&#10;dzPZJlFXf31TEHqbx/uc+bJ3rThRiLVnDaOhAkFcelNzpeH763UwBRETssHWM2m4UITl4v5ujoXx&#10;Z/6k0yZVIodwLFCDTakrpIylJYdx6DvizO19cJgyDJU0Ac853LVyrNREOqw5N1js6MVS2WyOTkNY&#10;7dbNlY/bRl0/LvHt0P9M0Wr9+NCvZiAS9elffHO/mzz/SU2e4e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9Vd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595cQA&#10;AADeAAAADwAAAGRycy9kb3ducmV2LnhtbERPbUsCQRD+LvQflgn8IrmrwVWXq0ggCEmg+QOm2+nu&#10;aHf2uJ309Ne3QdC3eXheZ7Eaglcn6lMb2cJsakARV9G1XFs4vm/uHkElQXboI5OFCyVYLW9GCyxd&#10;PPOeTgepVQ7hVKKFRqQrtU5VQwHTNHbEmfuMfUDJsK+16/Gcw4PXc2MKHbDl3NBgRy8NVV+H72DB&#10;zz/80+tD2snlqHfmGmQ/eXPWjm+H9TMooUH+xX/urcvz701RwO87+Qa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efe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KZJMQA&#10;AADeAAAADwAAAGRycy9kb3ducmV2LnhtbERPTWsCMRC9C/6HMEJvmq2Clq1R2oqwFw9uLV7HzXSz&#10;NJksm6hbf70pFLzN433Oct07Ky7UhcazgudJBoK48rrhWsHhczt+AREiskbrmRT8UoD1ajhYYq79&#10;lfd0KWMtUgiHHBWYGNtcylAZchgmviVO3LfvHMYEu1rqDq8p3Fk5zbK5dNhwajDY0oeh6qc8OwWb&#10;srXTQ2Hew/FrdzrZ4ral40app1H/9goiUh8f4n93odP8WTZfwN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CmS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i/YMUA&#10;AADeAAAADwAAAGRycy9kb3ducmV2LnhtbESPQWsCMRCF74X+hzAFbzWpwla2RimlgtBTrR68Dcl0&#10;d3UzWTbR3f77zkHwNsN78943y/UYWnWlPjWRLbxMDShiF33DlYX9z+Z5ASplZI9tZLLwRwnWq8eH&#10;JZY+DvxN112ulIRwKtFCnXNXap1cTQHTNHbEov3GPmCWta+073GQ8NDqmTGFDtiwNNTY0UdN7ry7&#10;BAunjf6KzqA77A/D1r8ePwtqjbWTp/H9DVSmMd/Nt+utF/y5KYRX3p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L9g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zpnMUA&#10;AADeAAAADwAAAGRycy9kb3ducmV2LnhtbERPTWvCQBC9C/0PyxS86aYRRNOsYgsFafFQldLjNDsm&#10;IdnZsLuJ6b/vCgVv83ifk29H04qBnK8tK3iaJyCIC6trLhWcT2+zFQgfkDW2lknBL3nYbh4mOWba&#10;XvmThmMoRQxhn6GCKoQuk9IXFRn0c9sRR+5incEQoSuldniN4aaVaZIspcGaY0OFHb1WVDTH3ij4&#10;7j/4cli879xL+LLjyTfpz6pRavo47p5BBBrDXfzv3us4f5Es13B7J94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Omc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IDrskA&#10;AADeAAAADwAAAGRycy9kb3ducmV2LnhtbESPT08CMRDF7yZ+h2ZMvEkr/oOFQsTExAuJoAe4Ddth&#10;d8N2urYVVj69czDxNpN58977Tee9b9WRYmoCW7gdGFDEZXANVxY+P15vRqBSRnbYBiYLP5RgPru8&#10;mGLhwolXdFznSokJpwIt1Dl3hdaprMljGoSOWG77ED1mWWOlXcSTmPtWD4151B4bloQaO3qpqTys&#10;v72FxXi0+Hq/5+V5tdvSdrM7PAyjsfb6qn+egMrU53/x3/ebk/p35kkABEdm0L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oIDrskAAADeAAAADwAAAAAAAAAAAAAAAACYAgAA&#10;ZHJzL2Rvd25yZXYueG1sUEsFBgAAAAAEAAQA9QAAAI4DAAAAAA==&#10;" fillcolor="black" stroked="f"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tn8MA&#10;AADeAAAADwAAAGRycy9kb3ducmV2LnhtbERPS0sDMRC+F/wPYQRv3WwtVFmblqUgiqftQ7xON+Nm&#10;cTNZkpiu/74RBG/z8T1nvZ3sIBL50DtWsChKEMSt0z13Ck7H5/kjiBCRNQ6OScEPBdhubmZrrLS7&#10;8J7SIXYih3CoUIGJcaykDK0hi6FwI3HmPp23GDP0ndQeLzncDvK+LFfSYs+5weBIO0Pt1+HbKkjn&#10;XVMv00cy+zdfd941L+/nRqm726l+AhFpiv/iP/erzvOX5cMCft/JN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itn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Z34cUA&#10;AADeAAAADwAAAGRycy9kb3ducmV2LnhtbERPTWvCQBC9F/wPywi96UYLVqOrFGmlelHTQnscsmM2&#10;NDsbsmtM/fVuQehtHu9zFqvOVqKlxpeOFYyGCQji3OmSCwWfH2+DKQgfkDVWjknBL3lYLXsPC0y1&#10;u/CR2iwUIoawT1GBCaFOpfS5IYt+6GriyJ1cYzFE2BRSN3iJ4baS4ySZSIslxwaDNa0N5T/Z2Srw&#10;o/Xr185eZ+33xvA+25rJoTBKPfa7lzmIQF34F9/d7zrOf0qex/D3Trx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nf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770E" w:rsidRDefault="0075770E" w:rsidP="007577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5770E" w:rsidRDefault="0075770E" w:rsidP="0075770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5770E" w:rsidRPr="004A7D10" w:rsidRDefault="0075770E" w:rsidP="0075770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770E" w:rsidRDefault="0075770E" w:rsidP="0075770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770E" w:rsidRPr="004B0203" w:rsidRDefault="0075770E" w:rsidP="0075770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75770E" w:rsidRPr="0060655C" w:rsidRDefault="0075770E" w:rsidP="007577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Усачуку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О.Л.</w:t>
      </w: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Усачука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О.Л.,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75770E" w:rsidRPr="004B0203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Олегу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Леонідовичу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C7D09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0,1387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6823984000:03:013:0053),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села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О.Л.,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</w:t>
      </w:r>
      <w:r w:rsidRPr="0060655C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770E" w:rsidRPr="0060655C" w:rsidRDefault="0075770E" w:rsidP="007577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770E" w:rsidRPr="0075770E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5770E" w:rsidRPr="0060655C" w:rsidRDefault="0075770E" w:rsidP="007577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5346" w:rsidRPr="0075770E" w:rsidRDefault="0075770E" w:rsidP="007577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A5346" w:rsidRPr="0075770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EE0" w:rsidRDefault="00ED4EE0">
      <w:pPr>
        <w:spacing w:after="0" w:line="240" w:lineRule="auto"/>
      </w:pPr>
      <w:r>
        <w:separator/>
      </w:r>
    </w:p>
  </w:endnote>
  <w:endnote w:type="continuationSeparator" w:id="0">
    <w:p w:rsidR="00ED4EE0" w:rsidRDefault="00ED4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EE0" w:rsidRDefault="00ED4EE0">
      <w:pPr>
        <w:spacing w:after="0" w:line="240" w:lineRule="auto"/>
      </w:pPr>
      <w:r>
        <w:separator/>
      </w:r>
    </w:p>
  </w:footnote>
  <w:footnote w:type="continuationSeparator" w:id="0">
    <w:p w:rsidR="00ED4EE0" w:rsidRDefault="00ED4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0E"/>
    <w:rsid w:val="001A5346"/>
    <w:rsid w:val="002C7D09"/>
    <w:rsid w:val="0075770E"/>
    <w:rsid w:val="00DD4429"/>
    <w:rsid w:val="00ED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0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770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5770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5770E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0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770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5770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5770E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2020-12-24T17:19:00Z</dcterms:created>
  <dcterms:modified xsi:type="dcterms:W3CDTF">2020-12-24T18:51:00Z</dcterms:modified>
</cp:coreProperties>
</file>