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4995" w:rsidRPr="0066767B" w:rsidRDefault="000F4995" w:rsidP="000F4995">
      <w:pPr>
        <w:tabs>
          <w:tab w:val="left" w:pos="216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</w:rPr>
      </w:pPr>
      <w:r w:rsidRPr="0066767B">
        <w:rPr>
          <w:rFonts w:ascii="Times New Roman" w:eastAsia="Calibri" w:hAnsi="Times New Roman" w:cs="Times New Roman"/>
          <w:color w:val="FF0000"/>
        </w:rPr>
        <w:t>ПРОЕКТ</w:t>
      </w:r>
    </w:p>
    <w:p w:rsidR="000F4995" w:rsidRPr="0066767B" w:rsidRDefault="000F4995" w:rsidP="000F4995">
      <w:pPr>
        <w:spacing w:after="0" w:line="240" w:lineRule="auto"/>
        <w:rPr>
          <w:rFonts w:ascii="Times New Roman" w:eastAsia="Calibri" w:hAnsi="Times New Roman" w:cs="Times New Roman"/>
        </w:rPr>
      </w:pPr>
      <w:r w:rsidRPr="0066767B">
        <w:rPr>
          <w:rFonts w:ascii="Calibri" w:eastAsia="Calibri" w:hAnsi="Calibri"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E0392C4" wp14:editId="2A224CEF">
                <wp:simplePos x="0" y="0"/>
                <wp:positionH relativeFrom="column">
                  <wp:posOffset>2710815</wp:posOffset>
                </wp:positionH>
                <wp:positionV relativeFrom="paragraph">
                  <wp:posOffset>90806</wp:posOffset>
                </wp:positionV>
                <wp:extent cx="427466" cy="678246"/>
                <wp:effectExtent l="0" t="0" r="0" b="7620"/>
                <wp:wrapNone/>
                <wp:docPr id="12452" name="Группа 25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27466" cy="678246"/>
                          <a:chOff x="0" y="0"/>
                          <a:chExt cx="1142" cy="1718"/>
                        </a:xfrm>
                      </wpg:grpSpPr>
                      <wps:wsp>
                        <wps:cNvPr id="1245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995" w:rsidRDefault="000F4995" w:rsidP="000F49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5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4995" w:rsidRDefault="000F4995" w:rsidP="000F49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5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995" w:rsidRDefault="000F4995" w:rsidP="000F49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5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4995" w:rsidRDefault="000F4995" w:rsidP="000F49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5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995" w:rsidRDefault="000F4995" w:rsidP="000F49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5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4995" w:rsidRDefault="000F4995" w:rsidP="000F49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5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995" w:rsidRDefault="000F4995" w:rsidP="000F49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6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4995" w:rsidRDefault="000F4995" w:rsidP="000F49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6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995" w:rsidRDefault="000F4995" w:rsidP="000F49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6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4995" w:rsidRDefault="000F4995" w:rsidP="000F49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6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995" w:rsidRDefault="000F4995" w:rsidP="000F49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6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4995" w:rsidRDefault="000F4995" w:rsidP="000F49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6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995" w:rsidRDefault="000F4995" w:rsidP="000F49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6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4995" w:rsidRDefault="000F4995" w:rsidP="000F49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6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995" w:rsidRDefault="000F4995" w:rsidP="000F49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6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4995" w:rsidRDefault="000F4995" w:rsidP="000F49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6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995" w:rsidRDefault="000F4995" w:rsidP="000F49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7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4995" w:rsidRDefault="000F4995" w:rsidP="000F49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7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995" w:rsidRDefault="000F4995" w:rsidP="000F49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7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4995" w:rsidRDefault="000F4995" w:rsidP="000F49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7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995" w:rsidRDefault="000F4995" w:rsidP="000F49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7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995" w:rsidRDefault="000F4995" w:rsidP="000F49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7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995" w:rsidRDefault="000F4995" w:rsidP="000F49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7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995" w:rsidRDefault="000F4995" w:rsidP="000F49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7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995" w:rsidRDefault="000F4995" w:rsidP="000F49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7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995" w:rsidRDefault="000F4995" w:rsidP="000F49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7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995" w:rsidRDefault="000F4995" w:rsidP="000F49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8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995" w:rsidRDefault="000F4995" w:rsidP="000F49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8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995" w:rsidRDefault="000F4995" w:rsidP="000F49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8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995" w:rsidRDefault="000F4995" w:rsidP="000F49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508" o:spid="_x0000_s1026" style="position:absolute;margin-left:213.45pt;margin-top:7.15pt;width:33.65pt;height:53.4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b3z8IA&#10;AADeAAAADwAAAGRycy9kb3ducmV2LnhtbERPS4vCMBC+C/6HMMLeNLX1RTWKyK54EMTXfWjGtthM&#10;SpPV+u/NwoK3+fies1i1phIPalxpWcFwEIEgzqwuOVdwOf/0ZyCcR9ZYWSYFL3KwWnY7C0y1ffKR&#10;HiefixDCLkUFhfd1KqXLCjLoBrYmDtzNNgZ9gE0udYPPEG4qGUfRRBosOTQUWNOmoOx++jUKbLLd&#10;7a95fEy+eep5fZjdru1eqa9eu56D8NT6j/jfvdNhfjwaJ/D3TrhBL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RvfPwgAAAN4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F4995" w:rsidRDefault="000F4995" w:rsidP="000F49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vdGMcA&#10;AADeAAAADwAAAGRycy9kb3ducmV2LnhtbERPS2sCMRC+F/ofwhR6Ec0qVu3WKEXYtvZQ8AFeh810&#10;s3UzWZJUt/76piD0Nh/fc+bLzjbiRD7UjhUMBxkI4tLpmisF+13Rn4EIEVlj45gU/FCA5eL2Zo65&#10;dmfe0GkbK5FCOOSowMTY5lKG0pDFMHAtceI+nbcYE/SV1B7PKdw2cpRlE2mx5tRgsKWVofK4/bYK&#10;vooPc1hNLy++97ihS694f23WE6Xu77rnJxCRuvgvvrrfdJo/Gj+M4e+ddINc/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Rr3Rj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F4995" w:rsidRDefault="000F4995" w:rsidP="000F49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TcgsYA&#10;AADeAAAADwAAAGRycy9kb3ducmV2LnhtbESP0WrCQBBF3wv+wzJCX0rdaGsp0TUEMVLyImo/YMiO&#10;2WB2NmRXk/69Wyj0bYZ7554762y0rbhT7xvHCuazBARx5XTDtYLvc/H6CcIHZI2tY1LwQx6yzeRp&#10;jal2Ax/pfgq1iCHsU1RgQuhSKX1lyKKfuY44ahfXWwxx7WupexxiuG3lIkk+pMWGI8FgR1tD1fV0&#10;sxFyeMNDeRnOxX7EAXel4Zf8qNTzdMxXIAKN4d/8d/2lY/3F+3IJv+/EGeTm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TTcgs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F4995" w:rsidRDefault="000F4995" w:rsidP="000F49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GJXz8QA&#10;AADeAAAADwAAAGRycy9kb3ducmV2LnhtbERPTUvDQBC9C/0PyxS82U1DGyV2W6QqiODBKoi3ITtN&#10;QrOzy+7YxH/vCoK3ebzP2ewmN6gzxdR7NrBcFKCIG297bg28vz1e3YBKgmxx8EwGvinBbju72GBt&#10;/civdD5Iq3IIpxoNdCKh1jo1HTlMCx+IM3f00aFkGFttI4453A26LIpKO+w5N3QYaN9Rczp8OQMv&#10;40N4vq7Wx/AZV6VO91Y+9mLM5Xy6uwUlNMm/+M/9ZPP8crWu4PedfIPe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iV8/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F4995" w:rsidRDefault="000F4995" w:rsidP="000F49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rnbscA&#10;AADeAAAADwAAAGRycy9kb3ducmV2LnhtbESPzWrDMBCE74W8g9hCLiWR47RJcS2HUJJScgn5eYDF&#10;2lim1spYqu28fVUo9LbLzM43m29G24ieOl87VrCYJyCIS6drrhRcL/vZKwgfkDU2jknBnTxsislD&#10;jpl2A5+oP4dKxBD2GSowIbSZlL40ZNHPXUsctZvrLIa4dpXUHQ4x3DYyTZKVtFhzJBhs6d1Q+XX+&#10;thFyXOLxcBsu+48RB9wdDD9tT0pNH8ftG4hAY/g3/11/6lg/fX5Zw+87cQZZ/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qq527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F4995" w:rsidRDefault="000F4995" w:rsidP="000F49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FmJscA&#10;AADeAAAADwAAAGRycy9kb3ducmV2LnhtbESPT0vDQBDF74LfYZmCN7tpaKvEbotUBSl4aBVKb0N2&#10;mgSzf9gdm/jtnUPB2wzvzXu/WW1G16sLpdwFb2A2LUCRr4PtfGPg6/Pt/hFUZvQW++DJwC9l2Kxv&#10;b1ZY2TD4PV0O3CgJ8blCAy1zrLTOdUsO8zRE8qKdQ3LIsqZG24SDhLtel0Wx1A47Lw0tRtq2VH8f&#10;fpyBj+E17h6Wi3M8pXmp84vl45aNuZuMz0+gmEb+N1+v363gl/OF8Mo7MoNe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6xZib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F4995" w:rsidRDefault="000F4995" w:rsidP="000F49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jeVMUA&#10;AADeAAAADwAAAGRycy9kb3ducmV2LnhtbERP32vCMBB+F/wfwgl7EU3npsxqlDkIDhyMOcHXoznb&#10;suZSksx2/70ZDPZ2H9/PW29724gr+VA7VnA/zUAQF87UXCo4ferJE4gQkQ02jknBDwXYboaDNebG&#10;dfxB12MsRQrhkKOCKsY2lzIUFVkMU9cSJ+7ivMWYoC+l8dilcNvIWZYtpMWaU0OFLb1UVHwdv62C&#10;3XtXPvhxsevd4bI/z7U2+k0rdTfqn1cgIvXxX/znfjVp/uxxvoTfd9INcn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+N5U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F4995" w:rsidRDefault="000F4995" w:rsidP="000F49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573i8UA&#10;AADeAAAADwAAAGRycy9kb3ducmV2LnhtbESPQWvDMAyF74P9B6PBbqvT0JWS1S2lJTDGLuv2A0Ss&#10;xWljOdhumv776jDYTUJP771vvZ18r0aKqQtsYD4rQBE3wXbcGvj5rl9WoFJGttgHJgM3SrDdPD6s&#10;sbLhyl80HnOrxIRThQZczkOldWoceUyzMBDL7TdEj1nW2Gob8SrmvtdlUSy1x44lweFAe0fN+Xjx&#10;BuqP8nM8X2ysw25aeHp1p9XBGfP8NO3eQGWa8r/47/vdSv1ysRQAwZEZ9OY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nveL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F4995" w:rsidRDefault="000F4995" w:rsidP="000F49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IY78UA&#10;AADeAAAADwAAAGRycy9kb3ducmV2LnhtbERP32vCMBB+H/g/hBP2IjPVTRmdUVQIEybI3GCvR3O2&#10;Zc2lJJmt/70RhL3dx/fzFqveNuJMPtSOFUzGGQjiwpmaSwXfX/rpFUSIyAYbx6TgQgFWy8HDAnPj&#10;Ov6k8zGWIoVwyFFBFWObSxmKiiyGsWuJE3dy3mJM0JfSeOxSuG3kNMvm0mLNqaHClrYVFb/HP6tg&#10;c+jKZz8qNr37OL3/zLQ2eq+Vehz26zcQkfr4L767dybNn77MJ3B7J90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4hjv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F4995" w:rsidRDefault="000F4995" w:rsidP="000F49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DMZ8IA&#10;AADeAAAADwAAAGRycy9kb3ducmV2LnhtbERP3WrCMBS+F3yHcAa703TFiVRTEUdhDG+mPsChOWu6&#10;NiclibV7+0UY7O58fL9nt59sL0byoXWs4GWZgSCunW65UXC9VIsNiBCRNfaOScEPBdiX89kOC+3u&#10;/EnjOTYihXAoUIGJcSikDLUhi2HpBuLEfTlvMSboG6k93lO47WWeZWtpseXUYHCgo6G6O9+sguoj&#10;P43dTfvKHaaVpVfzvXkzSj0/TYctiEhT/Bf/ud91mp+v1jk83kk3y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AMxn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F4995" w:rsidRDefault="000F4995" w:rsidP="000F49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L3FL4A&#10;AADeAAAADwAAAGRycy9kb3ducmV2LnhtbERPSwrCMBDdC94hjOBOU79INYoIii6tHmBoxrbYTGoT&#10;bb29EQR383jfWW1aU4oX1a6wrGA0jEAQp1YXnCm4XvaDBQjnkTWWlknBmxxs1t3OCmNtGz7TK/GZ&#10;CCHsYlSQe1/FUro0J4NuaCviwN1sbdAHWGdS19iEcFPKcRTNpcGCQ0OOFe1ySu/J0yiYvpvDI5nd&#10;o702NDpNqhP7dKZUv9dulyA8tf4v/rmPOswfT+cT+L4TbpDrD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WC9xS+AAAA3gAAAA8AAAAAAAAAAAAAAAAAmAIAAGRycy9kb3ducmV2&#10;LnhtbFBLBQYAAAAABAAEAPUAAACD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F4995" w:rsidRDefault="000F4995" w:rsidP="000F49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l5z8IA&#10;AADeAAAADwAAAGRycy9kb3ducmV2LnhtbERPTYvCMBC9C/sfwix409QiRbtGkRUX2ZPWuuehGdti&#10;MylN1PrvN4LgbR7vcxar3jTiRp2rLSuYjCMQxIXVNZcK8uN2NAPhPLLGxjIpeJCD1fJjsMBU2zsf&#10;6Jb5UoQQdikqqLxvUyldUZFBN7YtceDOtjPoA+xKqTu8h3DTyDiKEmmw5tBQYUvfFRWX7GoUXJO/&#10;OOfzr95nm8fPfLNdO3kqlRp+9usvEJ56/xa/3Dsd5sfTZArPd8INcvk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0aXnP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F4995" w:rsidRDefault="000F4995" w:rsidP="000F49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psScYA&#10;AADeAAAADwAAAGRycy9kb3ducmV2LnhtbERPS2vCQBC+F/wPywje6sZHg01dRQXB9mCorQdv0+yY&#10;pM3OxuxW4793hUJv8/E9ZzpvTSXO1LjSsoJBPwJBnFldcq7g82P9OAHhPLLGyjIpuJKD+azzMMVE&#10;2wu/03nncxFC2CWooPC+TqR0WUEGXd/WxIE72sagD7DJpW7wEsJNJYdRFEuDJYeGAmtaFZT97H6N&#10;gn06iZ/T5ev4+237hSOjTwddxkr1uu3iBYSn1v+L/9wbHeYPx/ET3N8JN8jZ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EpsSc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F4995" w:rsidRDefault="000F4995" w:rsidP="000F49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FlqsQA&#10;AADeAAAADwAAAGRycy9kb3ducmV2LnhtbERPTWvCQBC9F/wPywi9NRujBEmzilpMpSerQq9DdpqE&#10;ZmdDdqtJf31XKPQ2j/c5+XowrbhS7xrLCmZRDIK4tLrhSsHlvH9agnAeWWNrmRSM5GC9mjzkmGl7&#10;43e6nnwlQgi7DBXU3neZlK6syaCLbEccuE/bG/QB9pXUPd5CuGllEsepNNhwaKixo11N5dfp2yj4&#10;ST/w6F6T7ctcexoXy8K+HQulHqfD5hmEp8H/i//cBx3mJ4s0hfs74Qa5+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BhZar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F4995" w:rsidRDefault="000F4995" w:rsidP="000F49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Spn8MA&#10;AADeAAAADwAAAGRycy9kb3ducmV2LnhtbERPzWrCQBC+C32HZQq96cYQrUZXKUWhN2vqAwzZcRPM&#10;zsbsVmOf3hUK3ubj+53lureNuFDna8cKxqMEBHHpdM1GweFnO5yB8AFZY+OYFNzIw3r1Mlhirt2V&#10;93QpghExhH2OCqoQ2lxKX1Zk0Y9cSxy5o+sshgg7I3WH1xhuG5kmyVRarDk2VNjSZ0Xlqfi1Cs4u&#10;nei+2ODutJl/18Zk5799ptTba/+xABGoD0/xv/tLx/lpNn2HxzvxBrm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RSpn8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F4995" w:rsidRDefault="000F4995" w:rsidP="000F49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dbBsYA&#10;AADeAAAADwAAAGRycy9kb3ducmV2LnhtbESPQW/CMAyF75P2HyJP2m2ksK1AISA2aRJX2A4cTWLa&#10;QuOUJoNuv34+TOJm6z2/93m+7H2jLtTFOrCB4SADRWyDq7k08PX58TQBFROywyYwGfihCMvF/d0c&#10;CxeuvKHLNpVKQjgWaKBKqS20jrYij3EQWmLRDqHzmGTtSu06vEq4b/Qoy3LtsWZpqLCl94rsafvt&#10;DazrPb3m9jD1kze72f2e0/P46Ix5fOhXM1CJ+nQz/1+vneCPXnLhlXdkBr3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jdbBs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F4995" w:rsidRDefault="000F4995" w:rsidP="000F49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oHSsYA&#10;AADeAAAADwAAAGRycy9kb3ducmV2LnhtbERPXWvCQBB8L/gfjhX6Vi8NRWr0EqogtLQV/EBfl9ya&#10;C+b2Qu4a47/vFQq+ze7szOwsisE2oqfO144VPE8SEMSl0zVXCg779dMrCB+QNTaOScGNPBT56GGB&#10;mXZX3lK/C5WIJuwzVGBCaDMpfWnIop+4ljhyZ9dZDHHsKqk7vEZz28g0SabSYs0xwWBLK0PlZfdj&#10;FfS4uSUns/yefdRfZbpZHj913KvH8fA2BxFoCPfjf/W7ju+nL9MZ/NWJGGT+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loHSs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F4995" w:rsidRDefault="000F4995" w:rsidP="000F49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TnkMQA&#10;AADeAAAADwAAAGRycy9kb3ducmV2LnhtbESPQU/DMAyF70j8h8hI3FhKhQCVZRNCGuIIhQNH03hN&#10;R2NXSVgLvx4fkLjZ8vN771tvlziaI6U8CDu4XFVgiDvxA/cO3l53F7dgckH2OAqTg2/KsN2cnqyx&#10;8TLzCx3b0hs14dygg1DK1Fibu0AR80omYr3tJUUsuqbe+oSzmsfR1lV1bSMOrAkBJ3oI1H22X9HB&#10;/Nh9HOr9uw8/aZJd+yyHehTnzs+W+zswhZbyL/77fvJav766UQDF0Rns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O055D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F4995" w:rsidRDefault="000F4995" w:rsidP="000F49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BSHMQA&#10;AADeAAAADwAAAGRycy9kb3ducmV2LnhtbERP22oCMRB9L/QfwhT6VrMuRWU1ilcoYhFv7+Nm3N02&#10;mSybVLd/bwoF3+ZwrjOatNaIKzW+cqyg20lAEOdOV1woOB5WbwMQPiBrNI5JwS95mIyfn0aYaXfj&#10;HV33oRAxhH2GCsoQ6kxKn5dk0XdcTRy5i2sshgibQuoGbzHcGpkmSU9arDg2lFjTvKT8e/9jFay2&#10;C/OVfu6mJxnmy/7ZDNazxUap15d2OgQRqA0P8b/7Q8f56Xu/C3/vxBvk+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QAUhz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F4995" w:rsidRDefault="000F4995" w:rsidP="000F49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QR/8YA&#10;AADeAAAADwAAAGRycy9kb3ducmV2LnhtbERPTWvCQBC9C/0PyxR6Ed00Wiupq5SCRMFCawu9jtlp&#10;EszOhuyaxH/vCoK3ebzPWax6U4mWGldaVvA8jkAQZ1aXnCv4/VmP5iCcR9ZYWSYFZ3KwWj4MFpho&#10;2/E3tXufixDCLkEFhfd1IqXLCjLoxrYmDty/bQz6AJtc6ga7EG4qGUfRTBosOTQUWNNHQdlxfzIK&#10;2q/dId+0rt4e50P3Mjmk6af+U+rpsX9/A+Gp93fxzb3RYX48fY3h+k64QS4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yQR/8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F4995" w:rsidRDefault="000F4995" w:rsidP="000F49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TKecYA&#10;AADeAAAADwAAAGRycy9kb3ducmV2LnhtbERPTWsCMRC9C/6HMEJvmnVrrd0apQoFL4VqPeht3Iy7&#10;i5vJNom69tc3hYK3ebzPmc5bU4sLOV9ZVjAcJCCIc6srLhRsv977ExA+IGusLZOCG3mYz7qdKWba&#10;XnlNl00oRAxhn6GCMoQmk9LnJRn0A9sQR+5oncEQoSukdniN4aaWaZKMpcGKY0OJDS1Lyk+bs1Gw&#10;eJksvj9H/PGzPuxpvzucnlKXKPXQa99eQQRqw138717pOD8dPT/C3zvxBjn7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QTKecYAAADeAAAADwAAAAAAAAAAAAAAAACYAgAAZHJz&#10;L2Rvd25yZXYueG1sUEsFBgAAAAAEAAQA9QAAAIsDAAAAAA==&#10;" fillcolor="black" stroked="f">
                  <v:textbox>
                    <w:txbxContent>
                      <w:p w:rsidR="000F4995" w:rsidRDefault="000F4995" w:rsidP="000F49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5cDcYA&#10;AADeAAAADwAAAGRycy9kb3ducmV2LnhtbERPTWvCQBC9F/wPywi91U2DWkldRW2FgnrQ9tDjNDtN&#10;lmRnQ3arqb/eFQRv83ifM513thZHar1xrOB5kIAgzp02XCj4+lw/TUD4gKyxdkwK/snDfNZ7mGKm&#10;3Yn3dDyEQsQQ9hkqKENoMil9XpJFP3ANceR+XWsxRNgWUrd4iuG2lmmSjKVFw7GhxIZWJeXV4c8q&#10;+N6MzWRvKP3Znpfvejuqlru3SqnHfrd4BRGoC3fxzf2h4/x0+DKE6zvxBj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y5cDc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F4995" w:rsidRDefault="000F4995" w:rsidP="000F49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CUpMQA&#10;AADeAAAADwAAAGRycy9kb3ducmV2LnhtbERPTWsCMRC9C/6HMEJvmlVaK6tRxFLaSw+1itdhM91s&#10;dzPZJlFXf31TELzN433OYtXZRpzIh8qxgvEoA0FcOF1xqWD39TqcgQgRWWPjmBRcKMBq2e8tMNfu&#10;zJ902sZSpBAOOSowMba5lKEwZDGMXEucuG/nLcYEfSm1x3MKt42cZNlUWqw4NRhsaWOoqLdHq8Cv&#10;Dy/1lY/7Ort+XMLbT/c7Q6PUw6Bbz0FE6uJdfHO/6zR/8vj8BP/vpBvk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IwlKT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F4995" w:rsidRDefault="000F4995" w:rsidP="000F49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O8mMQA&#10;AADeAAAADwAAAGRycy9kb3ducmV2LnhtbERP22rCQBB9L/Qflin0pejGULxEV5FCoVApePmAMTsm&#10;wd3ZkJ1q7Nd3CwXf5nCus1j13qkLdbEJbGA0zEARl8E2XBk47N8HU1BRkC26wGTgRhFWy8eHBRY2&#10;XHlLl51UKoVwLNBALdIWWseyJo9xGFrixJ1C51ES7CptO7ymcO90nmVj7bHh1FBjS281lefdtzfg&#10;8qObfU7iRm4Hvcl+vGxfvqwxz0/9eg5KqJe7+N/9YdP8/HUyhr930g16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GTvJj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F4995" w:rsidRDefault="000F4995" w:rsidP="000F49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9YWcUA&#10;AADeAAAADwAAAGRycy9kb3ducmV2LnhtbERPTWsCMRC9C/0PYQreatal1LI1iq0Ie+nBrcXruBk3&#10;i8lk2aS69tc3QsHbPN7nzJeDs+JMfWg9K5hOMhDEtdctNwp2X5unVxAhImu0nknBlQIsFw+jORba&#10;X3hL5yo2IoVwKFCBibErpAy1IYdh4jvixB197zAm2DdS93hJ4c7KPMtepMOWU4PBjj4M1afqxylY&#10;V53Nd6V5D/vvz8PBlr8b2q+VGj8OqzcQkYZ4F/+7S53m58+zGdzeSTf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D1hZ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F4995" w:rsidRDefault="000F4995" w:rsidP="000F49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V+HcUA&#10;AADeAAAADwAAAGRycy9kb3ducmV2LnhtbESPQWsCMRCF74X+hzCF3mpSKSqrUUqpIHjS6sHbkIy7&#10;q5vJsknd7b93DkJvM7w3732zWA2hUTfqUh3ZwvvIgCJ20ddcWjj8rN9moFJG9thEJgt/lGC1fH5a&#10;YOFjzzu67XOpJIRTgRaqnNtC6+QqCphGsSUW7Ry7gFnWrtS+w17CQ6PHxkx0wJqlocKWvipy1/1v&#10;sHBZ6210Bt3xcOw3fnr6nlBjrH19GT7noDIN+d/8uN54wR9/TIVX3pEZ9P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lX4dxQAAAN4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F4995" w:rsidRDefault="000F4995" w:rsidP="000F49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Eo4cUA&#10;AADeAAAADwAAAGRycy9kb3ducmV2LnhtbERPS2vCQBC+F/wPywi91Y1p8RFdxRYKpeKhKuJxzI5J&#10;SHY27K6a/vuuIPQ2H99z5svONOJKzleWFQwHCQji3OqKCwX73efLBIQPyBoby6TglzwsF72nOWba&#10;3viHrttQiBjCPkMFZQhtJqXPSzLoB7YljtzZOoMhQldI7fAWw00j0yQZSYMVx4YSW/ooKa+3F6Pg&#10;eFnzefP6vXLv4WC7na/T06RW6rnfrWYgAnXhX/xwf+k4P30bT+H+TrxB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MSjhxQAAAN4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F4995" w:rsidRDefault="000F4995" w:rsidP="000F49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MkKckA&#10;AADeAAAADwAAAGRycy9kb3ducmV2LnhtbESPT0/DMAzF70j7DpGRuLGUaqDSLZs2JCQuSOzPgd28&#10;xmurNU5Jwlb49PiAtJstP7/3frPF4Dp1phBbzwYexhko4srblmsDu+3rfQEqJmSLnWcy8EMRFvPR&#10;zQxL6y+8pvMm1UpMOJZooEmpL7WOVUMO49j3xHI7+uAwyRpqbQNexNx1Os+yJ+2wZUlosKeXhqrT&#10;5tsZWD0Xq6+PCb//rg972n8eTo95yIy5ux2WU1CJhnQV/3+/WamfTwoBEByZQc/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qAMkKckAAADeAAAADwAAAAAAAAAAAAAAAACYAgAA&#10;ZHJzL2Rvd25yZXYueG1sUEsFBgAAAAAEAAQA9QAAAI4DAAAAAA==&#10;" fillcolor="black" stroked="f">
                  <v:textbox>
                    <w:txbxContent>
                      <w:p w:rsidR="000F4995" w:rsidRDefault="000F4995" w:rsidP="000F49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mKGMMA&#10;AADeAAAADwAAAGRycy9kb3ducmV2LnhtbERPS0sDMRC+C/0PYQrebLZVpKxNy1IQxdP2hdfpZrpZ&#10;upksSUzXf28Ewdt8fM9ZbUbbi0Q+dI4VzGcFCOLG6Y5bBcfD68MSRIjIGnvHpOCbAmzWk7sVltrd&#10;eEdpH1uRQziUqMDEOJRShsaQxTBzA3HmLs5bjBn6VmqPtxxue7koimdpsePcYHCgraHmuv+yCtJ5&#10;W1eP6TOZ3YevWu/qt9O5Vup+OlYvICKN8V/8537Xef7iaTmH33fyDXL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PmKGM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F4995" w:rsidRDefault="000F4995" w:rsidP="000F49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dQZsUA&#10;AADeAAAADwAAAGRycy9kb3ducmV2LnhtbERPTWvCQBC9F/wPywje6sZQxEZXEWmL9lIbBT0O2TEb&#10;zM6G7BrT/vpuodDbPN7nLFa9rUVHra8cK5iMExDEhdMVlwqOh9fHGQgfkDXWjknBF3lYLQcPC8y0&#10;u/MndXkoRQxhn6ECE0KTSekLQxb92DXEkbu41mKIsC2lbvEew20t0ySZSosVxwaDDW0MFdf8ZhX4&#10;yebl9G6/n7vzm+GPfGem+9IoNRr26zmIQH34F/+5tzrOT59mKfy+E2+Qy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h1Bm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F4995" w:rsidRDefault="000F4995" w:rsidP="000F49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0F4995" w:rsidRPr="0066767B" w:rsidRDefault="000F4995" w:rsidP="000F4995">
      <w:pPr>
        <w:spacing w:after="0" w:line="240" w:lineRule="auto"/>
        <w:rPr>
          <w:rFonts w:ascii="Times New Roman" w:eastAsia="Calibri" w:hAnsi="Times New Roman" w:cs="Times New Roman"/>
        </w:rPr>
      </w:pPr>
    </w:p>
    <w:p w:rsidR="000F4995" w:rsidRPr="0066767B" w:rsidRDefault="000F4995" w:rsidP="000F4995">
      <w:pPr>
        <w:spacing w:after="0" w:line="240" w:lineRule="auto"/>
        <w:rPr>
          <w:rFonts w:ascii="Times New Roman" w:eastAsia="Calibri" w:hAnsi="Times New Roman" w:cs="Times New Roman"/>
        </w:rPr>
      </w:pPr>
    </w:p>
    <w:p w:rsidR="000F4995" w:rsidRPr="0066767B" w:rsidRDefault="000F4995" w:rsidP="000F4995">
      <w:pPr>
        <w:spacing w:after="0" w:line="240" w:lineRule="auto"/>
        <w:rPr>
          <w:rFonts w:ascii="Times New Roman" w:eastAsia="Calibri" w:hAnsi="Times New Roman" w:cs="Times New Roman"/>
        </w:rPr>
      </w:pPr>
    </w:p>
    <w:p w:rsidR="000F4995" w:rsidRPr="0066767B" w:rsidRDefault="000F4995" w:rsidP="000F4995">
      <w:pPr>
        <w:spacing w:after="0" w:line="240" w:lineRule="auto"/>
        <w:rPr>
          <w:rFonts w:ascii="Times New Roman" w:eastAsia="Calibri" w:hAnsi="Times New Roman" w:cs="Times New Roman"/>
        </w:rPr>
      </w:pPr>
    </w:p>
    <w:p w:rsidR="000F4995" w:rsidRPr="0066767B" w:rsidRDefault="000F4995" w:rsidP="000F4995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0F4995" w:rsidRPr="0066767B" w:rsidRDefault="000F4995" w:rsidP="000F4995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6767B">
        <w:rPr>
          <w:rFonts w:ascii="Times New Roman" w:eastAsia="Calibri" w:hAnsi="Times New Roman" w:cs="Times New Roman"/>
          <w:b/>
        </w:rPr>
        <w:t>УКРАЇНА</w:t>
      </w:r>
    </w:p>
    <w:p w:rsidR="000F4995" w:rsidRPr="0066767B" w:rsidRDefault="000F4995" w:rsidP="000F4995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6767B">
        <w:rPr>
          <w:rFonts w:ascii="Times New Roman" w:eastAsia="Calibri" w:hAnsi="Times New Roman" w:cs="Times New Roman"/>
          <w:b/>
        </w:rPr>
        <w:t>КРУПЕЦЬКА СІЛЬСЬКА РАДА</w:t>
      </w:r>
    </w:p>
    <w:p w:rsidR="000F4995" w:rsidRPr="0066767B" w:rsidRDefault="000F4995" w:rsidP="000F4995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6767B">
        <w:rPr>
          <w:rFonts w:ascii="Times New Roman" w:eastAsia="Calibri" w:hAnsi="Times New Roman" w:cs="Times New Roman"/>
          <w:b/>
        </w:rPr>
        <w:t>СЛАВУТСЬКОГО РАЙОНУ</w:t>
      </w:r>
    </w:p>
    <w:p w:rsidR="000F4995" w:rsidRPr="0066767B" w:rsidRDefault="000F4995" w:rsidP="000F4995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6767B">
        <w:rPr>
          <w:rFonts w:ascii="Times New Roman" w:eastAsia="Calibri" w:hAnsi="Times New Roman" w:cs="Times New Roman"/>
          <w:b/>
        </w:rPr>
        <w:t>ХМЕЛЬНИЦЬКОЇ ОБЛАСТІ</w:t>
      </w:r>
    </w:p>
    <w:p w:rsidR="000F4995" w:rsidRPr="0066767B" w:rsidRDefault="000F4995" w:rsidP="000F4995">
      <w:pPr>
        <w:spacing w:after="0" w:line="240" w:lineRule="auto"/>
        <w:rPr>
          <w:rFonts w:ascii="Times New Roman" w:eastAsia="Calibri" w:hAnsi="Times New Roman" w:cs="Times New Roman"/>
        </w:rPr>
      </w:pPr>
      <w:r w:rsidRPr="0066767B">
        <w:rPr>
          <w:rFonts w:ascii="Times New Roman" w:eastAsia="Calibri" w:hAnsi="Times New Roman" w:cs="Times New Roman"/>
        </w:rPr>
        <w:t xml:space="preserve"> </w:t>
      </w:r>
      <w:r w:rsidRPr="0066767B">
        <w:rPr>
          <w:rFonts w:ascii="Calibri" w:eastAsia="Calibri" w:hAnsi="Calibri"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0EE3D9A" wp14:editId="4EBDE914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2483" name="Группа 29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12484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995" w:rsidRDefault="000F4995" w:rsidP="000F49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85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4995" w:rsidRDefault="000F4995" w:rsidP="000F49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86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995" w:rsidRDefault="000F4995" w:rsidP="000F49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87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4995" w:rsidRDefault="000F4995" w:rsidP="000F49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88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995" w:rsidRDefault="000F4995" w:rsidP="000F49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89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4995" w:rsidRDefault="000F4995" w:rsidP="000F49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90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995" w:rsidRDefault="000F4995" w:rsidP="000F49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91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4995" w:rsidRDefault="000F4995" w:rsidP="000F49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92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995" w:rsidRDefault="000F4995" w:rsidP="000F49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93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4995" w:rsidRDefault="000F4995" w:rsidP="000F49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94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995" w:rsidRDefault="000F4995" w:rsidP="000F49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95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4995" w:rsidRDefault="000F4995" w:rsidP="000F49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96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995" w:rsidRDefault="000F4995" w:rsidP="000F49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97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4995" w:rsidRDefault="000F4995" w:rsidP="000F49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98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995" w:rsidRDefault="000F4995" w:rsidP="000F49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99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4995" w:rsidRDefault="000F4995" w:rsidP="000F49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00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995" w:rsidRDefault="000F4995" w:rsidP="000F49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01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4995" w:rsidRDefault="000F4995" w:rsidP="000F49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02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995" w:rsidRDefault="000F4995" w:rsidP="000F49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03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4995" w:rsidRDefault="000F4995" w:rsidP="000F49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04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995" w:rsidRDefault="000F4995" w:rsidP="000F49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05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995" w:rsidRDefault="000F4995" w:rsidP="000F49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06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995" w:rsidRDefault="000F4995" w:rsidP="000F49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07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995" w:rsidRDefault="000F4995" w:rsidP="000F49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08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995" w:rsidRDefault="000F4995" w:rsidP="000F49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09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995" w:rsidRDefault="000F4995" w:rsidP="000F49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10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995" w:rsidRDefault="000F4995" w:rsidP="000F49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11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995" w:rsidRDefault="000F4995" w:rsidP="000F49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12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995" w:rsidRDefault="000F4995" w:rsidP="000F49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13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4995" w:rsidRDefault="000F4995" w:rsidP="000F499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915" o:spid="_x0000_s1057" style="position:absolute;margin-left:219.6pt;margin-top:717.85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9D/MQA&#10;AADeAAAADwAAAGRycy9kb3ducmV2LnhtbERPS2vCQBC+C/0Pywi96cYk1JBmlVDakoNQtPU+ZCcP&#10;mp0N2a2m/94VCr3Nx/ecYj+bQVxocr1lBZt1BIK4trrnVsHX59sqA+E8ssbBMin4JQf73cOiwFzb&#10;Kx/pcvKtCCHsclTQeT/mUrq6I4NubUfiwDV2MugDnFqpJ7yGcDPIOIqepMGeQ0OHI710VH+ffowC&#10;m7xXh3MbH5NX3nouP7LmPB+UelzO5TMIT7P/F/+5Kx3mx2mWwv2dcIPc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jPQ/z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F4995" w:rsidRDefault="000F4995" w:rsidP="000F49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dUxMcA&#10;AADeAAAADwAAAGRycy9kb3ducmV2LnhtbERPS2sCMRC+F/ofwhR6kZpVWmu3RhFhbe2h4AN6HTbT&#10;zbabyZKkuvrrjSD0Nh/fcyazzjZiTz7UjhUM+hkI4tLpmisFu23xMAYRIrLGxjEpOFKA2fT2ZoK5&#10;dgde034TK5FCOOSowMTY5lKG0pDF0HctceK+nbcYE/SV1B4PKdw2cphlI2mx5tRgsKWFofJ382cV&#10;/BSf5mvxfFr63suaTr3i461ZjZS6v+vmryAidfFffHW/6zR/+Dh+gss76QY5P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VHVMT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F4995" w:rsidRDefault="000F4995" w:rsidP="000F49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4ZussYA&#10;AADeAAAADwAAAGRycy9kb3ducmV2LnhtbESP0WrCQBBF3wv9h2UKvpS60RaR1FVEjJS8BLUfMGTH&#10;bGh2NmTXJP69Kwh9m+HeuefOajPaRvTU+dqxgtk0AUFcOl1zpeD3nH0sQfiArLFxTApu5GGzfn1Z&#10;YardwEfqT6ESMYR9igpMCG0qpS8NWfRT1xJH7eI6iyGuXSV1h0MMt42cJ8lCWqw5Egy2tDNU/p2u&#10;NkKKTyzyy3DODiMOuM8Nv2+PSk3exu03iEBj+Dc/r390rD//Wi7g8U6cQa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4Zuss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F4995" w:rsidRDefault="000F4995" w:rsidP="000F49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7eE8QA&#10;AADeAAAADwAAAGRycy9kb3ducmV2LnhtbERPTUsDMRC9C/0PYQrebNaltmVtWkqrIIIHqyDehs10&#10;d3EzCcnYXf+9EYTe5vE+Z70dXa/OFFPn2cDtrABFXHvbcWPg/e3xZgUqCbLF3jMZ+KEE283kao2V&#10;9QO/0vkojcohnCo00IqESutUt+QwzXwgztzJR4eSYWy0jTjkcNfrsigW2mHHuaHFQPuW6q/jtzPw&#10;MjyE5+Xi7hQ+47zU6WDlYy/GXE/H3T0ooVEu4n/3k83zy/lqCX/v5Bv0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O3hP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F4995" w:rsidRDefault="000F4995" w:rsidP="000F49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VfW8QA&#10;AADeAAAADwAAAGRycy9kb3ducmV2LnhtbESPzWrCQBDH7wXfYRnBS9FNrRSJriKiRbyI2gcYsmM2&#10;mJ0N2a1J3945FLzNMP+P3yzXva/Vg9pYBTbwMclAERfBVlwa+Lnux3NQMSFbrAOTgT+KsF4N3paY&#10;29DxmR6XVCoJ4ZijAZdSk2sdC0ce4yQ0xHK7hdZjkrUttW2xk3Bf62mWfWmPFUuDw4a2jor75ddL&#10;yekTT8dbd91/99jh7uj4fXM2ZjTsNwtQifr0Ev+7D1bwp7O58Mo7MoNeP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VVX1v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F4995" w:rsidRDefault="000F4995" w:rsidP="000F49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53v+sUA&#10;AADeAAAADwAAAGRycy9kb3ducmV2LnhtbERPTUsDMRC9C/0PYQrebNaltnVtWqQqiNBDqyDehs10&#10;d3EzCcnYXf+9EQRv83ifs96OrldniqnzbOB6VoAirr3tuDHw9vp0tQKVBNli75kMfFOC7WZyscbK&#10;+oEPdD5Ko3IIpwoNtCKh0jrVLTlMMx+IM3fy0aFkGBttIw453PW6LIqFdthxbmgx0K6l+vP45Qzs&#10;h8fwslzcnMJHnJc6PVh534kxl9Px/g6U0Cj/4j/3s83zy/nqFn7fyTf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ne/6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F4995" w:rsidRDefault="000F4995" w:rsidP="000F49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vNU8gA&#10;AADeAAAADwAAAGRycy9kb3ducmV2LnhtbESPQUsDMRCF74L/IYzgRdqsVYvdNi1WCAoVSqvgddhM&#10;dxc3kyWJ3fXfOwfB2wzz5r33rTaj79SZYmoDG7idFqCIq+Barg18vNvJI6iUkR12gcnADyXYrC8v&#10;Vli6MPCBzsdcKzHhVKKBJue+1DpVDXlM09ATy+0Uoscsa6y1iziIue/0rCjm2mPLktBgT88NVV/H&#10;b29gux/qu3hTbcewO718Pljr7Js15vpqfFqCyjTmf/Hf96uT+rP7hQAIjsyg1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ee81TyAAAAN4AAAAPAAAAAAAAAAAAAAAAAJgCAABk&#10;cnMvZG93bnJldi54bWxQSwUGAAAAAAQABAD1AAAAjQ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F4995" w:rsidRDefault="000F4995" w:rsidP="000F49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QciN8IA&#10;AADeAAAADwAAAGRycy9kb3ducmV2LnhtbERP3WrCMBS+H/gO4Qi7m6lFh+uMIkphiDdTH+DQnDWd&#10;zUlJYu3efhEE787H93uW68G2oicfGscKppMMBHHldMO1gvOpfFuACBFZY+uYFPxRgPVq9LLEQrsb&#10;f1N/jLVIIRwKVGBi7AopQ2XIYpi4jjhxP85bjAn6WmqPtxRuW5ln2bu02HBqMNjR1lB1OV6tgnKf&#10;H/rLVfvSbYaZpbn5XeyMUq/jYfMJItIQn+KH+0un+fnsYwr3d9INcvU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ByI3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F4995" w:rsidRDefault="000F4995" w:rsidP="000F49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X2v8UA&#10;AADeAAAADwAAAGRycy9kb3ducmV2LnhtbERP32vCMBB+H+x/CDfYy9B03ZTZGWUOgsIGog58PZqz&#10;LWsuJcls/e/NYLC3+/h+3nw52FacyYfGsYLHcQaCuHSm4UrB10GPXkCEiGywdUwKLhRgubi9mWNh&#10;XM87Ou9jJVIIhwIV1DF2hZShrMliGLuOOHEn5y3GBH0ljcc+hdtW5lk2lRYbTg01dvReU/m9/7EK&#10;Vtu+evIP5WpwH6f1caK10Z9aqfu74e0VRKQh/ov/3BuT5ufPsxx+30k3y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5fa/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F4995" w:rsidRDefault="000F4995" w:rsidP="000F49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kZ28MA&#10;AADeAAAADwAAAGRycy9kb3ducmV2LnhtbERP3WrCMBS+H/gO4Qi7m6mdG1qNIo7CGLuZ+gCH5thU&#10;m5OSxNq9/TIQvDsf3+9ZbQbbip58aBwrmE4yEMSV0w3XCo6H8mUOIkRkja1jUvBLATbr0dMKC+1u&#10;/EP9PtYihXAoUIGJsSukDJUhi2HiOuLEnZy3GBP0tdQebynctjLPsndpseHUYLCjnaHqsr9aBeVX&#10;/t1frtqXbjvMLL2Z8/zDKPU8HrZLEJGG+BDf3Z86zc9ni1f4fyfdIN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pkZ28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F4995" w:rsidRDefault="000F4995" w:rsidP="000F49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4fR8IA&#10;AADeAAAADwAAAGRycy9kb3ducmV2LnhtbERPzWqDQBC+B/oOyxR6S1YTU1rrKiFgSY61fYDBnarE&#10;nbXuJurbZwuF3ubj+52smE0vbjS6zrKCeBOBIK6t7rhR8PVZrl9AOI+ssbdMChZyUOQPqwxTbSf+&#10;oFvlGxFC2KWooPV+SKV0dUsG3cYOxIH7tqNBH+DYSD3iFMJNL7dR9CwNdhwaWhzo2FJ9qa5GQbJM&#10;7z/V/hKV2lB83g1n9vVeqafH+fAGwtPs/8V/7pMO87fJawK/74QbZH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vh9H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F4995" w:rsidRDefault="000F4995" w:rsidP="000F49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Csc8MA&#10;AADeAAAADwAAAGRycy9kb3ducmV2LnhtbERPS4vCMBC+C/sfwix403TLKrYaRVYU8aT1cR6asS3b&#10;TEoTtf57s7DgbT6+58wWnanFnVpXWVbwNYxAEOdWV1woOB3XgwkI55E11pZJwZMcLOYfvRmm2j74&#10;QPfMFyKEsEtRQel9k0rp8pIMuqFtiAN3ta1BH2BbSN3iI4SbWsZRNJYGKw4NJTb0U1L+m92Mgtv4&#10;Ep/4utP7bPXcJKv10slzoVT/s1tOQXjq/Fv8797qMD/+Tkbw9064Qc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vCsc8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F4995" w:rsidRDefault="000F4995" w:rsidP="000F49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2CGcYA&#10;AADeAAAADwAAAGRycy9kb3ducmV2LnhtbERPS2vCQBC+F/wPywi91Y0PgkZXUUGoHira9tDbmB2T&#10;aHY2ZldN/31XKHibj+85k1ljSnGj2hWWFXQ7EQji1OqCMwVfn6u3IQjnkTWWlknBLzmYTVsvE0y0&#10;vfOObnufiRDCLkEFufdVIqVLczLoOrYiDtzR1gZ9gHUmdY33EG5K2YuiWBosODTkWNEyp/S8vxoF&#10;39thPNou1oPT5uOAfaMvP7qIlXptN/MxCE+Nf4r/3e86zO8NRjE83gk3yO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U2CGc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F4995" w:rsidRDefault="000F4995" w:rsidP="000F49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iwFsUA&#10;AADeAAAADwAAAGRycy9kb3ducmV2LnhtbERPTWvCQBC9F/wPyxR6001TsZpmFW2pFU9pFLwO2WkS&#10;zM6G7Fajv94tCL3N431OuuhNI07UudqygudRBIK4sLrmUsF+9zmcgnAeWWNjmRRcyMFiPnhIMdH2&#10;zN90yn0pQgi7BBVU3reJlK6oyKAb2ZY4cD+2M+gD7EqpOzyHcNPIOIom0mDNoaHClt4rKo75r1Fw&#10;nRwwc1/x6uNFe7qMp2u7zdZKPT32yzcQnnr/L767NzrMj8ezV/h7J9w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+LAW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F4995" w:rsidRDefault="000F4995" w:rsidP="000F49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5NysYA&#10;AADeAAAADwAAAGRycy9kb3ducmV2LnhtbESPQW/CMAyF75P2HyIj7TZSqm4ahYAmxKTdNsp+gNWY&#10;tKJxShOg49fjw6TdbL3n9z4v16Pv1IWG2AY2MJtmoIjrYFt2Bn72H89voGJCttgFJgO/FGG9enxY&#10;YmnDlXd0qZJTEsKxRANNSn2pdawb8hinoScW7RAGj0nWwWk74FXCfafzLHvVHluWhgZ72jRUH6uz&#10;N3AK+Ysdqy1+Hbfz79a54nTbFcY8Tcb3BahEY/o3/11/WsHPi7nwyjsyg17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V5Nys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F4995" w:rsidRDefault="000F4995" w:rsidP="000F49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6OusQA&#10;AADeAAAADwAAAGRycy9kb3ducmV2LnhtbERPyW7CMBC9V+o/WFOpt+KUliUhBrWVKnFlOXAc7MlC&#10;43Eau5Dy9RgJids8vXXyRW8bcaTO144VvA4SEMTamZpLBdvN98sUhA/IBhvHpOCfPCzmjw85Zsad&#10;eEXHdShFDGGfoYIqhDaT0uuKLPqBa4kjV7jOYoiwK6Xp8BTDbSOHSTKWFmuODRW29FWR/ln/WQXL&#10;ek+jsS5SO/3Uq935N7xNDkap56f+YwYiUB/u4pt7aeL84XuawvWdeIOc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ujrr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F4995" w:rsidRDefault="000F4995" w:rsidP="000F49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5E6sUA&#10;AADeAAAADwAAAGRycy9kb3ducmV2LnhtbERPTUsDMRC9C/6HMII3m3ShomvT0gpCS2vBKnodNuNm&#10;cTNZNnG7/ffOoeBtZt7HvDdfjqFVA/WpiWxhOjGgiKvoGq4tfLy/3D2AShnZYRuZLJwpwXJxfTXH&#10;0sUTv9FwzLUSE04lWvA5d6XWqfIUME1iRyzYd+wDZln7WrseT2IeWl0Yc68DNiwfPHb07Kn6Of4G&#10;CwMezubLr18ft82+Kg7rz52Tu729GVdPoDKN+Z98UW+cxC9mRgpIHZlBL/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XkTq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F4995" w:rsidRDefault="000F4995" w:rsidP="000F49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8+68MA&#10;AADeAAAADwAAAGRycy9kb3ducmV2LnhtbERPTUvDQBC9C/0Pywje7KYBRdJuSxFaPGr00OM0O82m&#10;zc6E3bWJ/npXELzN433OajP5Xl0pxE7YwGJegCJuxHbcGvh4390/gYoJ2WIvTAa+KMJmPbtZYWVl&#10;5De61qlVOYRjhQZcSkOldWwceYxzGYgzd5LgMWUYWm0Djjnc97osikftsePc4HCgZ0fNpf70BsZ9&#10;czyXp4N132GQXf0q57IXY+5up+0SVKIp/Yv/3C82zy8figX8vpNv0O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h8+68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F4995" w:rsidRDefault="000F4995" w:rsidP="000F49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Wwi8UA&#10;AADeAAAADwAAAGRycy9kb3ducmV2LnhtbERP22rCQBB9L/gPyxR8q5sGaiW6itUKIpUSL+/T7DSJ&#10;3Z0N2VXj33cLQt/mcK4zmXXWiAu1vnas4HmQgCAunK65VHDYr55GIHxA1mgck4IbeZhNew8TzLS7&#10;ck6XXShFDGGfoYIqhCaT0hcVWfQD1xBH7tu1FkOEbSl1i9cYbo1Mk2QoLdYcGypsaFFR8bM7WwWr&#10;z6U5pdt8fpRh8f76ZUabt+WHUv3Hbj4GEagL/+K7e63j/PQlSeHvnXiDn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NbCL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F4995" w:rsidRDefault="000F4995" w:rsidP="000F49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/IhMMA&#10;AADeAAAADwAAAGRycy9kb3ducmV2LnhtbERPTYvCMBC9C/6HMIIXWVMVRapRRBAVXFB3Ya9jM7bF&#10;ZlKaWOu/NwuCt3m8z5kvG1OImiqXW1Yw6EcgiBOrc04V/P5svqYgnEfWWFgmBU9ysFy0W3OMtX3w&#10;ieqzT0UIYRejgsz7MpbSJRkZdH1bEgfuaiuDPsAqlbrCRwg3hRxG0UQazDk0ZFjSOqPkdr4bBfXx&#10;cEl3tSv3t2nPjUeX7fZb/ynV7TSrGQhPjf+I3+6dDvOH42gE/++EG+Ti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o/IhMMAAADe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F4995" w:rsidRDefault="000F4995" w:rsidP="000F49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ou7cUA&#10;AADeAAAADwAAAGRycy9kb3ducmV2LnhtbERPTWsCMRC9C/6HMEJvmrho0dUotVDopaC2h3obN+Pu&#10;4mayTVLd9tc3gtDbPN7nLNedbcSFfKgdaxiPFAjiwpmaSw0f7y/DGYgQkQ02jknDDwVYr/q9JebG&#10;XXlHl30sRQrhkKOGKsY2lzIUFVkMI9cSJ+7kvMWYoC+l8XhN4baRmVKP0mLNqaHClp4rKs77b6th&#10;M59tvrYTfvvdHQ90+Dyep5lXWj8MuqcFiEhd/Bff3a8mzc+magK3d9INcv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Ci7txQAAAN4AAAAPAAAAAAAAAAAAAAAAAJgCAABkcnMv&#10;ZG93bnJldi54bWxQSwUGAAAAAAQABAD1AAAAigMAAAAA&#10;" fillcolor="black" stroked="f">
                  <v:textbox>
                    <w:txbxContent>
                      <w:p w:rsidR="000F4995" w:rsidRDefault="000F4995" w:rsidP="000F49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WFdsYA&#10;AADeAAAADwAAAGRycy9kb3ducmV2LnhtbERPS2vCQBC+F/wPywje6sZARFJXqY+CoD2Y9tDjNDtN&#10;lmRnQ3arsb++WxB6m4/vOcv1YFtxod4bxwpm0wQEcem04UrB+9vL4wKED8gaW8ek4EYe1qvRwxJz&#10;7a58pksRKhFD2OeooA6hy6X0ZU0W/dR1xJH7cr3FEGFfSd3jNYbbVqZJMpcWDceGGjva1lQ2xbdV&#10;8HGcm8XZUPp5+tns9SlrNq+7RqnJeHh+AhFoCP/iu/ug4/w0SzL4eyfeI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oWFds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F4995" w:rsidRDefault="000F4995" w:rsidP="000F49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V2M8QA&#10;AADeAAAADwAAAGRycy9kb3ducmV2LnhtbERPTWsCMRC9F/ofwhS81URBka1RxCJ68VDb0uuwGTfr&#10;bibbJOrqr28Khd7m8T5nvuxdKy4UYu1Zw2ioQBCX3tRcafh43zzPQMSEbLD1TBpuFGG5eHyYY2H8&#10;ld/ockiVyCEcC9RgU+oKKWNpyWEc+o44c0cfHKYMQyVNwGsOd60cKzWVDmvODRY7Wlsqm8PZaQir&#10;r9fmzufPRt33t7g99d8ztFoPnvrVC4hEffoX/7l3Js8fT9QUft/JN8jF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FdjP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F4995" w:rsidRDefault="000F4995" w:rsidP="000F49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hl48QA&#10;AADeAAAADwAAAGRycy9kb3ducmV2LnhtbERP20oDMRB9F/yHMEJfxCYu1OratIggFFqEXj5g3Iy7&#10;i8lk2Yzttl/fCELf5nCuM1sMwasD9amNbOFxbEARV9G1XFvY7z4enkElQXboI5OFEyVYzG9vZli6&#10;eOQNHbZSqxzCqUQLjUhXap2qhgKmceyIM/cd+4CSYV9r1+MxhwevC2OedMCWc0ODHb03VP1sf4MF&#10;X3z5l9U0reW012tzDrK5/3TWju6Gt1dQQoNcxf/upcvzi4mZwt87+QY9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A4ZeP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F4995" w:rsidRDefault="000F4995" w:rsidP="000F49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ewy8cA&#10;AADeAAAADwAAAGRycy9kb3ducmV2LnhtbESPQU/DMAyF70j8h8hI3FhKJRDqlk3ANKmXHSibdvUa&#10;r6lInKoJW8evxwckbrbe83ufF6speHWmMfWRDTzOClDEbbQ9dwZ2n5uHF1ApI1v0kcnAlRKslrc3&#10;C6xsvPAHnZvcKQnhVKEBl/NQaZ1aRwHTLA7Eop3iGDDLOnbajniR8OB1WRTPOmDP0uBwoHdH7Vfz&#10;HQysm8GXu9q9pcN+ezz6+mdDh7Ux93fT6xxUpin/m/+uayv45VMhvPKOz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Z3sMv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F4995" w:rsidRDefault="000F4995" w:rsidP="000F49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6nZsMA&#10;AADeAAAADwAAAGRycy9kb3ducmV2LnhtbERPS2sCMRC+F/ofwhS81aQL2roal1IUhJ58HXobknF3&#10;7WaybKK7/ntTEHqbj+85i2JwjbhSF2rPGt7GCgSx8bbmUsNhv379ABEissXGM2m4UYBi+fy0wNz6&#10;nrd03cVSpBAOOWqoYmxzKYOpyGEY+5Y4cSffOYwJdqW0HfYp3DUyU2oqHdacGips6asi87u7OA3n&#10;tfz2RqE5Ho79xr7/rKbUKK1HL8PnHESkIf6LH+6NTfOziZrB3zvpBrm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D6nZs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F4995" w:rsidRDefault="000F4995" w:rsidP="000F49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VrQccA&#10;AADeAAAADwAAAGRycy9kb3ducmV2LnhtbESPQWvCQBCF74X+h2UKvdWNKRZJXcUWBKl4qErpcZod&#10;k5DsbNhdNf33zkHwNsO8ee99s8XgOnWmEBvPBsajDBRx6W3DlYHDfvUyBRUTssXOMxn4pwiL+ePD&#10;DAvrL/xN512qlJhwLNBAnVJfaB3LmhzGke+J5Xb0wWGSNVTaBryIuet0nmVv2mHDklBjT581le3u&#10;5Az8njZ83L5+LcNH+vHDPrb537Q15vlpWL6DSjSku/j2vbZSP5+MBUBwZAY9v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k1a0H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F4995" w:rsidRDefault="000F4995" w:rsidP="000F49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QbqMYA&#10;AADeAAAADwAAAGRycy9kb3ducmV2LnhtbERPS2vCQBC+C/0PyxR6001CLRpdpQqFXgo+eqi3MTtN&#10;gtnZuLvV6K/vCoK3+fieM513phEncr62rCAdJCCIC6trLhV8bz/6IxA+IGtsLJOCC3mYz556U8y1&#10;PfOaTptQihjCPkcFVQhtLqUvKjLoB7YljtyvdQZDhK6U2uE5hptGZknyJg3WHBsqbGlZUXHY/BkF&#10;i/FocVy98td1vd/R7md/GGYuUerluXufgAjUhYf47v7UcX42TFO4vRNvkL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aQbqMYAAADeAAAADwAAAAAAAAAAAAAAAACYAgAAZHJz&#10;L2Rvd25yZXYueG1sUEsFBgAAAAAEAAQA9QAAAIsDAAAAAA==&#10;" fillcolor="black" stroked="f">
                  <v:textbox>
                    <w:txbxContent>
                      <w:p w:rsidR="000F4995" w:rsidRDefault="000F4995" w:rsidP="000F49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COdcMA&#10;AADeAAAADwAAAGRycy9kb3ducmV2LnhtbERP30vDMBB+F/Y/hBv45tJVFKnLRhmMiU/dVHy9Nbem&#10;rLmUJGb1vzeC4Nt9fD9vtZnsIBL50DtWsFwUIIhbp3vuFLy/7e6eQISIrHFwTAq+KcBmPbtZYaXd&#10;lQ+UjrETOYRDhQpMjGMlZWgNWQwLNxJn7uy8xZih76T2eM3hdpBlUTxKiz3nBoMjbQ21l+OXVZBO&#10;26a+T5/JHF593XnX7D9OjVK386l+BhFpiv/iP/eLzvPLh2UJv+/kG+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sCOdc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F4995" w:rsidRDefault="000F4995" w:rsidP="000F49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Bv58UA&#10;AADeAAAADwAAAGRycy9kb3ducmV2LnhtbERPTWvCQBC9F/wPywi91U0slRpdpUhbai/WKOhxyI7Z&#10;0OxsyG5j9Ne7hUJv83ifM1/2thYdtb5yrCAdJSCIC6crLhXsd28PzyB8QNZYOyYFF/KwXAzu5php&#10;d+YtdXkoRQxhn6ECE0KTSekLQxb9yDXEkTu51mKIsC2lbvEcw20tx0kykRYrjg0GG1oZKr7zH6vA&#10;p6vXw6e9Trvju+FNvjaTr9IodT/sX2YgAvXhX/zn/tBx/vgpfYTfd+INcn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IG/n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F4995" w:rsidRDefault="000F4995" w:rsidP="000F499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0F4995" w:rsidRPr="0066767B" w:rsidRDefault="000F4995" w:rsidP="000F4995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proofErr w:type="gramStart"/>
      <w:r w:rsidRPr="0066767B">
        <w:rPr>
          <w:rFonts w:ascii="Times New Roman" w:eastAsia="Calibri" w:hAnsi="Times New Roman" w:cs="Times New Roman"/>
          <w:b/>
        </w:rPr>
        <w:t>Р</w:t>
      </w:r>
      <w:proofErr w:type="gramEnd"/>
      <w:r w:rsidRPr="0066767B">
        <w:rPr>
          <w:rFonts w:ascii="Times New Roman" w:eastAsia="Calibri" w:hAnsi="Times New Roman" w:cs="Times New Roman"/>
          <w:b/>
        </w:rPr>
        <w:t>ІШЕННЯ</w:t>
      </w:r>
    </w:p>
    <w:p w:rsidR="000F4995" w:rsidRPr="0066767B" w:rsidRDefault="000F4995" w:rsidP="000F499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</w:rPr>
        <w:t xml:space="preserve">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сесії сільської </w:t>
      </w:r>
      <w:proofErr w:type="gramStart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ради 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ІІІ</w:t>
      </w:r>
      <w:proofErr w:type="gramEnd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скликання</w:t>
      </w:r>
    </w:p>
    <w:p w:rsidR="000F4995" w:rsidRPr="0066767B" w:rsidRDefault="000F4995" w:rsidP="000F4995">
      <w:pPr>
        <w:spacing w:after="0" w:line="240" w:lineRule="auto"/>
        <w:jc w:val="center"/>
        <w:rPr>
          <w:rFonts w:ascii="Times New Roman" w:eastAsia="Calibri" w:hAnsi="Times New Roman" w:cs="Times New Roman"/>
          <w:lang w:val="uk-UA"/>
        </w:rPr>
      </w:pPr>
    </w:p>
    <w:p w:rsidR="000F4995" w:rsidRPr="0066767B" w:rsidRDefault="000F4995" w:rsidP="000F4995">
      <w:pPr>
        <w:spacing w:after="0" w:line="240" w:lineRule="auto"/>
        <w:rPr>
          <w:rFonts w:ascii="Times New Roman" w:eastAsia="Calibri" w:hAnsi="Times New Roman" w:cs="Times New Roman"/>
        </w:rPr>
      </w:pPr>
    </w:p>
    <w:p w:rsidR="000F4995" w:rsidRDefault="000F4995" w:rsidP="000F4995">
      <w:pPr>
        <w:spacing w:after="0" w:line="240" w:lineRule="auto"/>
        <w:rPr>
          <w:rFonts w:ascii="Times New Roman" w:eastAsia="Calibri" w:hAnsi="Times New Roman" w:cs="Times New Roman"/>
          <w:sz w:val="24"/>
          <w:lang w:val="uk-UA"/>
        </w:rPr>
      </w:pPr>
      <w:r>
        <w:rPr>
          <w:rFonts w:ascii="Times New Roman" w:eastAsia="Calibri" w:hAnsi="Times New Roman" w:cs="Times New Roman"/>
          <w:sz w:val="24"/>
          <w:lang w:val="uk-UA"/>
        </w:rPr>
        <w:t>27</w:t>
      </w:r>
      <w:r w:rsidRPr="0066767B">
        <w:rPr>
          <w:rFonts w:ascii="Times New Roman" w:eastAsia="Calibri" w:hAnsi="Times New Roman" w:cs="Times New Roman"/>
          <w:sz w:val="24"/>
        </w:rPr>
        <w:t>.0</w:t>
      </w:r>
      <w:r>
        <w:rPr>
          <w:rFonts w:ascii="Times New Roman" w:eastAsia="Calibri" w:hAnsi="Times New Roman" w:cs="Times New Roman"/>
          <w:sz w:val="24"/>
          <w:lang w:val="uk-UA"/>
        </w:rPr>
        <w:t>1</w:t>
      </w:r>
      <w:r w:rsidRPr="0066767B">
        <w:rPr>
          <w:rFonts w:ascii="Times New Roman" w:eastAsia="Calibri" w:hAnsi="Times New Roman" w:cs="Times New Roman"/>
          <w:sz w:val="24"/>
        </w:rPr>
        <w:t xml:space="preserve">.2021р.                   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                 </w:t>
      </w:r>
      <w:r w:rsidRPr="0066767B">
        <w:rPr>
          <w:rFonts w:ascii="Times New Roman" w:eastAsia="Calibri" w:hAnsi="Times New Roman" w:cs="Times New Roman"/>
          <w:sz w:val="24"/>
        </w:rPr>
        <w:t xml:space="preserve">             </w:t>
      </w:r>
      <w:proofErr w:type="spellStart"/>
      <w:r w:rsidRPr="0066767B">
        <w:rPr>
          <w:rFonts w:ascii="Times New Roman" w:eastAsia="Calibri" w:hAnsi="Times New Roman" w:cs="Times New Roman"/>
          <w:sz w:val="24"/>
        </w:rPr>
        <w:t>Крупець</w:t>
      </w:r>
      <w:proofErr w:type="spellEnd"/>
      <w:r w:rsidRPr="0066767B">
        <w:rPr>
          <w:rFonts w:ascii="Times New Roman" w:eastAsia="Calibri" w:hAnsi="Times New Roman" w:cs="Times New Roman"/>
          <w:sz w:val="24"/>
        </w:rPr>
        <w:t xml:space="preserve">               </w:t>
      </w:r>
      <w:r>
        <w:rPr>
          <w:rFonts w:ascii="Times New Roman" w:eastAsia="Calibri" w:hAnsi="Times New Roman" w:cs="Times New Roman"/>
          <w:sz w:val="24"/>
        </w:rPr>
        <w:t xml:space="preserve">                         №____</w:t>
      </w:r>
    </w:p>
    <w:p w:rsidR="000F4995" w:rsidRDefault="000F4995" w:rsidP="000F499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</w:p>
    <w:p w:rsidR="000F4995" w:rsidRDefault="000F4995" w:rsidP="000F499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</w:p>
    <w:p w:rsidR="000F4995" w:rsidRPr="00717B0B" w:rsidRDefault="000F4995" w:rsidP="000F499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717B0B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717B0B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 w:rsidRPr="00717B0B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717B0B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717B0B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  <w:r w:rsidRPr="00717B0B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0F4995" w:rsidRPr="00717B0B" w:rsidRDefault="000F4995" w:rsidP="000F499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717B0B">
        <w:rPr>
          <w:rFonts w:ascii="Times New Roman" w:eastAsia="Calibri" w:hAnsi="Times New Roman" w:cs="Times New Roman"/>
          <w:b/>
          <w:sz w:val="24"/>
        </w:rPr>
        <w:t xml:space="preserve">проекту  </w:t>
      </w:r>
      <w:proofErr w:type="spellStart"/>
      <w:r w:rsidRPr="00717B0B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 w:rsidRPr="00717B0B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 w:rsidRPr="00717B0B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717B0B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  <w:r w:rsidRPr="00717B0B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0F4995" w:rsidRPr="00717B0B" w:rsidRDefault="000F4995" w:rsidP="000F499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717B0B">
        <w:rPr>
          <w:rFonts w:ascii="Times New Roman" w:eastAsia="Calibri" w:hAnsi="Times New Roman" w:cs="Times New Roman"/>
          <w:b/>
          <w:sz w:val="24"/>
        </w:rPr>
        <w:t>відведення</w:t>
      </w:r>
      <w:proofErr w:type="spellEnd"/>
      <w:r w:rsidRPr="00717B0B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 w:rsidRPr="00717B0B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717B0B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</w:p>
    <w:p w:rsidR="000F4995" w:rsidRPr="00717B0B" w:rsidRDefault="000F4995" w:rsidP="000F499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lang w:val="uk-UA"/>
        </w:rPr>
        <w:t>Нечипоруку О.В.</w:t>
      </w:r>
    </w:p>
    <w:p w:rsidR="000F4995" w:rsidRPr="00717B0B" w:rsidRDefault="000F4995" w:rsidP="000F499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:rsidR="000F4995" w:rsidRPr="00717B0B" w:rsidRDefault="000F4995" w:rsidP="000F499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0F4995" w:rsidRPr="00717B0B" w:rsidRDefault="000F4995" w:rsidP="000F499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717B0B">
        <w:rPr>
          <w:rFonts w:ascii="Times New Roman" w:eastAsia="Calibri" w:hAnsi="Times New Roman" w:cs="Times New Roman"/>
          <w:sz w:val="24"/>
        </w:rPr>
        <w:t xml:space="preserve">         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717B0B">
        <w:rPr>
          <w:rFonts w:ascii="Times New Roman" w:eastAsia="Calibri" w:hAnsi="Times New Roman" w:cs="Times New Roman"/>
          <w:sz w:val="24"/>
        </w:rPr>
        <w:t>до</w:t>
      </w:r>
      <w:proofErr w:type="gramEnd"/>
      <w:r w:rsidRPr="00717B0B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717B0B">
        <w:rPr>
          <w:rFonts w:ascii="Times New Roman" w:eastAsia="Calibri" w:hAnsi="Times New Roman" w:cs="Times New Roman"/>
          <w:sz w:val="24"/>
        </w:rPr>
        <w:t>пункту</w:t>
      </w:r>
      <w:proofErr w:type="gramEnd"/>
      <w:r w:rsidRPr="00717B0B">
        <w:rPr>
          <w:rFonts w:ascii="Times New Roman" w:eastAsia="Calibri" w:hAnsi="Times New Roman" w:cs="Times New Roman"/>
          <w:sz w:val="24"/>
        </w:rPr>
        <w:t xml:space="preserve"> 34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місцеве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Україні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», статей 12,  118, 121 та 123 Земельного кодексу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»,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  </w:t>
      </w:r>
      <w:r>
        <w:rPr>
          <w:rFonts w:ascii="Times New Roman" w:eastAsia="Calibri" w:hAnsi="Times New Roman" w:cs="Times New Roman"/>
          <w:sz w:val="24"/>
          <w:lang w:val="uk-UA"/>
        </w:rPr>
        <w:t>Нечипорука О.В.</w:t>
      </w:r>
      <w:r w:rsidRPr="00717B0B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рада </w:t>
      </w:r>
    </w:p>
    <w:p w:rsidR="000F4995" w:rsidRPr="00717B0B" w:rsidRDefault="000F4995" w:rsidP="000F499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717B0B">
        <w:rPr>
          <w:rFonts w:ascii="Times New Roman" w:eastAsia="Calibri" w:hAnsi="Times New Roman" w:cs="Times New Roman"/>
          <w:sz w:val="24"/>
        </w:rPr>
        <w:t>ВИРІШИЛА:</w:t>
      </w:r>
    </w:p>
    <w:p w:rsidR="000F4995" w:rsidRPr="00717B0B" w:rsidRDefault="000F4995" w:rsidP="000F499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0F4995" w:rsidRPr="00717B0B" w:rsidRDefault="000F4995" w:rsidP="000F499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0F4995" w:rsidRPr="00717B0B" w:rsidRDefault="000F4995" w:rsidP="000F499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717B0B">
        <w:rPr>
          <w:rFonts w:ascii="Times New Roman" w:eastAsia="Calibri" w:hAnsi="Times New Roman" w:cs="Times New Roman"/>
          <w:sz w:val="24"/>
          <w:lang w:val="uk-UA"/>
        </w:rPr>
        <w:t xml:space="preserve">       1. Надати  </w:t>
      </w:r>
      <w:r>
        <w:rPr>
          <w:rFonts w:ascii="Times New Roman" w:eastAsia="Calibri" w:hAnsi="Times New Roman" w:cs="Times New Roman"/>
          <w:sz w:val="24"/>
          <w:lang w:val="uk-UA"/>
        </w:rPr>
        <w:t>Нечипоруку Олександру Васильовичу,  який  зареєстрований</w:t>
      </w:r>
      <w:r w:rsidRPr="00717B0B">
        <w:rPr>
          <w:rFonts w:ascii="Times New Roman" w:eastAsia="Calibri" w:hAnsi="Times New Roman" w:cs="Times New Roman"/>
          <w:sz w:val="24"/>
          <w:lang w:val="uk-UA"/>
        </w:rPr>
        <w:t xml:space="preserve">  за адре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сою: </w:t>
      </w:r>
      <w:r w:rsidR="006B3BFA">
        <w:rPr>
          <w:rFonts w:ascii="Times New Roman" w:eastAsia="Calibri" w:hAnsi="Times New Roman" w:cs="Times New Roman"/>
          <w:sz w:val="24"/>
          <w:lang w:val="en-US"/>
        </w:rPr>
        <w:t>________________</w:t>
      </w:r>
      <w:bookmarkStart w:id="0" w:name="_GoBack"/>
      <w:bookmarkEnd w:id="0"/>
      <w:r w:rsidRPr="00717B0B">
        <w:rPr>
          <w:rFonts w:ascii="Times New Roman" w:eastAsia="Calibri" w:hAnsi="Times New Roman" w:cs="Times New Roman"/>
          <w:sz w:val="24"/>
          <w:lang w:val="uk-UA"/>
        </w:rPr>
        <w:t xml:space="preserve">, дозвіл на розробку проекту із землеустрою щодо відведення земельної ділянки для передачі її у власність, площею </w:t>
      </w:r>
      <w:r>
        <w:rPr>
          <w:rFonts w:ascii="Times New Roman" w:eastAsia="Calibri" w:hAnsi="Times New Roman" w:cs="Times New Roman"/>
          <w:sz w:val="24"/>
          <w:lang w:val="uk-UA"/>
        </w:rPr>
        <w:t>0,8321</w:t>
      </w:r>
      <w:r w:rsidRPr="00717B0B">
        <w:rPr>
          <w:rFonts w:ascii="Times New Roman" w:eastAsia="Calibri" w:hAnsi="Times New Roman" w:cs="Times New Roman"/>
          <w:sz w:val="24"/>
        </w:rPr>
        <w:t xml:space="preserve">га, </w:t>
      </w:r>
      <w:r w:rsidRPr="00717B0B">
        <w:rPr>
          <w:rFonts w:ascii="Times New Roman" w:eastAsia="Calibri" w:hAnsi="Times New Roman" w:cs="Times New Roman"/>
          <w:sz w:val="24"/>
          <w:lang w:val="uk-UA"/>
        </w:rPr>
        <w:t>для ведення особистого селянського господарства</w:t>
      </w:r>
      <w:r w:rsidRPr="00717B0B">
        <w:rPr>
          <w:rFonts w:ascii="Times New Roman" w:eastAsia="Calibri" w:hAnsi="Times New Roman" w:cs="Times New Roman"/>
          <w:sz w:val="24"/>
        </w:rPr>
        <w:t xml:space="preserve">, за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рахунок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земель запасу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сільськогосподарського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призначення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(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кад</w:t>
      </w:r>
      <w:r>
        <w:rPr>
          <w:rFonts w:ascii="Times New Roman" w:eastAsia="Calibri" w:hAnsi="Times New Roman" w:cs="Times New Roman"/>
          <w:sz w:val="24"/>
        </w:rPr>
        <w:t>астровий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номер 6823984000:03:01</w:t>
      </w:r>
      <w:r>
        <w:rPr>
          <w:rFonts w:ascii="Times New Roman" w:eastAsia="Calibri" w:hAnsi="Times New Roman" w:cs="Times New Roman"/>
          <w:sz w:val="24"/>
          <w:lang w:val="uk-UA"/>
        </w:rPr>
        <w:t>8</w:t>
      </w:r>
      <w:r>
        <w:rPr>
          <w:rFonts w:ascii="Times New Roman" w:eastAsia="Calibri" w:hAnsi="Times New Roman" w:cs="Times New Roman"/>
          <w:sz w:val="24"/>
        </w:rPr>
        <w:t>:0</w:t>
      </w:r>
      <w:r>
        <w:rPr>
          <w:rFonts w:ascii="Times New Roman" w:eastAsia="Calibri" w:hAnsi="Times New Roman" w:cs="Times New Roman"/>
          <w:sz w:val="24"/>
          <w:lang w:val="uk-UA"/>
        </w:rPr>
        <w:t>358</w:t>
      </w:r>
      <w:r w:rsidRPr="00717B0B">
        <w:rPr>
          <w:rFonts w:ascii="Times New Roman" w:eastAsia="Calibri" w:hAnsi="Times New Roman" w:cs="Times New Roman"/>
          <w:sz w:val="24"/>
        </w:rPr>
        <w:t xml:space="preserve">), яка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розташована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території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Крупецької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ради, за межами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населеного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пункту 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с.Крупець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>.</w:t>
      </w:r>
    </w:p>
    <w:p w:rsidR="000F4995" w:rsidRDefault="000F4995" w:rsidP="000F499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  <w:r w:rsidRPr="00717B0B">
        <w:rPr>
          <w:rFonts w:ascii="Times New Roman" w:eastAsia="Calibri" w:hAnsi="Times New Roman" w:cs="Times New Roman"/>
          <w:sz w:val="24"/>
        </w:rPr>
        <w:t xml:space="preserve">       2</w:t>
      </w:r>
      <w:r>
        <w:rPr>
          <w:rFonts w:ascii="Times New Roman" w:eastAsia="Calibri" w:hAnsi="Times New Roman" w:cs="Times New Roman"/>
          <w:sz w:val="24"/>
          <w:lang w:val="uk-UA"/>
        </w:rPr>
        <w:t>. Нечипорук О.В.</w:t>
      </w:r>
      <w:r w:rsidRPr="00717B0B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проект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та подати на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розгляд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сесії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ради.</w:t>
      </w:r>
    </w:p>
    <w:p w:rsidR="000F4995" w:rsidRPr="00717B0B" w:rsidRDefault="000F4995" w:rsidP="000F499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  <w:r w:rsidRPr="0066767B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 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    </w:t>
      </w:r>
      <w:r w:rsidRPr="0066767B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3. Даний дозвіл дійсний на протязі року з дня прийняття даного рішення.</w:t>
      </w:r>
    </w:p>
    <w:p w:rsidR="000F4995" w:rsidRPr="00717B0B" w:rsidRDefault="000F4995" w:rsidP="000F499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4</w:t>
      </w:r>
      <w:r w:rsidRPr="00717B0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0F4995" w:rsidRPr="00717B0B" w:rsidRDefault="000F4995" w:rsidP="000F499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</w:p>
    <w:p w:rsidR="000F4995" w:rsidRPr="00717B0B" w:rsidRDefault="000F4995" w:rsidP="000F499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</w:p>
    <w:p w:rsidR="000F4995" w:rsidRPr="00717B0B" w:rsidRDefault="000F4995" w:rsidP="000F499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</w:p>
    <w:p w:rsidR="000D4D82" w:rsidRPr="000F4995" w:rsidRDefault="000F4995" w:rsidP="000F4995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sz w:val="24"/>
          <w:szCs w:val="24"/>
          <w:lang w:val="en-US" w:eastAsia="uk-UA"/>
        </w:rPr>
      </w:pPr>
      <w:r w:rsidRPr="00717B0B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Сільський   голова                                                                         Валерій   МИХАЛЮК</w:t>
      </w:r>
    </w:p>
    <w:sectPr w:rsidR="000D4D82" w:rsidRPr="000F4995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01C9" w:rsidRDefault="001101C9">
      <w:pPr>
        <w:spacing w:after="0" w:line="240" w:lineRule="auto"/>
      </w:pPr>
      <w:r>
        <w:separator/>
      </w:r>
    </w:p>
  </w:endnote>
  <w:endnote w:type="continuationSeparator" w:id="0">
    <w:p w:rsidR="001101C9" w:rsidRDefault="001101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01C9" w:rsidRDefault="001101C9">
      <w:pPr>
        <w:spacing w:after="0" w:line="240" w:lineRule="auto"/>
      </w:pPr>
      <w:r>
        <w:separator/>
      </w:r>
    </w:p>
  </w:footnote>
  <w:footnote w:type="continuationSeparator" w:id="0">
    <w:p w:rsidR="001101C9" w:rsidRDefault="001101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4995"/>
    <w:rsid w:val="00000FD3"/>
    <w:rsid w:val="000D4D82"/>
    <w:rsid w:val="000F4995"/>
    <w:rsid w:val="001101C9"/>
    <w:rsid w:val="006B3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995"/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color w:val="283138" w:themeColor="text2"/>
      <w:lang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838D9B" w:themeColor="accent1"/>
      <w:sz w:val="24"/>
      <w:lang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rFonts w:eastAsiaTheme="minorEastAsia"/>
      <w:b/>
      <w:bCs/>
      <w:i/>
      <w:iCs/>
      <w:color w:val="D2610C" w:themeColor="accent2"/>
      <w:sz w:val="26"/>
      <w:lang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rFonts w:eastAsiaTheme="minorEastAsia"/>
      <w:b/>
      <w:bCs/>
      <w:smallCaps/>
      <w:color w:val="283138" w:themeColor="text2"/>
      <w:spacing w:val="6"/>
      <w:szCs w:val="18"/>
      <w:lang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b/>
      <w:iCs/>
      <w:caps/>
      <w:color w:val="283138" w:themeColor="text2"/>
      <w:sz w:val="20"/>
      <w:lang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szCs w:val="20"/>
      <w:lang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szCs w:val="20"/>
      <w:lang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szCs w:val="20"/>
      <w:lang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szCs w:val="20"/>
      <w:lang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szCs w:val="20"/>
      <w:lang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szCs w:val="20"/>
      <w:lang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szCs w:val="20"/>
      <w:lang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szCs w:val="20"/>
      <w:lang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szCs w:val="20"/>
      <w:lang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4995"/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color w:val="283138" w:themeColor="text2"/>
      <w:lang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838D9B" w:themeColor="accent1"/>
      <w:sz w:val="24"/>
      <w:lang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rFonts w:eastAsiaTheme="minorEastAsia"/>
      <w:b/>
      <w:bCs/>
      <w:i/>
      <w:iCs/>
      <w:color w:val="D2610C" w:themeColor="accent2"/>
      <w:sz w:val="26"/>
      <w:lang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rFonts w:eastAsiaTheme="minorEastAsia"/>
      <w:b/>
      <w:bCs/>
      <w:smallCaps/>
      <w:color w:val="283138" w:themeColor="text2"/>
      <w:spacing w:val="6"/>
      <w:szCs w:val="18"/>
      <w:lang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b/>
      <w:iCs/>
      <w:caps/>
      <w:color w:val="283138" w:themeColor="text2"/>
      <w:sz w:val="20"/>
      <w:lang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szCs w:val="20"/>
      <w:lang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szCs w:val="20"/>
      <w:lang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szCs w:val="20"/>
      <w:lang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szCs w:val="20"/>
      <w:lang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szCs w:val="20"/>
      <w:lang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szCs w:val="20"/>
      <w:lang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szCs w:val="20"/>
      <w:lang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szCs w:val="20"/>
      <w:lang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szCs w:val="20"/>
      <w:lang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2021-01-18T12:09:00Z</dcterms:created>
  <dcterms:modified xsi:type="dcterms:W3CDTF">2021-01-18T12:28:00Z</dcterms:modified>
</cp:coreProperties>
</file>