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AA9" w:rsidRDefault="005D6AA9" w:rsidP="005D6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11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120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12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122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12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124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12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126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2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28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2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30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3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132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13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134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13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136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13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138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139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140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141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142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143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144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145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146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147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148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8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">
                <v:shape id="Freeform 1119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120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121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122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123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124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125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26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27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128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129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130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131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132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133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134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135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136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137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138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139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140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141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142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143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144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145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146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147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148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D6AA9" w:rsidRDefault="005D6AA9" w:rsidP="005D6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D6AA9" w:rsidRDefault="005D6AA9" w:rsidP="005D6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D6AA9" w:rsidRDefault="005D6AA9" w:rsidP="005D6A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D6AA9" w:rsidRDefault="005D6AA9" w:rsidP="005D6A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D6AA9" w:rsidRDefault="005D6AA9" w:rsidP="005D6A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D6AA9" w:rsidRDefault="005D6AA9" w:rsidP="005D6A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D6AA9" w:rsidRDefault="005D6AA9" w:rsidP="005D6A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AA9" w:rsidRDefault="005D6AA9" w:rsidP="005D6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D6AA9" w:rsidRDefault="005D6AA9" w:rsidP="005D6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6AA9" w:rsidRDefault="005D6AA9" w:rsidP="005D6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D6AA9" w:rsidRDefault="005D6AA9" w:rsidP="005D6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5D6AA9" w:rsidRDefault="005D6AA9" w:rsidP="005D6AA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D6AA9" w:rsidRDefault="005D6AA9" w:rsidP="005D6AA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5D6AA9" w:rsidRDefault="005D6AA9" w:rsidP="005D6AA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6AA9" w:rsidRDefault="005D6AA9" w:rsidP="005D6AA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5D6AA9" w:rsidRDefault="005D6AA9" w:rsidP="005D6AA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Борецької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5D6AA9" w:rsidRDefault="005D6AA9" w:rsidP="005D6AA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D6AA9" w:rsidRDefault="005D6AA9" w:rsidP="005D6AA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5D6AA9" w:rsidRDefault="005D6AA9" w:rsidP="005D6AA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Борецької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Ольги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Максимівни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4252E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252EC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0,2500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6823982100:01:004:0041),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Одеська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, 27.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5D6AA9" w:rsidRDefault="005D6AA9" w:rsidP="005D6AA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5D6AA9" w:rsidRDefault="005D6AA9" w:rsidP="005D6AA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D6AA9" w:rsidRDefault="005D6AA9" w:rsidP="005D6AA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D6AA9" w:rsidRDefault="005D6AA9" w:rsidP="005D6AA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AA9" w:rsidRDefault="005D6AA9" w:rsidP="005D6AA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3CCF" w:rsidRPr="005D6AA9" w:rsidRDefault="005D6AA9" w:rsidP="005D6AA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5D6AA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A9"/>
    <w:rsid w:val="00171A2E"/>
    <w:rsid w:val="00304C90"/>
    <w:rsid w:val="004252EC"/>
    <w:rsid w:val="00505B6D"/>
    <w:rsid w:val="005D6AA9"/>
    <w:rsid w:val="006D3977"/>
    <w:rsid w:val="007D6C18"/>
    <w:rsid w:val="007E3CC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263</Words>
  <Characters>1502</Characters>
  <Application>Microsoft Office Word</Application>
  <DocSecurity>0</DocSecurity>
  <Lines>12</Lines>
  <Paragraphs>3</Paragraphs>
  <ScaleCrop>false</ScaleCrop>
  <Company>Microsoft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2020-07-20T16:28:00Z</dcterms:created>
  <dcterms:modified xsi:type="dcterms:W3CDTF">2020-07-20T16:46:00Z</dcterms:modified>
</cp:coreProperties>
</file>