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48" w:rsidRPr="00B623A8" w:rsidRDefault="00F83E48" w:rsidP="00F83E4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E48" w:rsidRDefault="00F83E48" w:rsidP="00F83E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3E48" w:rsidRDefault="00F83E48" w:rsidP="00F83E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3E48" w:rsidRDefault="00F83E48" w:rsidP="00F83E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83E48" w:rsidRDefault="00F83E48" w:rsidP="00F83E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3E48" w:rsidRDefault="00F83E48" w:rsidP="00F83E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F83E48" w:rsidRDefault="00F83E48" w:rsidP="00F83E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A"/>
          <w:sz w:val="24"/>
          <w:szCs w:val="24"/>
        </w:rPr>
      </w:pPr>
    </w:p>
    <w:p w:rsidR="00F83E48" w:rsidRDefault="00F83E48" w:rsidP="00F83E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Про передачу у </w:t>
      </w: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</w:rPr>
        <w:t>власність</w:t>
      </w:r>
      <w:proofErr w:type="spellEnd"/>
    </w:p>
    <w:p w:rsidR="00F83E48" w:rsidRDefault="00F83E48" w:rsidP="00F83E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</w:rPr>
        <w:t>ділянки</w:t>
      </w:r>
      <w:proofErr w:type="spellEnd"/>
    </w:p>
    <w:p w:rsidR="00F83E48" w:rsidRPr="00E979E8" w:rsidRDefault="00F83E48" w:rsidP="00F83E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A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</w:rPr>
        <w:t>Соколюк</w:t>
      </w:r>
      <w:proofErr w:type="spellEnd"/>
      <w:r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 Р. С.</w:t>
      </w:r>
    </w:p>
    <w:p w:rsidR="00F83E48" w:rsidRDefault="00F83E48" w:rsidP="00F83E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>           </w:t>
      </w:r>
    </w:p>
    <w:p w:rsidR="00F83E48" w:rsidRDefault="00F83E48" w:rsidP="00F83E4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/>
          <w:color w:val="00000A"/>
          <w:sz w:val="26"/>
          <w:szCs w:val="26"/>
        </w:rPr>
        <w:t>      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пункту</w:t>
      </w:r>
      <w:proofErr w:type="gramEnd"/>
      <w:r>
        <w:rPr>
          <w:rFonts w:ascii="Times New Roman" w:hAnsi="Times New Roman"/>
          <w:sz w:val="24"/>
        </w:rPr>
        <w:t xml:space="preserve"> 34 </w:t>
      </w:r>
      <w:proofErr w:type="spellStart"/>
      <w:r>
        <w:rPr>
          <w:rFonts w:ascii="Times New Roman" w:hAnsi="Times New Roman"/>
          <w:sz w:val="24"/>
        </w:rPr>
        <w:t>частини</w:t>
      </w:r>
      <w:proofErr w:type="spellEnd"/>
      <w:r>
        <w:rPr>
          <w:rFonts w:ascii="Times New Roman" w:hAnsi="Times New Roman"/>
          <w:sz w:val="24"/>
        </w:rPr>
        <w:t xml:space="preserve"> 1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26, 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42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самоврядування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,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землеустрій</w:t>
      </w:r>
      <w:proofErr w:type="spellEnd"/>
      <w:r>
        <w:rPr>
          <w:rFonts w:ascii="Times New Roman" w:hAnsi="Times New Roman"/>
          <w:sz w:val="24"/>
        </w:rPr>
        <w:t xml:space="preserve">»,  </w:t>
      </w:r>
      <w:proofErr w:type="spellStart"/>
      <w:r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Соколюк</w:t>
      </w:r>
      <w:proofErr w:type="spellEnd"/>
      <w:r>
        <w:rPr>
          <w:rFonts w:ascii="Times New Roman" w:hAnsi="Times New Roman"/>
          <w:sz w:val="24"/>
        </w:rPr>
        <w:t xml:space="preserve"> Р.С. 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</w:t>
      </w:r>
    </w:p>
    <w:p w:rsidR="00F83E48" w:rsidRPr="00E979E8" w:rsidRDefault="00F83E48" w:rsidP="00F83E4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F83E48" w:rsidRDefault="00F83E48" w:rsidP="00F83E48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     1.Передати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Соколюк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Раї</w:t>
      </w:r>
      <w:proofErr w:type="gramStart"/>
      <w:r>
        <w:rPr>
          <w:rFonts w:ascii="Times New Roman" w:eastAsia="Times New Roman" w:hAnsi="Times New Roman"/>
          <w:color w:val="00000A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color w:val="00000A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Степанівні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34CB8">
        <w:rPr>
          <w:rFonts w:ascii="Times New Roman" w:hAnsi="Times New Roman"/>
          <w:sz w:val="24"/>
          <w:szCs w:val="24"/>
          <w:lang w:val="uk-UA"/>
        </w:rPr>
        <w:t>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ведення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особистого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селянського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0,0900 га,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кадастровий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номер 6823984000:02:001:0030, яка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розташована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селі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Стригани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по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вулиці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</w:rPr>
        <w:t>Одухи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</w:rPr>
        <w:t>, 68.</w:t>
      </w:r>
    </w:p>
    <w:p w:rsidR="00F83E48" w:rsidRDefault="00F83E48" w:rsidP="00F83E48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     2.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Соколюк Р.С.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F83E48" w:rsidRDefault="00F83E48" w:rsidP="00F83E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83E48" w:rsidRDefault="00F83E48" w:rsidP="00F83E48">
      <w:pPr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F83E48" w:rsidRDefault="00F83E48" w:rsidP="00F83E48">
      <w:pPr>
        <w:spacing w:after="0"/>
        <w:jc w:val="both"/>
        <w:rPr>
          <w:rFonts w:ascii="Times New Roman" w:hAnsi="Times New Roman"/>
          <w:sz w:val="24"/>
        </w:rPr>
      </w:pPr>
    </w:p>
    <w:p w:rsidR="00F83E48" w:rsidRDefault="00F83E48" w:rsidP="00F83E48">
      <w:pPr>
        <w:spacing w:after="0"/>
        <w:jc w:val="both"/>
        <w:rPr>
          <w:rFonts w:ascii="Times New Roman" w:hAnsi="Times New Roman"/>
          <w:sz w:val="24"/>
        </w:rPr>
      </w:pPr>
    </w:p>
    <w:p w:rsidR="00F83E48" w:rsidRDefault="00F83E48" w:rsidP="00F83E48">
      <w:pPr>
        <w:spacing w:after="0"/>
        <w:jc w:val="both"/>
        <w:rPr>
          <w:rFonts w:ascii="Times New Roman" w:hAnsi="Times New Roman"/>
          <w:sz w:val="24"/>
        </w:rPr>
      </w:pPr>
    </w:p>
    <w:p w:rsidR="00F83E48" w:rsidRDefault="00F83E48" w:rsidP="00F83E4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40374F" w:rsidRDefault="0040374F"/>
    <w:sectPr w:rsidR="004037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48"/>
    <w:rsid w:val="00171A2E"/>
    <w:rsid w:val="00304C90"/>
    <w:rsid w:val="0040374F"/>
    <w:rsid w:val="00505B6D"/>
    <w:rsid w:val="00634CB8"/>
    <w:rsid w:val="006D3977"/>
    <w:rsid w:val="007D6C18"/>
    <w:rsid w:val="00D1641A"/>
    <w:rsid w:val="00F8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83E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83E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83E4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83E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83E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83E4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2020-10-16T17:21:00Z</dcterms:created>
  <dcterms:modified xsi:type="dcterms:W3CDTF">2020-10-16T18:01:00Z</dcterms:modified>
</cp:coreProperties>
</file>