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E30" w:rsidRPr="004C3041" w:rsidRDefault="00757E30" w:rsidP="00757E3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79A1A0" wp14:editId="3C3A38E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97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9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7E30" w:rsidRDefault="00757E30" w:rsidP="00757E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9J6omncAAF9ZBAAOAAAAZHJzL2Uyb0RvYy54bWzsfW1uJjmS3n8DvsML/RygWsn8zsLULGa6&#10;ugYGxvYA8/oAb0mqkmCV3rKk7q71YgEDPoIv4hv4Crs38hNkkEmqMiJyaroX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h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+D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iqocIA&#10;AADeAAAADwAAAGRycy9kb3ducmV2LnhtbERPS4vCMBC+C/6HMII3TbXgozaKyLp4EBZf96GZPrCZ&#10;lCar3X9vBGFv8/E9J910phYPal1lWcFkHIEgzqyuuFBwvexHCxDOI2usLZOCP3KwWfd7KSbaPvlE&#10;j7MvRAhhl6CC0vsmkdJlJRl0Y9sQBy63rUEfYFtI3eIzhJtaTqNoJg1WHBpKbGhXUnY//xoFNv4+&#10;HG/F9BR/8dzz9meR37qjUsNBt12B8NT5f/HHfdBhfrycx/B+J9wg1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WKqh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WAdscA&#10;AADeAAAADwAAAGRycy9kb3ducmV2LnhtbERPS2sCMRC+F/ofwhR6Ec3aFh9bo4iwfR0EH+B12Ew3&#10;224mSxJ16683hUJv8/E9Z7bobCNO5EPtWMFwkIEgLp2uuVKw3xX9CYgQkTU2jknBDwVYzG9vZphr&#10;d+YNnbaxEimEQ44KTIxtLmUoDVkMA9cSJ+7TeYsxQV9J7fGcwm0jH7JsJC3WnBoMtrQyVH5vj1bB&#10;V7E2h9X48uJ70w1desXHa/M+Uur+rls+g4jUxX/xn/tNp/mP0/ET/L6Tbp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1gH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B7McA&#10;AADeAAAADwAAAGRycy9kb3ducmV2LnhtbESP0WoCMRBF3wv+Q5iCL0WzKq12axQptRRfllU/YNiM&#10;m6WbybJJzfbvG0Ho2wz3zj131tvBtuJKvW8cK5hNMxDEldMN1wrOp/1kBcIHZI2tY1LwSx62m9HD&#10;GnPtIpd0PYZapBD2OSowIXS5lL4yZNFPXUectIvrLYa09rXUPcYUbls5z7IXabHhRDDY0buh6vv4&#10;YxOkWGBxuMTT/nPAiB8Hw0+7Uqnx47B7AxFoCP/m+/WXTvUXr8tnuL2TZp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0qgez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KocUA&#10;AADeAAAADwAAAGRycy9kb3ducmV2LnhtbERPTUsDMRC9C/0PYQRvNmvVra5Ni1QFKXiwCqW3YTPd&#10;XbqZhGTsrv/eCIK3ebzPWaxG16sTxdR5NnA1LUAR19523Bj4/Hi5vAOVBNli75kMfFOC1XJytsDK&#10;+oHf6bSVRuUQThUaaEVCpXWqW3KYpj4QZ+7go0PJMDbaRhxyuOv1rChK7bDj3NBioHVL9XH75Qy8&#10;Dc9hMy9vD2Efb2Y6PVnZrcWYi/Px8QGU0Cj/4j/3q83zr+/nJ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fAq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S6AMUA&#10;AADeAAAADwAAAGRycy9kb3ducmV2LnhtbESP3YrCMBCF7xd8hzCCN4umKqxajSKii3gj/jzA0IxN&#10;sZmUJtr69mZB2LsZzpnznVmsWluKJ9W+cKxgOEhAEGdOF5wruF52/SkIH5A1lo5JwYs8rJadrwWm&#10;2jV8ouc55CKGsE9RgQmhSqX0mSGLfuAq4qjdXG0xxLXOpa6xieG2lKMk+ZEWC44EgxVtDGX388NG&#10;yHGMx8Otuex+W2xwezD8vT4p1eu26zmIQG34N3+u9zrWH88mE/h7J84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tLo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87SMcA&#10;AADeAAAADwAAAGRycy9kb3ducmV2LnhtbESPQUsDQQyF74L/YYjgzc5atdW10yJVQQQPVkG8hZ10&#10;d3EnM8zE7vrvzUHwlvBe3vuy2kxhMAfKpY/s4HxWgSFuou+5dfD+9nh2DaYIsschMjn4oQKb9fHR&#10;CmsfR36lw05aoyFcanTQiaTa2tJ0FLDMYiJWbR9zQNE1t9ZnHDU8DHZeVQsbsGdt6DDRtqPma/cd&#10;HLyMD+l5ubjap898Obfl3svHVpw7PZnubsEITfJv/rt+8op/cbNUXn1HZ7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vO0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aDOsUA&#10;AADeAAAADwAAAGRycy9kb3ducmV2LnhtbERP32vCMBB+H+x/CCfsZWjqxDmrUXQQJjgYc4KvR3O2&#10;Zc2lJJnt/nsjDPZ2H9/PW65724gL+VA7VjAeZSCIC2dqLhUcv/TwBUSIyAYbx6TglwKsV/d3S8yN&#10;6/iTLodYihTCIUcFVYxtLmUoKrIYRq4lTtzZeYsxQV9K47FL4baRT1n2LC3WnBoqbOm1ouL78GMV&#10;bD+6cuIfi23v9ue301Rro9+1Ug+DfrMAEamP/+I/986k+ZP5bA63d9IN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5oM6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kQf8YA&#10;AADeAAAADwAAAGRycy9kb3ducmV2LnhtbESPzWrDMBCE74W8g9hAb42c9AfHjRJCiqGUXpr2ARZr&#10;Y7mxVkZSHPftu4dCb7vs7Mx8m93kezVSTF1gA8tFAYq4Cbbj1sDXZ31XgkoZ2WIfmAz8UILddnaz&#10;wcqGK3/QeMytEhNOFRpwOQ+V1qlx5DEtwkAst1OIHrOssdU24lXMfa9XRfGkPXYsCQ4HOjhqzseL&#10;N1C/rd7H88XGOuynB0+P7rt8ccbczqf9M6hMU/4X/32/Wql/vy4FQHB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DkQf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X/G8UA&#10;AADeAAAADwAAAGRycy9kb3ducmV2LnhtbERP32vCMBB+H/g/hBP2IjN1MnGdUVQIEybI3GCvR3O2&#10;Zc2lJJmt/70RhL3dx/fzFqveNuJMPtSOFUzGGQjiwpmaSwXfX/ppDiJEZIONY1JwoQCr5eBhgblx&#10;HX/S+RhLkUI45KigirHNpQxFRRbD2LXEiTs5bzEm6EtpPHYp3DbyOctm0mLNqaHClrYVFb/HP6tg&#10;c+jKqR8Vm959nN5/XrQ2eq+Vehz26zcQkfr4L767dybNn77OJ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f8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crk8MA&#10;AADeAAAADwAAAGRycy9kb3ducmV2LnhtbERP3WrCMBS+H+wdwhnsbqbrnHTVKLJRENmNugc4NMem&#10;szkpSaz17Y0w2N35+H7PYjXaTgzkQ+tYweskA0FcO91yo+DnUL0UIEJE1tg5JgVXCrBaPj4ssNTu&#10;wjsa9rERKYRDiQpMjH0pZagNWQwT1xMn7ui8xZigb6T2eEnhtpN5ls2kxZZTg8GePg3Vp/3ZKqi2&#10;+fdwOmtfufU4tfRufosvo9Tz07ieg4g0xn/xn3uj0/y3jyKH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crk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Q4MIA&#10;AADeAAAADwAAAGRycy9kb3ducmV2LnhtbERPzWrCQBC+C32HZQredJNGi0Y3oQiKHpv6AEN2TILZ&#10;2TS7TeLbu4VCb/Px/c4+n0wrBupdY1lBvIxAEJdWN1wpuH4dFxsQziNrbC2Tggc5yLOX2R5TbUf+&#10;pKHwlQgh7FJUUHvfpVK6siaDbmk74sDdbG/QB9hXUvc4hnDTyrcoepcGGw4NNXZ0qKm8Fz9Gweox&#10;nr6L9T06akPxJeku7Mu1UvPX6WMHwtPk/8V/7rMO85PtJoHfd8IN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JRD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6eO8IA&#10;AADeAAAADwAAAGRycy9kb3ducmV2LnhtbERPy6rCMBDdX/Afwgjurql6Ea1GEUURV1of66EZ22Iz&#10;KU3U+vc3guBuDuc503ljSvGg2hWWFfS6EQji1OqCMwWn4/p3BMJ5ZI2lZVLwIgfzWetnirG2Tz7Q&#10;I/GZCCHsYlSQe1/FUro0J4OuayviwF1tbdAHWGdS1/gM4aaU/SgaSoMFh4YcK1rmlN6Su1FwH176&#10;J77u9D5ZvTbj1Xrh5DlTqtNuFhMQnhr/FX/cWx3mD8ajP3i/E26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zp47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2LvcYA&#10;AADeAAAADwAAAGRycy9kb3ducmV2LnhtbERPTWvCQBC9C/6HZYTedGNtQ0xdpS0ItYeK2h68jdlp&#10;EpudjdlV4793C4K3ebzPmcxaU4kTNa60rGA4iEAQZ1aXnCv43sz7CQjnkTVWlknBhRzMpt3OBFNt&#10;z7yi09rnIoSwS1FB4X2dSumyggy6ga2JA/drG4M+wCaXusFzCDeVfIyiWBosOTQUWNN7Qdnf+mgU&#10;/CyTeLx8WzztP792ODL6sNVlrNRDr319AeGp9Xfxzf2hw/zROHmG/3fCDX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+2Lv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aCXsQA&#10;AADeAAAADwAAAGRycy9kb3ducmV2LnhtbERPTWvCQBC9F/wPywi91U21hDS6irY0FU+pFbwO2TEJ&#10;zc6G7NbE/npXEHqbx/ucxWowjThT52rLCp4nEQjiwuqaSwWH74+nBITzyBoby6TgQg5Wy9HDAlNt&#10;e/6i896XIoSwS1FB5X2bSumKigy6iW2JA3eynUEfYFdK3WEfwk0jp1EUS4M1h4YKW3qrqPjZ/xoF&#10;f/ERc/c53bzPtKfLS5LZXZ4p9Tge1nMQngb/L767tzrMn70mMdzeCT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Ggl7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NOa8MA&#10;AADeAAAADwAAAGRycy9kb3ducmV2LnhtbERPS27CMBDdV+IO1iCxKw6fUkgxCCGQ2BVCDzCKp05E&#10;PA6xgcDpMVKl7ubpfWe+bG0lrtT40rGCQT8BQZw7XbJR8HPcvk9B+ICssXJMCu7kYbnovM0x1e7G&#10;B7pmwYgYwj5FBUUIdSqlzwuy6PuuJo7cr2sshggbI3WDtxhuKzlMkom0WHJsKLCmdUH5KbtYBWc3&#10;/NBttsHv02a2L40Znx+HsVK9brv6AhGoDf/iP/dOx/mj2fQTXu/EG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NOa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88sYA&#10;AADeAAAADwAAAGRycy9kb3ducmV2LnhtbESPT2/CMAzF75P4DpGRuI10Q4NSCGhDQuLKn8OOXmLa&#10;ssbpmgDdPv18mLSbrff83s/Lde8bdaMu1oENPI0zUMQ2uJpLA6fj9jEHFROywyYwGfimCOvV4GGJ&#10;hQt33tPtkEolIRwLNFCl1BZaR1uRxzgOLbFo59B5TLJ2pXYd3iXcN/o5y6baY83SUGFLm4rs5+Hq&#10;DezqD3qZ2vPc5292//7zlSazizNmNOxfF6AS9enf/He9c4I/mefCK+/ID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C88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3gvsYA&#10;AADeAAAADwAAAGRycy9kb3ducmV2LnhtbERPXWvCQBB8L/gfjhX6Vi+1UEz0DI0gtLQV/EBfl9ya&#10;C+b2Qu4a47/vFQq+ze7szOws8sE2oqfO144VPE8SEMSl0zVXCg779dMMhA/IGhvHpOBGHvLl6GGB&#10;mXZX3lK/C5WIJuwzVGBCaDMpfWnIop+4ljhyZ9dZDHHsKqk7vEZz28hpkrxKizXHBIMtrQyVl92P&#10;VdDj5pacTPGdftRf5XRTHD913KvH8fA2BxFoCPfjf/W7ju+/pLMU/upEDH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3gv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MAZMYA&#10;AADeAAAADwAAAGRycy9kb3ducmV2LnhtbESPQU/DMAyF70j7D5EncWPpioRYWTZNk4Y4QtmBo2m8&#10;pqOxqyRbC7+eHJC42fLze+9bbyffqyuF2AkbWC4KUMSN2I5bA8f3w90jqJiQLfbCZOCbImw3s5s1&#10;VlZGfqNrnVqVTThWaMClNFRax8aRx7iQgTjfThI8pryGVtuAYzb3vS6L4kF77DgnOBxo76j5qi/e&#10;wPjcfJ7L04d1P2GQQ/0q57IXY27n0+4JVKIp/Yv/vl9srn+/WmWAjJ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MAZ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e16MUA&#10;AADeAAAADwAAAGRycy9kb3ducmV2LnhtbERP22oCMRB9F/oPYQq+aVYLVbdGsV6giKV46fu4GXdX&#10;k8mySXX9+0Yo9G0O5zrjaWONuFLtS8cKet0EBHHmdMm5gsN+1RmC8AFZo3FMCu7kYTp5ao0x1e7G&#10;W7ruQi5iCPsUFRQhVKmUPivIou+6ijhyJ1dbDBHWudQ13mK4NbKfJK/SYsmxocCK5gVll92PVbD6&#10;Wphz/3M7+5ZhvhwczXD9vtgo1X5uZm8gAjXhX/zn/tBx/sto1IPHO/EG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7X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P2C8YA&#10;AADeAAAADwAAAGRycy9kb3ducmV2LnhtbERP32vCMBB+F/wfwgl7GZpacWhnLDIYOthgU8HXs7m1&#10;xeZSkqx2//0iDHy7j+/nrfLeNKIj52vLCqaTBARxYXXNpYLj4XW8AOEDssbGMin4JQ/5ejhYYabt&#10;lb+o24dSxBD2GSqoQmgzKX1RkUE/sS1x5L6tMxgidKXUDq8x3DQyTZInabDm2FBhSy8VFZf9j1HQ&#10;fb6fy13n27fL4tHPZ+ft9kOflHoY9ZtnEIH6cBf/u3c6zp8tlync3ok3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P2C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MtjcYA&#10;AADeAAAADwAAAGRycy9kb3ducmV2LnhtbERPS2sCMRC+F/wPYQRvNeuj4q5G0UKhl0J9HPQ2bsbd&#10;xc1km0Rd++ubQqG3+fieM1+2phY3cr6yrGDQT0AQ51ZXXCjY796epyB8QNZYWyYFD/KwXHSe5php&#10;e+cN3bahEDGEfYYKyhCaTEqfl2TQ921DHLmzdQZDhK6Q2uE9hptaDpNkIg1WHBtKbOi1pPyyvRoF&#10;63S6/voc88f35nSk4+F0eRm6RKlet13NQARqw7/4z/2u4/xRmo7g9514g1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MtjcYAAADeAAAADwAAAAAAAAAAAAAAAACYAgAAZHJz&#10;L2Rvd25yZXYueG1sUEsFBgAAAAAEAAQA9QAAAIsDAAAAAA==&#10;" fillcolor="black" stroked="f"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m7+ccA&#10;AADeAAAADwAAAGRycy9kb3ducmV2LnhtbERPS2sCMRC+C/0PYQq9aVbbiq5G8dFCoXrwcfA4bsbd&#10;sJvJsom67a9vCoXe5uN7znTe2krcqPHGsYJ+LwFBnDltOFdwPLx3RyB8QNZYOSYFX+RhPnvoTDHV&#10;7s47uu1DLmII+xQVFCHUqZQ+K8ii77maOHIX11gMETa51A3eY7it5CBJhtKi4dhQYE2rgrJyf7UK&#10;Tp9DM9oZGpw338s3vXktl9t1qdTTY7uYgAjUhn/xn/tDx/nP4/EL/L4Tb5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Ju/n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dzUMQA&#10;AADeAAAADwAAAGRycy9kb3ducmV2LnhtbERPTWsCMRC9C/6HMII3zVqx6NYoYil68VDb0uuwmW62&#10;u5lsk6irv74pCL3N433Oct3ZRpzJh8qxgsk4A0FcOF1xqeD97WU0BxEissbGMSm4UoD1qt9bYq7d&#10;hV/pfIylSCEcclRgYmxzKUNhyGIYu5Y4cV/OW4wJ+lJqj5cUbhv5kGWP0mLFqcFgS1tDRX08WQV+&#10;8/lc3/j0UWe3wzXsvrufORqlhoNu8wQiUhf/xXf3Xqf508ViBn/vpB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Xc1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RbbMQA&#10;AADeAAAADwAAAGRycy9kb3ducmV2LnhtbERP22rCQBB9L/Qflin0pehGC2qiq0ihUKgUvHzAmB2T&#10;4O5syE419uu7hYJvczjXWax679SFutgENjAaZqCIy2Abrgwc9u+DGagoyBZdYDJwowir5ePDAgsb&#10;rryly04qlUI4FmigFmkLrWNZk8c4DC1x4k6h8ygJdpW2HV5TuHd6nGUT7bHh1FBjS281lefdtzfg&#10;xkeXf07jRm4Hvcl+vGxfvqwxz0/9eg5KqJe7+N/9YdP81zyfwN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0W2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i/rcUA&#10;AADeAAAADwAAAGRycy9kb3ducmV2LnhtbERPTWsCMRC9F/ofwhS81WwVWt0apSrCXnroavE6bsbN&#10;YjJZNlHX/vqmUPA2j/c5s0XvrLhQFxrPCl6GGQjiyuuGawW77eZ5AiJEZI3WMym4UYDF/PFhhrn2&#10;V/6iSxlrkUI45KjAxNjmUobKkMMw9C1x4o6+cxgT7GqpO7ymcGflKMtepcOGU4PBllaGqlN5dgrW&#10;ZWtHu8Isw/7783Cwxc+G9mulBk/9xzuISH28i//dhU7zx9PpG/y9k26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qL+t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KZ6cYA&#10;AADeAAAADwAAAGRycy9kb3ducmV2LnhtbESPQWsCMRCF74X+hzCF3mrSCrZujSJSQfCk1UNvQzLu&#10;rt1Mlk10t//eOQi9zfDevPfNbDGERl2pS3VkC68jA4rYRV9zaeHwvX75AJUysscmMln4owSL+ePD&#10;DAsfe97RdZ9LJSGcCrRQ5dwWWidXUcA0ii2xaKfYBcyydqX2HfYSHhr9ZsxEB6xZGipsaVWR+91f&#10;goXzWm+jM+iOh2O/8e8/XxNqjLXPT8PyE1SmIf+b79cbL/jj6VR45R2Z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KZ6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bPFcQA&#10;AADeAAAADwAAAGRycy9kb3ducmV2LnhtbERPTYvCMBC9C/sfwizsTVMVxHaNooIgu3hYFdnj2Ixt&#10;aTMpSdTuvzfCgrd5vM+ZLTrTiBs5X1lWMBwkIIhzqysuFBwPm/4UhA/IGhvLpOCPPCzmb70ZZtre&#10;+Ydu+1CIGMI+QwVlCG0mpc9LMugHtiWO3MU6gyFCV0jt8B7DTSNHSTKRBiuODSW2tC4pr/dXo+D3&#10;+s2X3fhr6VbhZLuDr0fnaa3Ux3u3/AQRqAsv8b97q+P8cZqm8Hwn3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zx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txSMgA&#10;AADeAAAADwAAAGRycy9kb3ducmV2LnhtbESPT08CMRDF7yZ8h2ZMvEkrQYMLhYCJiRcT+XOQ27Ad&#10;djdsp2tbYfXTOwcTbjOZN++932zR+1adKaYmsIWHoQFFXAbXcGVht329n4BKGdlhG5gs/FCCxXxw&#10;M8PChQuv6bzJlRITTgVaqHPuCq1TWZPHNAwdsdyOIXrMssZKu4gXMfetHhnzpD02LAk1dvRSU3na&#10;fHsLq+fJ6utjzO+/68Oe9p+H0+MoGmvvbvvlFFSmPl/F/99vTuqPjREAwZEZ9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i3FIyAAAAN4AAAAPAAAAAAAAAAAAAAAAAJgCAABk&#10;cnMvZG93bnJldi54bWxQSwUGAAAAAAQABAD1AAAAjQMAAAAA&#10;" fillcolor="black" stroked="f"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HfecMA&#10;AADeAAAADwAAAGRycy9kb3ducmV2LnhtbERPS0sDMRC+C/6HMII3m1RFytq0LAWxeNo+xOt0M24W&#10;N5MlSdP13xtB8DYf33OW68kNIlOIvWcN85kCQdx603On4Xh4uVuAiAnZ4OCZNHxThPXq+mqJlfEX&#10;3lHep06UEI4VarApjZWUsbXkMM78SFy4Tx8cpgJDJ03ASwl3g7xX6kk67Lk0WBxpY6n92p+dhnza&#10;NPVD/sh29xbqLvjm9f3UaH17M9XPIBJN6V/8596aMv9RqTn8vlNu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Hfe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8FB8UA&#10;AADeAAAADwAAAGRycy9kb3ducmV2LnhtbERPTWsCMRC9F/ofwgi91UQpoqtRRNqiXtquhXocNtPN&#10;0s1k2cR19dc3QqG3ebzPWax6V4uO2lB51jAaKhDEhTcVlxo+Dy+PUxAhIhusPZOGCwVYLe/vFpgZ&#10;f+YP6vJYihTCIUMNNsYmkzIUlhyGoW+IE/ftW4cxwbaUpsVzCne1HCs1kQ4rTg0WG9pYKn7yk9MQ&#10;Rpvnr727zrrjq+W3fGcn76XV+mHQr+cgIvXxX/zn3po0/0mpMdze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DwU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57E30" w:rsidRDefault="00757E30" w:rsidP="00757E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57E30" w:rsidRDefault="00757E30" w:rsidP="00757E3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57E30" w:rsidRDefault="00757E30" w:rsidP="00757E3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57E30" w:rsidRDefault="00757E30" w:rsidP="00757E3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7E30" w:rsidRDefault="00757E30" w:rsidP="00757E3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№40</w:t>
      </w:r>
    </w:p>
    <w:p w:rsidR="00757E30" w:rsidRPr="00006835" w:rsidRDefault="00757E30" w:rsidP="00757E3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57E30" w:rsidRDefault="00757E30" w:rsidP="00757E30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757E30" w:rsidRDefault="00757E30" w:rsidP="00757E3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757E30" w:rsidRDefault="00757E30" w:rsidP="00757E3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757E30" w:rsidRDefault="00757E30" w:rsidP="00757E30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>)</w:t>
      </w:r>
    </w:p>
    <w:p w:rsidR="00757E30" w:rsidRDefault="00757E30" w:rsidP="00757E30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раді</w:t>
      </w:r>
      <w:proofErr w:type="spellEnd"/>
    </w:p>
    <w:p w:rsidR="00757E30" w:rsidRDefault="00757E30" w:rsidP="00757E30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57E30" w:rsidRDefault="00757E30" w:rsidP="00757E3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благоустрою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рада</w:t>
      </w:r>
    </w:p>
    <w:p w:rsidR="00757E30" w:rsidRDefault="00757E30" w:rsidP="00757E3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757E30" w:rsidRDefault="00757E30" w:rsidP="00757E3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6823984000:03:012:0194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0,0955 га,  (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16.00)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особам, </w:t>
      </w:r>
    </w:p>
    <w:p w:rsidR="00757E30" w:rsidRDefault="00757E30" w:rsidP="00757E3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2.Крупецькій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ради.</w:t>
      </w:r>
    </w:p>
    <w:p w:rsidR="00757E30" w:rsidRPr="00757E30" w:rsidRDefault="00757E30" w:rsidP="00757E3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  <w:bookmarkStart w:id="0" w:name="_GoBack"/>
      <w:bookmarkEnd w:id="0"/>
    </w:p>
    <w:p w:rsidR="00757E30" w:rsidRDefault="00757E30" w:rsidP="00757E3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513EA" w:rsidRPr="00757E30" w:rsidRDefault="00757E30" w:rsidP="00757E3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513EA" w:rsidRPr="00757E30" w:rsidSect="00757E30">
      <w:pgSz w:w="12240" w:h="15840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5228" w:rsidRDefault="006A5228">
      <w:pPr>
        <w:spacing w:after="0" w:line="240" w:lineRule="auto"/>
      </w:pPr>
      <w:r>
        <w:separator/>
      </w:r>
    </w:p>
  </w:endnote>
  <w:endnote w:type="continuationSeparator" w:id="0">
    <w:p w:rsidR="006A5228" w:rsidRDefault="006A52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5228" w:rsidRDefault="006A5228">
      <w:pPr>
        <w:spacing w:after="0" w:line="240" w:lineRule="auto"/>
      </w:pPr>
      <w:r>
        <w:separator/>
      </w:r>
    </w:p>
  </w:footnote>
  <w:footnote w:type="continuationSeparator" w:id="0">
    <w:p w:rsidR="006A5228" w:rsidRDefault="006A52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E30"/>
    <w:rsid w:val="006A5228"/>
    <w:rsid w:val="00757E30"/>
    <w:rsid w:val="00D5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3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57E3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57E3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57E3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E3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57E3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57E3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57E3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2020-12-24T16:47:00Z</dcterms:created>
  <dcterms:modified xsi:type="dcterms:W3CDTF">2020-12-24T16:47:00Z</dcterms:modified>
</cp:coreProperties>
</file>