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6C74" w:rsidRPr="0066767B" w:rsidRDefault="000E6C74" w:rsidP="000E6C7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0E6C74" w:rsidRPr="0066767B" w:rsidRDefault="000E6C74" w:rsidP="000E6C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47C993" wp14:editId="4A0CEE8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197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97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6C74" w:rsidRDefault="000E6C74" w:rsidP="000E6C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WJksMA&#10;AADeAAAADwAAAGRycy9kb3ducmV2LnhtbERPTWvCQBC9F/wPywi91Y0RaoyuItKWHAQx6n3Ijkkw&#10;OxuyW5P++64geJvH+5zVZjCNuFPnassKppMIBHFhdc2lgvPp+yMB4TyyxsYyKfgjB5v16G2FqbY9&#10;H+me+1KEEHYpKqi8b1MpXVGRQTexLXHgrrYz6APsSqk77EO4aWQcRZ/SYM2hocKWdhUVt/zXKLCz&#10;n2x/KePj7IvnnreH5HoZ9kq9j4ftEoSnwb/ET3emw/zpYh7D451wg1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6WJk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2eqsYA&#10;AADeAAAADwAAAGRycy9kb3ducmV2LnhtbERPTWsCMRC9C/0PYYRepGZtQevWKEXYVj0UtILXYTPd&#10;rN1MliTVrb++EQre5vE+Z7bobCNO5EPtWMFomIEgLp2uuVKw/ywenkGEiKyxcUwKfinAYn7Xm2Gu&#10;3Zm3dNrFSqQQDjkqMDG2uZShNGQxDF1LnLgv5y3GBH0ltcdzCreNfMyysbRYc2ow2NLSUPm9+7EK&#10;jsWHOSwnlzc/mG7pMig27816rNR9v3t9ARGpizfxv3ul0/zRdPIE13fSDX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2eq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ei38UA&#10;AADeAAAADwAAAGRycy9kb3ducmV2LnhtbESP3YrCMBCF74V9hzDC3sia6oqr1Sgiq4g34s8DDM3Y&#10;FJtJabK2+/ZGELyb4Zw535n5srWluFPtC8cKBv0EBHHmdMG5gst58zUB4QOyxtIxKfgnD8vFR2eO&#10;qXYNH+l+CrmIIexTVGBCqFIpfWbIou+7ijhqV1dbDHGtc6lrbGK4LeUwScbSYsGRYLCitaHsdvqz&#10;EXL4xsP+2pw32xYb/N0b7q2OSn1229UMRKA2vM2v652O9QfTnx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16L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8SfsUA&#10;AADeAAAADwAAAGRycy9kb3ducmV2LnhtbERPTUsDMRC9C/6HMII3m22xrW6bltIqiODBWijehs10&#10;d+lmEpKxu/57Iwje5vE+Z7keXKcuFFPr2cB4VIAirrxtuTZw+Hi+ewCVBNli55kMfFOC9er6aoml&#10;9T2/02UvtcohnEo00IiEUutUNeQwjXwgztzJR4eSYay1jdjncNfpSVHMtMOWc0ODgbYNVef9lzPw&#10;1j+F1/lsegqf8X6i087KcSvG3N4MmwUooUH+xX/uF5vnjx/nU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HxJ+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mZM8cA&#10;AADeAAAADwAAAGRycy9kb3ducmV2LnhtbESPzWrDMBCE74W8g9hCLiWRk4LbOJFNCE0pvoT8PMBi&#10;bSxTa2UsNXbePioUettlZueb3RSjbcWNet84VrCYJyCIK6cbrhVczvvZOwgfkDW2jknBnTwU+eRp&#10;g5l2Ax/pdgq1iCHsM1RgQugyKX1lyKKfu444alfXWwxx7WupexxiuG3lMklSabHhSDDY0c5Q9X36&#10;sRFyeMVDeR3O+88RB/woDb9sj0pNn8ftGkSgMfyb/66/dKy/WL2l8PtOnEH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JmTP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EpksUA&#10;AADeAAAADwAAAGRycy9kb3ducmV2LnhtbERPTUsDMRC9C/0PYQRvNtuiXV2bllIVitCDVRBvw2a6&#10;u7iZhGTsrv++EQRv83ifs1yPrlcniqnzbGA2LUAR19523Bh4f3u+vgOVBNli75kM/FCC9WpyscTK&#10;+oFf6XSQRuUQThUaaEVCpXWqW3KYpj4QZ+7oo0PJMDbaRhxyuOv1vCgW2mHHuaHFQNuW6q/DtzOw&#10;H57CS7m4PYbPeDPX6dHKx1aMubocNw+ghEb5F/+5dzbPn92XJ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gSm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ugCcgA&#10;AADeAAAADwAAAGRycy9kb3ducmV2LnhtbESPQUsDMRCF74L/IYzgRdpsFa3dNi1WCAoVSqvgddhM&#10;dxc3kyWJ3fXfOwfB2wzvzXvfrDaj79SZYmoDG5hNC1DEVXAt1wY+3u3kEVTKyA67wGTghxJs1pcX&#10;KyxdGPhA52OulYRwKtFAk3Nfap2qhjymaeiJRTuF6DHLGmvtIg4S7jt9WxQP2mPL0tBgT88NVV/H&#10;b29gux/qu3hTbcewO7183lvr7Js15vpqfFqCyjTmf/Pf9asT/NliLrzyjs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G6AJ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PbcMA&#10;AADeAAAADwAAAGRycy9kb3ducmV2LnhtbERP3WrCMBS+H/gO4QjezVRxU7tGkY3CGLtR9wCH5qzp&#10;2pyUJNbu7ZeB4N35+H5PsR9tJwbyoXGsYDHPQBBXTjdcK/g6l48bECEia+wck4JfCrDfTR4KzLW7&#10;8pGGU6xFCuGQowITY59LGSpDFsPc9cSJ+3beYkzQ11J7vKZw28lllj1Liw2nBoM9vRqq2tPFKig/&#10;lp9De9G+dIdxZenJ/GzejFKz6Xh4ARFpjHfxzf2u0/zFdr2F/3fSDX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dPb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jcKMgA&#10;AADeAAAADwAAAGRycy9kb3ducmV2LnhtbESPQUsDMRCF74L/IYzgRWy2iqVumxYrBAULxbbgddhM&#10;d5duJksSu+u/dw6CtxnmzXvvW65H36kLxdQGNjCdFKCIq+Barg0cD/Z+DiplZIddYDLwQwnWq+ur&#10;JZYuDPxJl32ulZhwKtFAk3Nfap2qhjymSeiJ5XYK0WOWNdbaRRzE3Hf6oShm2mPLktBgT68NVef9&#10;tzew2Q31Y7yrNmP4OL19PVnr7NYac3szvixAZRrzv/jv+91J/enzX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uNwo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QzTMMA&#10;AADeAAAADwAAAGRycy9kb3ducmV2LnhtbERP3WrCMBS+H+wdwhF2N9OKG11nFJkUZHgz3QMcmrOm&#10;2pyUJNbu7Y0geHc+vt+zWI22EwP50DpWkE8zEMS10y03Cn4P1WsBIkRkjZ1jUvBPAVbL56cFltpd&#10;+IeGfWxECuFQogITY19KGWpDFsPU9cSJ+3PeYkzQN1J7vKRw28lZlr1Liy2nBoM9fRmqT/uzVVB9&#10;z3bD6ax95dbj3NKbORYbo9TLZFx/gog0xof47t7qND//KHK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sQzT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gz08IA&#10;AADeAAAADwAAAGRycy9kb3ducmV2LnhtbERPzWrCQBC+F/oOyxS81U20ikY3oRQi9Wj0AYbsmASz&#10;s2l2a5K3dwsFb/Px/c4+G00r7tS7xrKCeB6BIC6tbrhScDnn7xsQziNrbC2TgokcZOnryx4TbQc+&#10;0b3wlQgh7BJUUHvfJVK6siaDbm474sBdbW/QB9hXUvc4hHDTykUUraXBhkNDjR191VTeil+j4GMa&#10;Dj/F6hbl2lB8XHZH9uVKqdnb+LkD4Wn0T/G/+1uH+fF2s4C/d8INMn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2DPT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A58IA&#10;AADeAAAADwAAAGRycy9kb3ducmV2LnhtbERPy6rCMBDdX/AfwgjurqkKYqtRRFHElbc+1kMztsVm&#10;Upqo9e+NINzdHM5zZovWVOJBjSstKxj0IxDEmdUl5wpOx83vBITzyBory6TgRQ4W887PDBNtn/xH&#10;j9TnIoSwS1BB4X2dSOmyggy6vq2JA3e1jUEfYJNL3eAzhJtKDqNoLA2WHBoKrGlVUHZL70bBfXwZ&#10;nvi614d0/drG683SyXOuVK/bLqcgPLX+X/x173SYP4gnI/i8E26Q8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loDn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CojsYA&#10;AADeAAAADwAAAGRycy9kb3ducmV2LnhtbERPS2vCQBC+C/6HZYTedGOVEKOrtILQ9lDxdfA2Zsck&#10;Njsbs1tN/323UPA2H99zZovWVOJGjSstKxgOIhDEmdUl5wr2u1U/AeE8ssbKMin4IQeLebczw1Tb&#10;O2/otvW5CCHsUlRQeF+nUrqsIINuYGviwJ1tY9AH2ORSN3gP4aaSz1EUS4Mlh4YCa1oWlH1tv42C&#10;wzqJJ+vX9/Hl4/OEI6OvR13GSj312pcpCE+tf4j/3W86zB9OkjH8vRNu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RCoj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WagcQA&#10;AADeAAAADwAAAGRycy9kb3ducmV2LnhtbERPS2vCQBC+F/wPywje6ibaSoxZRS21xZMv8DpkxySY&#10;nQ3Zrcb++m6h0Nt8fM/JFp2pxY1aV1lWEA8jEMS51RUXCk7H9+cEhPPIGmvLpOBBDhbz3lOGqbZ3&#10;3tPt4AsRQtilqKD0vkmldHlJBt3QNsSBu9jWoA+wLaRu8R7CTS1HUTSRBisODSU2tC4pvx6+jILv&#10;yRl37mO0ehtrT4+XZGO3u41Sg363nIHw1Pl/8Z/7U4f58TR5hd93wg1y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lmo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5tWMQA&#10;AADeAAAADwAAAGRycy9kb3ducmV2LnhtbERPzWrCQBC+F/oOyxS81Y0SRVNXKUXBm030AYbsuAlm&#10;Z2N2m8Q+fbdQ6G0+vt/Z7EbbiJ46XztWMJsmIIhLp2s2Ci7nw+sKhA/IGhvHpOBBHnbb56cNZtoN&#10;nFNfBCNiCPsMFVQhtJmUvqzIop+6ljhyV9dZDBF2RuoOhxhuGzlPkqW0WHNsqLClj4rKW/FlFdzd&#10;fKHHYo+n2379WRuT3r/zVKnJy/j+BiLQGP7Ff+6jjvNn69USft+JN8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ObV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jU3cQA&#10;AADeAAAADwAAAGRycy9kb3ducmV2LnhtbERPyW7CMBC9V+o/WFOpN3BCFZYQg6BSJa4sB46DPSRp&#10;43GIDaT9+roSUm/z9NYplr1txI06XztWkA4TEMTamZpLBYf9x2AKwgdkg41jUvBNHpaL56cCc+Pu&#10;vKXbLpQihrDPUUEVQptL6XVFFv3QtcSRO7vOYoiwK6Xp8B7DbSNHSTKWFmuODRW29F6R/tpdrYJN&#10;faJsrM8zO13r7fHnEt4mn0ap15d+NQcRqA//4od7Y+L8NMtG8PdOvE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41N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ufOsYA&#10;AADeAAAADwAAAGRycy9kb3ducmV2LnhtbERP0WrCQBB8L/gPxwp9q5cIFU09gykUWloFbamvS27N&#10;BXN7IXeN8e+9guDb7M7OzM4yH2wjeup87VhBOklAEJdO11wp+Pl+e5qD8AFZY+OYFFzIQ74aPSwx&#10;0+7MO+r3oRLRhH2GCkwIbSalLw1Z9BPXEkfu6DqLIY5dJXWH52huGzlNkpm0WHNMMNjSq6HytP+z&#10;CnrcXpKDKTaLj/qrnG6L308d9+pxPKxfQAQawv34pn7X8f30eZ7Cf52IQa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6ufO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Te18MA&#10;AADeAAAADwAAAGRycy9kb3ducmV2LnhtbERPTUvDQBC9C/6HZQRvdtOAUmK3pRRaPGr04HHMTrOp&#10;2Zmwu23S/npXELzN433Ocj35Xp0pxE7YwHxWgCJuxHbcGvh43z0sQMWEbLEXJgMXirBe3d4ssbIy&#10;8hud69SqHMKxQgMupaHSOjaOPMaZDMSZO0jwmDIMrbYBxxzue10WxZP22HFucDjQ1lHzXZ+8gXHf&#10;fB3Lw6d11zDIrn6VY9mLMfd30+YZVKIp/Yv/3C82z58/Lkr4fSf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nTe1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BrW8UA&#10;AADeAAAADwAAAGRycy9kb3ducmV2LnhtbERP22oCMRB9L/Qfwgh9q1kt1WVrFOsFpChFq+/Tzbi7&#10;bTJZNlHXv28Kgm9zONcZTVprxJkaXzlW0OsmIIhzpysuFOy/ls8pCB+QNRrHpOBKHibjx4cRZtpd&#10;eEvnXShEDGGfoYIyhDqT0uclWfRdVxNH7ugaiyHCppC6wUsMt0b2k2QgLVYcG0qsaVZS/rs7WQXL&#10;z7n56W+204MMs8Xw26Qf7/O1Uk+ddvoGIlAb7uKbe6Xj/N5r+gL/78Qb5Pg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wGt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xvrMcA&#10;AADeAAAADwAAAGRycy9kb3ducmV2LnhtbESPQWvCQBCF70L/wzIFL6VutFQkdZVSEBUU1Apex+w0&#10;CWZnQ3aN6b93DoK3Gd6b976ZzjtXqZaaUHo2MBwkoIgzb0vODRx/F+8TUCEiW6w8k4F/CjCfvfSm&#10;mFp/4z21h5grCeGQooEixjrVOmQFOQwDXxOL9ucbh1HWJte2wZuEu0qPkmSsHZYsDQXW9FNQdjlc&#10;nYF2tznnqzbU68vkLXx+nJfLrT0Z03/tvr9AReri0/y4XlnBHyVD4ZV3ZAY9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cb6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y0KsUA&#10;AADeAAAADwAAAGRycy9kb3ducmV2LnhtbERPTWsCMRC9C/0PYQreNHHRoqtRaqHQi6C2h3obN+Pu&#10;4mayTVLd9tc3gtDbPN7nLFadbcSFfKgdaxgNFQjiwpmaSw0f76+DKYgQkQ02jknDDwVYLR96C8yN&#10;u/KOLvtYihTCIUcNVYxtLmUoKrIYhq4lTtzJeYsxQV9K4/Gawm0jM6WepMWaU0OFLb1UVJz331bD&#10;ejZdf23HvPndHQ90+DyeJ5lXWvcfu+c5iEhd/Bff3W8mzc/UaAa3d9IN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vLQqxQAAAN4AAAAPAAAAAAAAAAAAAAAAAJgCAABkcnMv&#10;ZG93bnJldi54bWxQSwUGAAAAAAQABAD1AAAAigMAAAAA&#10;" fillcolor="black" stroked="f"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nZCskA&#10;AADeAAAADwAAAGRycy9kb3ducmV2LnhtbESPT2vDMAzF74V9B6PBbq2zwEpJ65Z1f2Cw7pBuhx7V&#10;WE1MYjnEXpvt00+HQW8Senrv/Vab0XfqTEN0gQ3czzJQxFWwjmsDX5+v0wWomJAtdoHJwA9F2Kxv&#10;JissbLhwSed9qpWYcCzQQJNSX2gdq4Y8xlnoieV2CoPHJOtQazvgRcx9p/Msm2uPjiWhwZ6eGqra&#10;/bc3cHifu0XpKD/ufrcvdvfQbj+eW2PubsfHJahEY7qK/7/frNTPs1wABEdm0O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CnZC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cRo8QA&#10;AADeAAAADwAAAGRycy9kb3ducmV2LnhtbERPTWsCMRC9F/ofwhS81cQ9iGyNIi1FLx60lV6HzXSz&#10;3c1km0Rd/fVGKPQ2j/c58+XgOnGiEBvPGiZjBYK48qbhWsPnx/vzDERMyAY7z6ThQhGWi8eHOZbG&#10;n3lHp32qRQ7hWKIGm1JfShkrSw7j2PfEmfv2wWHKMNTSBDzncNfJQqmpdNhwbrDY06ulqt0fnYaw&#10;+nprr3w8tOq6vcT1z/A7Q6v16GlYvYBINKR/8Z97Y/L8QhUTuL+Tb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3Ea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Q5n8QA&#10;AADeAAAADwAAAGRycy9kb3ducmV2LnhtbERP20oDMRB9F/oPYQp9EZuYBy/bpkUEQWgRWvsB0824&#10;u5hMls3Ybv16Iwi+zeFcZ7keY1AnGnKX2MHt3IAirpPvuHFweH+5eQCVBdljSEwOLpRhvZpcLbHy&#10;6cw7Ou2lUSWEc4UOWpG+0jrXLUXM89QTF+4jDRGlwKHRfsBzCY9BW2PudMSOS0OLPT23VH/uv6KD&#10;YI/hcXOft3I56K35jrK7fvPOzabj0wKU0Cj/4j/3qy/zrbEWft8pN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UOZ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jdXsQA&#10;AADeAAAADwAAAGRycy9kb3ducmV2LnhtbERPTWvCQBC9F/wPyxR6q5umIJK6SqsIuXhoTPE6ZqfZ&#10;0N3ZkN1q6q/vCoK3ebzPWaxGZ8WJhtB5VvAyzUAQN1533Cqo99vnOYgQkTVaz6TgjwKslpOHBRba&#10;n/mTTlVsRQrhUKACE2NfSBkaQw7D1PfEifv2g8OY4NBKPeA5hTsr8yybSYcdpwaDPa0NNT/Vr1Ow&#10;qXqb16X5CIev3fFoy8uWDhulnh7H9zcQkcZ4F9/cpU7z8yx/hes76Qa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I3V7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3HMMA&#10;AADeAAAADwAAAGRycy9kb3ducmV2LnhtbERPS2vCQBC+C/6HZYTedNdQtKSuQcSA4Kk+Dr0Nu9Mk&#10;bXY2ZLcm/fduodDbfHzP2RSja8Wd+tB41rBcKBDExtuGKw3XSzl/AREissXWM2n4oQDFdjrZYG79&#10;wG90P8dKpBAOOWqoY+xyKYOpyWFY+I44cR++dxgT7CtpexxSuGtlptRKOmw4NdTY0b4m83X+dho+&#10;S3nyRqG5XW/D0a7fDytqldZPs3H3CiLSGP/Ff+6jTfMzlT3D7zvpBr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T3H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h4MQA&#10;AADeAAAADwAAAGRycy9kb3ducmV2LnhtbERPTWvCQBC9F/wPywje6qYRS0hdRYVCUTxURXqcZsck&#10;JDsbdleN/94tFLzN433ObNGbVlzJ+dqygrdxAoK4sLrmUsHx8PmagfABWWNrmRTcycNiPniZYa7t&#10;jb/pug+liCHsc1RQhdDlUvqiIoN+bDviyJ2tMxgidKXUDm8x3LQyTZJ3abDm2FBhR+uKimZ/MQp+&#10;Lls+7yabpVuFk+0Pvkl/s0ap0bBffoAI1Ien+N/9peP8NEmn8PdOvEH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Aoe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/q5cUA&#10;AADeAAAADwAAAGRycy9kb3ducmV2LnhtbERPS2sCMRC+C/6HMIXeNOlSxW6NokKhl0J9HOpt3Ex3&#10;FzeTNUl17a9vCoK3+fieM513thFn8qF2rOFpqEAQF87UXGrYbd8GExAhIhtsHJOGKwWYz/q9KebG&#10;XXhN500sRQrhkKOGKsY2lzIUFVkMQ9cSJ+7beYsxQV9K4/GSwm0jM6XG0mLNqaHCllYVFcfNj9Ww&#10;fJksT5/P/PG7Puxp/3U4jjKvtH586BavICJ18S6+ud9Nmp+pbAz/76Qb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T+rlxQAAAN4AAAAPAAAAAAAAAAAAAAAAAJgCAABkcnMv&#10;ZG93bnJldi54bWxQSwUGAAAAAAQABAD1AAAAigMAAAAA&#10;" fillcolor="black" stroked="f"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VE1MMA&#10;AADeAAAADwAAAGRycy9kb3ducmV2LnhtbERPS0sDMRC+C/0PYQrebNYVtGyblqUgiqftQ7xON9PN&#10;4mayJDFd/70RBG/z8T1nvZ3sIBL50DtWcL8oQBC3TvfcKTgdn++WIEJE1jg4JgXfFGC7md2ssdLu&#10;yntKh9iJHMKhQgUmxrGSMrSGLIaFG4kzd3HeYszQd1J7vOZwO8iyKB6lxZ5zg8GRdobaz8OXVZDO&#10;u6Z+SB/J7N983XnXvLyfG6Vu51O9AhFpiv/iP/erzvPLonyC33fy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bVE1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aUr8cA&#10;AADeAAAADwAAAGRycy9kb3ducmV2LnhtbESPQU/DMAyF70j8h8hI3Fi6Hibolk3TBAi4wArSdrQa&#10;r6nWOFUTurJfPx+QdrP1nt/7vFiNvlUD9bEJbGA6yUARV8E2XBv4+X55eAQVE7LFNjAZ+KMIq+Xt&#10;zQILG068paFMtZIQjgUacCl1hdaxcuQxTkJHLNoh9B6TrH2tbY8nCfetzrNspj02LA0OO9o4qo7l&#10;rzcQp5vn3Yc/Pw37V8ef5bubfdXOmPu7cT0HlWhMV/P/9ZsV/DzLhVfekRn08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GlK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E6C74" w:rsidRDefault="000E6C74" w:rsidP="000E6C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E6C74" w:rsidRPr="0066767B" w:rsidRDefault="000E6C74" w:rsidP="000E6C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6C74" w:rsidRPr="0066767B" w:rsidRDefault="000E6C74" w:rsidP="000E6C7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6C74" w:rsidRPr="0066767B" w:rsidRDefault="000E6C74" w:rsidP="000E6C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6C74" w:rsidRDefault="000E6C74" w:rsidP="000E6C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0E6C74" w:rsidRPr="0066767B" w:rsidRDefault="000E6C74" w:rsidP="000E6C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E6C74" w:rsidRPr="0066767B" w:rsidRDefault="000E6C74" w:rsidP="000E6C7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E6C74" w:rsidRPr="0066767B" w:rsidRDefault="000E6C74" w:rsidP="000E6C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E6C74" w:rsidRPr="0066767B" w:rsidRDefault="000E6C74" w:rsidP="000E6C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E6C74" w:rsidRPr="0066767B" w:rsidRDefault="000E6C74" w:rsidP="000E6C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6C74" w:rsidRPr="0066767B" w:rsidRDefault="000E6C74" w:rsidP="000E6C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E6C74" w:rsidRPr="0066767B" w:rsidRDefault="000E6C74" w:rsidP="000E6C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E6C74" w:rsidRPr="0066767B" w:rsidRDefault="000E6C74" w:rsidP="000E6C7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E6C74" w:rsidRPr="0066767B" w:rsidRDefault="000E6C74" w:rsidP="000E6C7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E6C74" w:rsidRDefault="000E6C74" w:rsidP="000E6C7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25.03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.2021 року                                       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№___</w:t>
      </w:r>
    </w:p>
    <w:p w:rsidR="000E6C74" w:rsidRDefault="000E6C74" w:rsidP="000E6C7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E6C74" w:rsidRPr="001C55EE" w:rsidRDefault="000E6C74" w:rsidP="000E6C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0E6C74" w:rsidRPr="001C55EE" w:rsidRDefault="000E6C74" w:rsidP="000E6C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0E6C74" w:rsidRPr="001C55EE" w:rsidRDefault="000E6C74" w:rsidP="000E6C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E6C74" w:rsidRPr="001C55EE" w:rsidRDefault="000E6C74" w:rsidP="000E6C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6823982100:02:003:0024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яка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розташована</w:t>
      </w:r>
      <w:proofErr w:type="spellEnd"/>
    </w:p>
    <w:p w:rsidR="000E6C74" w:rsidRDefault="000E6C74" w:rsidP="000E6C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Хмельницька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область,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Славутський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0E6C74" w:rsidRDefault="000E6C74" w:rsidP="000E6C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Шепетівський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) район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Головлівська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E6C74" w:rsidRPr="001C55EE" w:rsidRDefault="000E6C74" w:rsidP="000E6C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Крупецька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рада)</w:t>
      </w:r>
    </w:p>
    <w:p w:rsidR="000E6C74" w:rsidRDefault="000E6C74" w:rsidP="000E6C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6C74" w:rsidRPr="001C55EE" w:rsidRDefault="000E6C74" w:rsidP="000E6C7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6C74" w:rsidRPr="001C55EE" w:rsidRDefault="000E6C74" w:rsidP="000E6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1C55EE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0E6C74" w:rsidRPr="001C55EE" w:rsidRDefault="000E6C74" w:rsidP="000E6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0E6C74" w:rsidRPr="001C55EE" w:rsidRDefault="000E6C74" w:rsidP="000E6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6C74" w:rsidRPr="001C55EE" w:rsidRDefault="000E6C74" w:rsidP="000E6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E6C74" w:rsidRPr="001C55EE" w:rsidRDefault="000E6C74" w:rsidP="000E6C7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1C55EE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поділута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3,5089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6823982100:02:003:0024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область, 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Шепетівський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) район,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Головлівська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 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рада)</w:t>
      </w:r>
      <w:r>
        <w:rPr>
          <w:rFonts w:ascii="Times New Roman" w:eastAsia="Times New Roman" w:hAnsi="Times New Roman" w:cs="Times New Roman"/>
          <w:sz w:val="24"/>
          <w:szCs w:val="24"/>
        </w:rPr>
        <w:t>, 16.00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0E6C74" w:rsidRPr="001C55EE" w:rsidRDefault="000E6C74" w:rsidP="000E6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1C55E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0E6C74" w:rsidRPr="000E6C74" w:rsidRDefault="000E6C74" w:rsidP="000E6C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3D0202" w:rsidRPr="000E6C74" w:rsidRDefault="000E6C74" w:rsidP="000E6C7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1C55E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3D0202" w:rsidRPr="000E6C7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8DD" w:rsidRDefault="005968DD">
      <w:pPr>
        <w:spacing w:after="0" w:line="240" w:lineRule="auto"/>
      </w:pPr>
      <w:r>
        <w:separator/>
      </w:r>
    </w:p>
  </w:endnote>
  <w:endnote w:type="continuationSeparator" w:id="0">
    <w:p w:rsidR="005968DD" w:rsidRDefault="005968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8DD" w:rsidRDefault="005968DD">
      <w:pPr>
        <w:spacing w:after="0" w:line="240" w:lineRule="auto"/>
      </w:pPr>
      <w:r>
        <w:separator/>
      </w:r>
    </w:p>
  </w:footnote>
  <w:footnote w:type="continuationSeparator" w:id="0">
    <w:p w:rsidR="005968DD" w:rsidRDefault="005968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C74"/>
    <w:rsid w:val="000E6C74"/>
    <w:rsid w:val="003D0202"/>
    <w:rsid w:val="00596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7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7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2021-03-20T05:00:00Z</dcterms:created>
  <dcterms:modified xsi:type="dcterms:W3CDTF">2021-03-20T05:00:00Z</dcterms:modified>
</cp:coreProperties>
</file>