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BB1" w:rsidRDefault="00ED7BB1" w:rsidP="00ED7BB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D7BB1" w:rsidRDefault="00ED7BB1" w:rsidP="00ED7BB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D7BB1" w:rsidRDefault="00ED7BB1" w:rsidP="00ED7BB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D7BB1" w:rsidRDefault="00ED7BB1" w:rsidP="00ED7BB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7BB1" w:rsidRDefault="00ED7BB1" w:rsidP="00ED7BB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7BB1" w:rsidRDefault="00ED7BB1" w:rsidP="00ED7BB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7BB1" w:rsidRDefault="00ED7BB1" w:rsidP="00ED7BB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D7BB1" w:rsidRDefault="00ED7BB1" w:rsidP="00ED7BB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D7BB1" w:rsidRDefault="00ED7BB1" w:rsidP="00ED7BB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D7BB1" w:rsidRDefault="00ED7BB1" w:rsidP="00ED7BB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D7BB1" w:rsidRDefault="00ED7BB1" w:rsidP="00ED7BB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7BB1" w:rsidRDefault="00ED7BB1" w:rsidP="00ED7BB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D7BB1" w:rsidRDefault="00ED7BB1" w:rsidP="00ED7BB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D7BB1" w:rsidRDefault="00ED7BB1" w:rsidP="00ED7BB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D7BB1" w:rsidRDefault="00ED7BB1" w:rsidP="00ED7BB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D7BB1" w:rsidRDefault="00ED7BB1" w:rsidP="00ED7BB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№5</w:t>
      </w:r>
    </w:p>
    <w:p w:rsidR="00ED7BB1" w:rsidRDefault="00ED7BB1" w:rsidP="00ED7BB1">
      <w:pPr>
        <w:spacing w:after="0"/>
        <w:rPr>
          <w:rFonts w:ascii="Times New Roman" w:eastAsia="Calibri" w:hAnsi="Times New Roman" w:cs="Times New Roman"/>
          <w:sz w:val="24"/>
        </w:rPr>
      </w:pPr>
    </w:p>
    <w:p w:rsidR="00ED7BB1" w:rsidRDefault="00ED7BB1" w:rsidP="00ED7BB1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ED7BB1" w:rsidRDefault="00ED7BB1" w:rsidP="00ED7BB1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ED7BB1" w:rsidRDefault="00ED7BB1" w:rsidP="00ED7BB1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ED7BB1" w:rsidRDefault="00ED7BB1" w:rsidP="00ED7BB1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ED7BB1" w:rsidRDefault="00ED7BB1" w:rsidP="00ED7BB1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Федорчук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О.Д.,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Козійчук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В.М.</w:t>
      </w:r>
    </w:p>
    <w:p w:rsidR="00ED7BB1" w:rsidRDefault="00ED7BB1" w:rsidP="00ED7BB1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ED7BB1" w:rsidRDefault="00ED7BB1" w:rsidP="00ED7BB1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Федорчука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О.Д., </w:t>
      </w:r>
      <w:proofErr w:type="spellStart"/>
      <w:r>
        <w:rPr>
          <w:rFonts w:ascii="Times New Roman" w:eastAsia="Calibri" w:hAnsi="Times New Roman" w:cs="Times New Roman"/>
          <w:sz w:val="24"/>
        </w:rPr>
        <w:t>Козійчука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В.М., сільська рада</w:t>
      </w:r>
    </w:p>
    <w:p w:rsidR="00ED7BB1" w:rsidRDefault="00ED7BB1" w:rsidP="00ED7BB1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ED7BB1" w:rsidRDefault="00ED7BB1" w:rsidP="00ED7BB1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Федорчуку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Олександру Дмитровичу, який зареєстрований за адресою: </w:t>
      </w:r>
      <w:r w:rsidR="00112C13" w:rsidRPr="00112C13">
        <w:rPr>
          <w:rFonts w:ascii="Times New Roman" w:eastAsia="Calibri" w:hAnsi="Times New Roman" w:cs="Times New Roman"/>
          <w:sz w:val="24"/>
        </w:rPr>
        <w:t>____________</w:t>
      </w:r>
      <w:r>
        <w:rPr>
          <w:rFonts w:ascii="Times New Roman" w:eastAsia="Calibri" w:hAnsi="Times New Roman" w:cs="Times New Roman"/>
          <w:sz w:val="24"/>
        </w:rPr>
        <w:t xml:space="preserve">, та </w:t>
      </w:r>
      <w:proofErr w:type="spellStart"/>
      <w:r>
        <w:rPr>
          <w:rFonts w:ascii="Times New Roman" w:eastAsia="Calibri" w:hAnsi="Times New Roman" w:cs="Times New Roman"/>
          <w:sz w:val="24"/>
        </w:rPr>
        <w:t>Козійчуку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Володимиру Миколайовичу, який зареєстрований за адресою: </w:t>
      </w:r>
      <w:r w:rsidR="00112C13" w:rsidRPr="00112C13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 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с. </w:t>
      </w:r>
      <w:proofErr w:type="spellStart"/>
      <w:r>
        <w:rPr>
          <w:rFonts w:ascii="Times New Roman" w:eastAsia="Calibri" w:hAnsi="Times New Roman" w:cs="Times New Roman"/>
          <w:sz w:val="24"/>
        </w:rPr>
        <w:t>Полянь</w:t>
      </w:r>
      <w:proofErr w:type="spellEnd"/>
      <w:r>
        <w:rPr>
          <w:rFonts w:ascii="Times New Roman" w:eastAsia="Calibri" w:hAnsi="Times New Roman" w:cs="Times New Roman"/>
          <w:sz w:val="24"/>
        </w:rPr>
        <w:t>, по вул. Незалежності, 94.</w:t>
      </w:r>
    </w:p>
    <w:p w:rsidR="00ED7BB1" w:rsidRDefault="00ED7BB1" w:rsidP="00ED7BB1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</w:rPr>
        <w:t>Федорчуку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О.Д., </w:t>
      </w:r>
      <w:proofErr w:type="spellStart"/>
      <w:r>
        <w:rPr>
          <w:rFonts w:ascii="Times New Roman" w:eastAsia="Calibri" w:hAnsi="Times New Roman" w:cs="Times New Roman"/>
          <w:sz w:val="24"/>
        </w:rPr>
        <w:t>Козійчуку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В.М.,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ED7BB1" w:rsidRDefault="00ED7BB1" w:rsidP="00ED7BB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D7BB1" w:rsidRDefault="00ED7BB1" w:rsidP="00ED7BB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D7BB1" w:rsidRPr="00ED7BB1" w:rsidRDefault="00ED7BB1" w:rsidP="00ED7BB1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A81ABD" w:rsidRPr="00ED7BB1" w:rsidRDefault="00ED7BB1" w:rsidP="00ED7BB1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     Валерій  МИХАЛЮК</w:t>
      </w:r>
    </w:p>
    <w:sectPr w:rsidR="00A81ABD" w:rsidRPr="00ED7BB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BB1"/>
    <w:rsid w:val="00112C13"/>
    <w:rsid w:val="00171A2E"/>
    <w:rsid w:val="00304C90"/>
    <w:rsid w:val="00505B6D"/>
    <w:rsid w:val="006D3977"/>
    <w:rsid w:val="007D6C18"/>
    <w:rsid w:val="00A81ABD"/>
    <w:rsid w:val="00D1641A"/>
    <w:rsid w:val="00ED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ED7BB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ED7BB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ED7BB1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ED7BB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ED7BB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ED7BB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1209</Words>
  <Characters>690</Characters>
  <Application>Microsoft Office Word</Application>
  <DocSecurity>0</DocSecurity>
  <Lines>5</Lines>
  <Paragraphs>3</Paragraphs>
  <ScaleCrop>false</ScaleCrop>
  <Company>Microsoft</Company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2021-03-30T12:40:00Z</dcterms:created>
  <dcterms:modified xsi:type="dcterms:W3CDTF">2021-03-31T06:00:00Z</dcterms:modified>
</cp:coreProperties>
</file>