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B7B" w:rsidRPr="000D1FDD" w:rsidRDefault="00154B7B" w:rsidP="00154B7B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154B7B" w:rsidRDefault="00154B7B" w:rsidP="00154B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54B7B" w:rsidRDefault="00154B7B" w:rsidP="00154B7B"/>
    <w:p w:rsidR="00154B7B" w:rsidRDefault="00154B7B" w:rsidP="00154B7B"/>
    <w:p w:rsidR="00154B7B" w:rsidRDefault="00154B7B" w:rsidP="00154B7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54B7B" w:rsidRDefault="00154B7B" w:rsidP="00154B7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54B7B" w:rsidRDefault="00154B7B" w:rsidP="00154B7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54B7B" w:rsidRDefault="00154B7B" w:rsidP="00154B7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54B7B" w:rsidRDefault="00154B7B" w:rsidP="00154B7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B7B" w:rsidRDefault="00154B7B" w:rsidP="00154B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54B7B" w:rsidRDefault="00154B7B" w:rsidP="00154B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4B7B" w:rsidRDefault="00154B7B" w:rsidP="00154B7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54B7B" w:rsidRPr="0063686B" w:rsidRDefault="00154B7B" w:rsidP="00154B7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154B7B" w:rsidRPr="00814CCA" w:rsidRDefault="00154B7B" w:rsidP="00154B7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54B7B" w:rsidRPr="00814CCA" w:rsidRDefault="00154B7B" w:rsidP="00154B7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154B7B" w:rsidRPr="00814CCA" w:rsidRDefault="00154B7B" w:rsidP="00154B7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4B7B" w:rsidRPr="00814CCA" w:rsidRDefault="00154B7B" w:rsidP="00154B7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154B7B" w:rsidRPr="00814CCA" w:rsidRDefault="00154B7B" w:rsidP="00154B7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Л.В.</w:t>
      </w:r>
    </w:p>
    <w:p w:rsidR="00154B7B" w:rsidRPr="00814CCA" w:rsidRDefault="00154B7B" w:rsidP="00154B7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54B7B" w:rsidRPr="00814CCA" w:rsidRDefault="00154B7B" w:rsidP="00154B7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Л.В..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рада </w:t>
      </w:r>
      <w:proofErr w:type="gramEnd"/>
    </w:p>
    <w:p w:rsidR="00154B7B" w:rsidRPr="00814CCA" w:rsidRDefault="00154B7B" w:rsidP="00154B7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>ВИРІШИЛА:</w:t>
      </w:r>
    </w:p>
    <w:p w:rsidR="00154B7B" w:rsidRPr="00814CCA" w:rsidRDefault="00154B7B" w:rsidP="00154B7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Любові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814CCA">
        <w:rPr>
          <w:rFonts w:ascii="Times New Roman" w:hAnsi="Times New Roman" w:cs="Times New Roman"/>
          <w:sz w:val="24"/>
          <w:szCs w:val="24"/>
        </w:rPr>
        <w:t xml:space="preserve">яка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: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3B783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3B7830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0,0812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CCA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номер: 6823986800:02:009:0045), для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14CC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олом’є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.</w:t>
      </w: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154B7B" w:rsidRPr="00814CCA" w:rsidRDefault="00154B7B" w:rsidP="00154B7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814CC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Л.В.,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154B7B" w:rsidRPr="00814CCA" w:rsidRDefault="00154B7B" w:rsidP="00154B7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54B7B" w:rsidRPr="00814CCA" w:rsidRDefault="00154B7B" w:rsidP="00154B7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54B7B" w:rsidRPr="00814CCA" w:rsidRDefault="00154B7B" w:rsidP="00154B7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4B7B" w:rsidRPr="00154B7B" w:rsidRDefault="00154B7B" w:rsidP="00154B7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54B7B" w:rsidRPr="00814CCA" w:rsidRDefault="00154B7B" w:rsidP="00154B7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6CDB" w:rsidRPr="00154B7B" w:rsidRDefault="00154B7B" w:rsidP="00154B7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36CDB" w:rsidRPr="00154B7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B7B"/>
    <w:rsid w:val="00154B7B"/>
    <w:rsid w:val="00171A2E"/>
    <w:rsid w:val="00304C90"/>
    <w:rsid w:val="003B7830"/>
    <w:rsid w:val="00505B6D"/>
    <w:rsid w:val="006D3977"/>
    <w:rsid w:val="007D6C18"/>
    <w:rsid w:val="00836CD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54B7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54B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54B7B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54B7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54B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54B7B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251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2020-05-21T16:56:00Z</dcterms:created>
  <dcterms:modified xsi:type="dcterms:W3CDTF">2020-05-21T17:53:00Z</dcterms:modified>
</cp:coreProperties>
</file>