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439" w:rsidRDefault="00435439" w:rsidP="004354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35439" w:rsidRDefault="00435439" w:rsidP="00435439"/>
    <w:p w:rsidR="00435439" w:rsidRDefault="00435439" w:rsidP="00435439"/>
    <w:p w:rsidR="00435439" w:rsidRDefault="00435439" w:rsidP="0043543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35439" w:rsidRDefault="00435439" w:rsidP="0043543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35439" w:rsidRDefault="00435439" w:rsidP="0043543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35439" w:rsidRDefault="00435439" w:rsidP="0043543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35439" w:rsidRDefault="00435439" w:rsidP="0043543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5439" w:rsidRDefault="00435439" w:rsidP="004354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35439" w:rsidRDefault="00435439" w:rsidP="004354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5439" w:rsidRDefault="00435439" w:rsidP="0043543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35439" w:rsidRDefault="00435439" w:rsidP="0043543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35439" w:rsidRDefault="00435439" w:rsidP="00435439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№16</w:t>
      </w:r>
    </w:p>
    <w:p w:rsidR="00435439" w:rsidRDefault="00435439" w:rsidP="00435439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435439" w:rsidRPr="0065459D" w:rsidRDefault="00435439" w:rsidP="0043543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459D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65459D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65459D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65459D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435439" w:rsidRPr="0065459D" w:rsidRDefault="00435439" w:rsidP="0043543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5459D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6545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6545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65459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65459D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435439" w:rsidRPr="0065459D" w:rsidRDefault="00435439" w:rsidP="00435439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5459D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65459D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65459D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65459D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65459D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65459D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65459D">
        <w:rPr>
          <w:rFonts w:ascii="Times New Roman" w:hAnsi="Times New Roman" w:cs="Times New Roman"/>
          <w:b/>
          <w:sz w:val="24"/>
          <w:szCs w:val="24"/>
        </w:rPr>
        <w:t>Заверуха</w:t>
      </w:r>
      <w:proofErr w:type="spellEnd"/>
      <w:r w:rsidRPr="0065459D">
        <w:rPr>
          <w:rFonts w:ascii="Times New Roman" w:hAnsi="Times New Roman" w:cs="Times New Roman"/>
          <w:b/>
          <w:sz w:val="24"/>
          <w:szCs w:val="24"/>
        </w:rPr>
        <w:t xml:space="preserve"> П.Б.</w:t>
      </w:r>
    </w:p>
    <w:p w:rsidR="00435439" w:rsidRPr="0065459D" w:rsidRDefault="00435439" w:rsidP="0043543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35439" w:rsidRPr="0065459D" w:rsidRDefault="00435439" w:rsidP="0043543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459D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65459D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Заверухи</w:t>
      </w:r>
      <w:proofErr w:type="spellEnd"/>
      <w:proofErr w:type="gramEnd"/>
      <w:r w:rsidRPr="0065459D">
        <w:rPr>
          <w:rFonts w:ascii="Times New Roman" w:hAnsi="Times New Roman" w:cs="Times New Roman"/>
          <w:sz w:val="24"/>
          <w:szCs w:val="24"/>
        </w:rPr>
        <w:t xml:space="preserve"> П.Б.,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435439" w:rsidRPr="0065459D" w:rsidRDefault="00435439" w:rsidP="0043543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459D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435439" w:rsidRPr="0065459D" w:rsidRDefault="00435439" w:rsidP="0043543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Заверуха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459D">
        <w:rPr>
          <w:rFonts w:ascii="Times New Roman" w:hAnsi="Times New Roman" w:cs="Times New Roman"/>
          <w:sz w:val="24"/>
          <w:szCs w:val="24"/>
        </w:rPr>
        <w:t xml:space="preserve"> Петру Борисовичу проект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0,3207 га, яка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65459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65459D">
        <w:rPr>
          <w:rFonts w:ascii="Times New Roman" w:hAnsi="Times New Roman" w:cs="Times New Roman"/>
          <w:sz w:val="24"/>
          <w:szCs w:val="24"/>
        </w:rPr>
        <w:t>олянь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>.</w:t>
      </w:r>
    </w:p>
    <w:p w:rsidR="00435439" w:rsidRPr="0065459D" w:rsidRDefault="00435439" w:rsidP="0043543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Заверуха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5459D">
        <w:rPr>
          <w:rFonts w:ascii="Times New Roman" w:hAnsi="Times New Roman" w:cs="Times New Roman"/>
          <w:sz w:val="24"/>
          <w:szCs w:val="24"/>
        </w:rPr>
        <w:t xml:space="preserve"> Петру Борисовичу,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: </w:t>
      </w:r>
      <w:r w:rsidR="00790499">
        <w:rPr>
          <w:rFonts w:ascii="Times New Roman" w:hAnsi="Times New Roman" w:cs="Times New Roman"/>
          <w:sz w:val="24"/>
          <w:szCs w:val="24"/>
          <w:lang w:val="en-US"/>
        </w:rPr>
        <w:t>__________________</w:t>
      </w:r>
      <w:r w:rsidRPr="006545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790499">
        <w:rPr>
          <w:rFonts w:ascii="Times New Roman" w:hAnsi="Times New Roman" w:cs="Times New Roman"/>
          <w:sz w:val="24"/>
          <w:szCs w:val="24"/>
          <w:lang w:val="en-US"/>
        </w:rPr>
        <w:t>______________</w:t>
      </w:r>
      <w:bookmarkStart w:id="0" w:name="_GoBack"/>
      <w:bookmarkEnd w:id="0"/>
      <w:r w:rsidRPr="0065459D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0,3207 га,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номер: 6823986800:01:009:0021,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господарства,яка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65459D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65459D">
        <w:rPr>
          <w:rFonts w:ascii="Times New Roman" w:hAnsi="Times New Roman" w:cs="Times New Roman"/>
          <w:sz w:val="24"/>
          <w:szCs w:val="24"/>
        </w:rPr>
        <w:t>олянь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>.</w:t>
      </w:r>
    </w:p>
    <w:p w:rsidR="00435439" w:rsidRPr="0065459D" w:rsidRDefault="00435439" w:rsidP="004354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Заверуха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П.Б.,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5459D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435439" w:rsidRPr="0065459D" w:rsidRDefault="00435439" w:rsidP="004354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459D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5459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5459D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435439" w:rsidRPr="00435439" w:rsidRDefault="00435439" w:rsidP="0043543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85D89" w:rsidRPr="00435439" w:rsidRDefault="00435439" w:rsidP="0043543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5459D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65459D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65459D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885D89" w:rsidRPr="00435439" w:rsidSect="00435439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439"/>
    <w:rsid w:val="00171A2E"/>
    <w:rsid w:val="00304C90"/>
    <w:rsid w:val="00435439"/>
    <w:rsid w:val="00505B6D"/>
    <w:rsid w:val="006D3977"/>
    <w:rsid w:val="00790499"/>
    <w:rsid w:val="007D6C18"/>
    <w:rsid w:val="00885D89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277</Words>
  <Characters>1585</Characters>
  <Application>Microsoft Office Word</Application>
  <DocSecurity>0</DocSecurity>
  <Lines>13</Lines>
  <Paragraphs>3</Paragraphs>
  <ScaleCrop>false</ScaleCrop>
  <Company>Microsoft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2020-07-02T11:20:00Z</dcterms:created>
  <dcterms:modified xsi:type="dcterms:W3CDTF">2020-07-02T12:47:00Z</dcterms:modified>
</cp:coreProperties>
</file>