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29D" w:rsidRDefault="0066329D" w:rsidP="00663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6329D" w:rsidRDefault="0066329D" w:rsidP="0066329D"/>
    <w:p w:rsidR="0066329D" w:rsidRDefault="0066329D" w:rsidP="0066329D"/>
    <w:p w:rsidR="0066329D" w:rsidRDefault="0066329D" w:rsidP="006632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6329D" w:rsidRDefault="0066329D" w:rsidP="006632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6329D" w:rsidRDefault="0066329D" w:rsidP="006632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6329D" w:rsidRDefault="0066329D" w:rsidP="006632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6329D" w:rsidRDefault="0066329D" w:rsidP="006632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329D" w:rsidRDefault="0066329D" w:rsidP="006632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6329D" w:rsidRDefault="0066329D" w:rsidP="0066329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6329D" w:rsidRDefault="0066329D" w:rsidP="006632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6329D" w:rsidRDefault="0066329D" w:rsidP="006632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329D" w:rsidRDefault="0066329D" w:rsidP="0066329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№26</w:t>
      </w:r>
    </w:p>
    <w:p w:rsidR="0066329D" w:rsidRPr="000F74B5" w:rsidRDefault="0066329D" w:rsidP="0066329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6329D" w:rsidRPr="000F74B5" w:rsidRDefault="0066329D" w:rsidP="0066329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F74B5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0F74B5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66329D" w:rsidRPr="000F74B5" w:rsidRDefault="0066329D" w:rsidP="0066329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6329D" w:rsidRPr="000F74B5" w:rsidRDefault="0066329D" w:rsidP="0066329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6329D" w:rsidRPr="000F74B5" w:rsidRDefault="0066329D" w:rsidP="0066329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0F74B5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0F74B5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Токман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О.А.</w:t>
      </w:r>
    </w:p>
    <w:p w:rsidR="0066329D" w:rsidRPr="000F74B5" w:rsidRDefault="0066329D" w:rsidP="0066329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6329D" w:rsidRPr="000F74B5" w:rsidRDefault="0066329D" w:rsidP="006632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0F74B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самовряду</w:t>
      </w:r>
      <w:r>
        <w:rPr>
          <w:rFonts w:ascii="Times New Roman" w:hAnsi="Times New Roman" w:cs="Times New Roman"/>
          <w:sz w:val="24"/>
          <w:szCs w:val="24"/>
        </w:rPr>
        <w:t>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>», статей 12</w:t>
      </w:r>
      <w:r w:rsidRPr="000F74B5">
        <w:rPr>
          <w:rFonts w:ascii="Times New Roman" w:hAnsi="Times New Roman" w:cs="Times New Roman"/>
          <w:sz w:val="24"/>
          <w:szCs w:val="24"/>
        </w:rPr>
        <w:t xml:space="preserve">, 121 Земельного кодексу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Токман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О.А.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рада ВИР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>ІШИЛА:</w:t>
      </w:r>
    </w:p>
    <w:p w:rsidR="0066329D" w:rsidRPr="000F74B5" w:rsidRDefault="0066329D" w:rsidP="006632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Токману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Анатолійовичу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7327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</w:t>
      </w: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F73270">
        <w:rPr>
          <w:rFonts w:ascii="Times New Roman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0F74B5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0,2749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4B5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номер: 6823982100:01:003:0035), для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район, 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>.</w:t>
      </w:r>
    </w:p>
    <w:p w:rsidR="0066329D" w:rsidRPr="000F74B5" w:rsidRDefault="0066329D" w:rsidP="006632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0F74B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Токману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О.А.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66329D" w:rsidRPr="000F74B5" w:rsidRDefault="0066329D" w:rsidP="006632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F74B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6329D" w:rsidRPr="000F74B5" w:rsidRDefault="0066329D" w:rsidP="006632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6329D" w:rsidRDefault="0066329D" w:rsidP="006632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29D" w:rsidRPr="000F74B5" w:rsidRDefault="0066329D" w:rsidP="006632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29D" w:rsidRPr="000F74B5" w:rsidRDefault="0066329D" w:rsidP="0066329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29D" w:rsidRPr="000F74B5" w:rsidRDefault="0066329D" w:rsidP="0066329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A209F7" w:rsidRDefault="00A209F7"/>
    <w:sectPr w:rsidR="00A209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29D"/>
    <w:rsid w:val="00171A2E"/>
    <w:rsid w:val="00304C90"/>
    <w:rsid w:val="00505B6D"/>
    <w:rsid w:val="0066329D"/>
    <w:rsid w:val="006D3977"/>
    <w:rsid w:val="007D6C18"/>
    <w:rsid w:val="00A209F7"/>
    <w:rsid w:val="00D1641A"/>
    <w:rsid w:val="00F73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2020-07-02T11:21:00Z</dcterms:created>
  <dcterms:modified xsi:type="dcterms:W3CDTF">2020-07-02T12:43:00Z</dcterms:modified>
</cp:coreProperties>
</file>