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600" w:rsidRDefault="00E92600" w:rsidP="00E9260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600" w:rsidRDefault="00E92600" w:rsidP="00E9260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2600" w:rsidRDefault="00E92600" w:rsidP="00E9260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92600" w:rsidRDefault="00E92600" w:rsidP="00E9260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600" w:rsidRDefault="00E92600" w:rsidP="00E9260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92600" w:rsidRDefault="00E92600" w:rsidP="00E926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2600" w:rsidRDefault="00E92600" w:rsidP="00E9260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92600" w:rsidRPr="00611135" w:rsidRDefault="00E92600" w:rsidP="00E9260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92600" w:rsidRPr="00611135" w:rsidRDefault="00E92600" w:rsidP="00E9260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92600" w:rsidRPr="00611135" w:rsidRDefault="00E92600" w:rsidP="00E9260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92600" w:rsidRPr="00611135" w:rsidRDefault="00E92600" w:rsidP="00E9260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E92600" w:rsidRPr="00611135" w:rsidRDefault="00E92600" w:rsidP="00E9260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92600" w:rsidRPr="00611135" w:rsidRDefault="00E92600" w:rsidP="00E9260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Павельчук</w:t>
      </w:r>
      <w:proofErr w:type="spellEnd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А.М.</w:t>
      </w:r>
    </w:p>
    <w:p w:rsidR="00E92600" w:rsidRPr="00611135" w:rsidRDefault="00E92600" w:rsidP="00E9260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92600" w:rsidRPr="00611135" w:rsidRDefault="00E92600" w:rsidP="00E9260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Павельчук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А.М.,  сільська  рада </w:t>
      </w:r>
    </w:p>
    <w:p w:rsidR="00E92600" w:rsidRPr="00611135" w:rsidRDefault="00E92600" w:rsidP="00E9260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92600" w:rsidRPr="00611135" w:rsidRDefault="00E92600" w:rsidP="00E9260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Павельчук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Антоніні Миколаївні,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</w:t>
      </w:r>
      <w:r>
        <w:rPr>
          <w:rFonts w:ascii="Times New Roman" w:eastAsia="Times New Roman" w:hAnsi="Times New Roman" w:cs="Times New Roman"/>
          <w:sz w:val="24"/>
        </w:rPr>
        <w:t>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7A74EB" w:rsidRPr="007A74EB">
        <w:rPr>
          <w:rFonts w:ascii="Times New Roman" w:eastAsia="Times New Roman" w:hAnsi="Times New Roman" w:cs="Times New Roman"/>
          <w:sz w:val="24"/>
        </w:rPr>
        <w:t>__________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A74EB" w:rsidRPr="007A74E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1,5573 га, кадастровий номер: 6823986800:05:004:0095,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>ля ведення товарного сільськогосподарського виробництва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)  район, Полянська (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) сільська рада.</w:t>
      </w:r>
    </w:p>
    <w:p w:rsidR="00E92600" w:rsidRPr="00611135" w:rsidRDefault="00E92600" w:rsidP="00E9260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2.Павельчук А.М. посвідчити своє право  в  установленому  законом  порядку.</w:t>
      </w:r>
    </w:p>
    <w:p w:rsidR="00E92600" w:rsidRPr="00611135" w:rsidRDefault="00E92600" w:rsidP="00E9260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92600" w:rsidRPr="00611135" w:rsidRDefault="00E92600" w:rsidP="00E9260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92600" w:rsidRPr="00611135" w:rsidRDefault="00E92600" w:rsidP="00E9260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2600" w:rsidRPr="00611135" w:rsidRDefault="00E92600" w:rsidP="00E9260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5261E" w:rsidRPr="00E92600" w:rsidRDefault="00E92600" w:rsidP="00E9260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B5261E" w:rsidRPr="00E926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600"/>
    <w:rsid w:val="007A74EB"/>
    <w:rsid w:val="00B5261E"/>
    <w:rsid w:val="00E9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9260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260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9260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6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9260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260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9260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260</Words>
  <Characters>1487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2021-07-07T07:10:00Z</dcterms:created>
  <dcterms:modified xsi:type="dcterms:W3CDTF">2021-07-07T08:53:00Z</dcterms:modified>
</cp:coreProperties>
</file>