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E2F" w:rsidRPr="003B50D1" w:rsidRDefault="00D75E2F" w:rsidP="00D75E2F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D75E2F" w:rsidRPr="003B50D1" w:rsidRDefault="00D75E2F" w:rsidP="00D75E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4F6948A" wp14:editId="62AD7089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12784" name="Группа 127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1278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0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5E2F" w:rsidRDefault="00D75E2F" w:rsidP="00D75E2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2784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aHG8MA&#10;AADeAAAADwAAAGRycy9kb3ducmV2LnhtbERPS2vCQBC+F/wPywje6sZIa4iuIZRWchCKr/uQHZNg&#10;djZktyb+e7dQ6G0+vudsstG04k69aywrWMwjEMSl1Q1XCs6nr9cEhPPIGlvLpOBBDrLt5GWDqbYD&#10;H+h+9JUIIexSVFB736VSurImg25uO+LAXW1v0AfYV1L3OIRw08o4it6lwYZDQ40dfdRU3o4/RoFd&#10;7or9pYoPy09eec6/k+tl3Cs1m475GoSn0f+L/9yFDvPjVfIGv++EG+T2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KaHG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DDJMkA&#10;AADeAAAADwAAAGRycy9kb3ducmV2LnhtbESPQWsCMRSE70L/Q3hCL1Kz3YK2W6MUYdvqQdAWen1s&#10;XjdrNy9LkurWX28KgsdhZr5hZovetuJAPjSOFdyPMxDEldMN1wo+P8q7RxAhImtsHZOCPwqwmN8M&#10;Zlhod+QtHXaxFgnCoUAFJsaukDJUhiyGseuIk/ftvMWYpK+l9nhMcNvKPMsm0mLDacFgR0tD1c/u&#10;1yrYlxvztZyeXv3oaUunUbl+a1cTpW6H/csziEh9vIYv7XetIM+n2QP830lXQM7P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caDDJ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r/UcQA&#10;AADeAAAADwAAAGRycy9kb3ducmV2LnhtbESP3YrCMBCF7xd8hzCCN4um1kWXrlFEVMQbUfcBhmZs&#10;yjaT0kRb394Iwl4ezs/HmS87W4k7Nb50rGA8SkAQ506XXCj4vWyH3yB8QNZYOSYFD/KwXPQ+5php&#10;1/KJ7udQiDjCPkMFJoQ6k9Lnhiz6kauJo3d1jcUQZVNI3WAbx20l0ySZSoslR4LBmtaG8r/zzUbI&#10;cYLHw7W9bHcdtrg5GP5cnZQa9LvVD4hAXfgPv9t7rSBNZ8kXvO7EKyA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a/1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JP8McA&#10;AADeAAAADwAAAGRycy9kb3ducmV2LnhtbESPX0sDMRDE34V+h7AF32zOw/7hbFpKqyCCD1ah+LZc&#10;tneHl01I1t757Y0g+DjMzG+Y9XZ0vbpQTJ1nA7ezAhRx7W3HjYH3t8ebFagkyBZ7z2TgmxJsN5Or&#10;NVbWD/xKl6M0KkM4VWigFQmV1qluyWGa+UCcvbOPDiXL2Ggbcchw1+uyKBbaYcd5ocVA+5bqz+OX&#10;M/AyPITn5WJ+Dh/xrtTpYOW0F2Oup+PuHpTQKP/hv/aTNVCWy2IOv3fyFdCb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qST/D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8TEvcQA&#10;AADeAAAADwAAAGRycy9kb3ducmV2LnhtbESP3YrCMBCF74V9hzDC3oimVtClGkWWdRFvpLoPMDRj&#10;U2wmpYm2+/ZGELw8nJ+Ps9r0thZ3an3lWMF0koAgLpyuuFTwd96Nv0D4gKyxdkwK/snDZv0xWGGm&#10;Xcc53U+hFHGEfYYKTAhNJqUvDFn0E9cQR+/iWoshyraUusUujttapkkylxYrjgSDDX0bKq6nm42Q&#10;4wyPh0t33v322OHPwfBomyv1Oey3SxCB+vAOv9p7rSBNF8kcnnfiFZD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/ExL3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x0HMYA&#10;AADeAAAADwAAAGRycy9kb3ducmV2LnhtbESPQUvDQBSE70L/w/IEb3Zj0EZit6VUBRE8tBXE2yP7&#10;mgSzb5fdZxP/vSsIPQ4z8w2zXE9uUCeKqfds4GZegCJuvO25NfB+eL6+B5UE2eLgmQz8UIL1anax&#10;xNr6kXd02kurMoRTjQY6kVBrnZqOHKa5D8TZO/roULKMrbYRxwx3gy6LYqEd9pwXOgy07aj52n87&#10;A2/jU3itFnfH8BlvS50erXxsxZiry2nzAEpoknP4v/1iDZRlVVTwdydfAb36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Qx0HM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b9h8QA&#10;AADeAAAADwAAAGRycy9kb3ducmV2LnhtbERPXWvCMBR9H/gfwhX2IppacUpnFB2EDTYYU8HXS3Nt&#10;y5qbkmS2/vvlYbDHw/ne7Abbihv50DhWMJ9lIIhLZxquFJxPeroGESKywdYxKbhTgN129LDBwrie&#10;v+h2jJVIIRwKVFDH2BVShrImi2HmOuLEXZ23GBP0lTQe+xRuW5ln2ZO02HBqqLGjl5rK7+OPVXD4&#10;7KuFn5SHwb1fXy9LrY3+0Eo9jof9M4hIQ/wX/7nfjII8X2Vpb7qTroDc/g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W/Yf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oS48UA&#10;AADeAAAADwAAAGRycy9kb3ducmV2LnhtbESPUWvCMBSF3wf+h3AF32ZqcdN1RhGlMMZe1P2AS3PX&#10;VJubksRa/70ZDPZ4OOd8h7PaDLYVPfnQOFYwm2YgiCunG64VfJ/K5yWIEJE1to5JwZ0CbNajpxUW&#10;2t34QP0x1iJBOBSowMTYFVKGypDFMHUdcfJ+nLcYk/S11B5vCW5bmWfZq7TYcFow2NHOUHU5Xq2C&#10;8jP/6i9X7Uu3HeaWXsx5uTdKTcbD9h1EpCH+h//aH1pBni+yN/i9k66AX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6hLj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lnXMYA&#10;AADeAAAADwAAAGRycy9kb3ducmV2LnhtbESPXWvCMBSG7wf+h3AG3gxN7dgm1SgqhA0UxlTw9tAc&#10;27LmpCSZ7f79ciHs8uX94lmuB9uKG/nQOFYwm2YgiEtnGq4UnE96MgcRIrLB1jEp+KUA69XoYYmF&#10;cT1/0e0YK5FGOBSooI6xK6QMZU0Ww9R1xMm7Om8xJukraTz2ady2Ms+yV2mx4fRQY0e7msrv449V&#10;sP3sq2f/VG4Ht7++X160NvqglRo/DpsFiEhD/A/f2x9GQZ6/zRJAwkkoIF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lnXMYAAADe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WIOMUA&#10;AADeAAAADwAAAGRycy9kb3ducmV2LnhtbESPUWvCMBSF3wf+h3AF32bask2pRhFHYYy9TP0Bl+ba&#10;VJubksRa//0yGOzxcM75Dme9HW0nBvKhdawgn2cgiGunW24UnI7V8xJEiMgaO8ek4EEBtpvJ0xpL&#10;7e78TcMhNiJBOJSowMTYl1KG2pDFMHc9cfLOzluMSfpGao/3BLedLLLsTVpsOS0Y7GlvqL4eblZB&#10;9Vl8Ddeb9pXbjS+WXs1l+W6Umk3H3QpEpDH+h//aH1pBUSzyHH7vpCsgN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9RYg4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1mIp8QA&#10;AADeAAAADwAAAGRycy9kb3ducmV2LnhtbESP0WqDQBRE3wP9h+UW+hZXbdIW4yaUQkp8jOkHXNwb&#10;Fd271t1G/ftuoZDHYWbOMPlhNr240ehaywqSKAZBXFndcq3g63Jcv4FwHlljb5kULOTgsH9Y5Zhp&#10;O/GZbqWvRYCwy1BB4/2QSemqhgy6yA7Ewbva0aAPcqylHnEKcNPLNI5fpMGWw0KDA300VHXlj1Gw&#10;WabP73LbxUdtKCmeh4J9tVXq6XF+34HwNPt7+L990grS9DVJ4e9OuAJy/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tZiK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hc7k8YA&#10;AADeAAAADwAAAGRycy9kb3ducmV2LnhtbESPQWvCQBSE7wX/w/IEb3WTCLamrkGUiPTURtvzI/tM&#10;QrNvQ3aj8d+7hUKPw8x8w6yz0bTiSr1rLCuI5xEI4tLqhisF51P+/ArCeWSNrWVScCcH2WbytMZU&#10;2xt/0rXwlQgQdikqqL3vUildWZNBN7cdcfAutjfog+wrqXu8BbhpZRJFS2mw4bBQY0e7msqfYjAK&#10;huV3cubLu/4o9vfDap9vnfyqlJpNx+0bCE+j/w//tY9aQZK8xAv4vROugN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hc7k8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ET+sgA&#10;AADeAAAADwAAAGRycy9kb3ducmV2LnhtbESPQWvCQBSE70L/w/IKvenGKFFTV1GhYHtQau2ht9fs&#10;a5KafZtmV43/visIHoeZ+YaZzltTiRM1rrSsoN+LQBBnVpecK9h/vHTHIJxH1lhZJgUXcjCfPXSm&#10;mGp75nc67XwuAoRdigoK7+tUSpcVZND1bE0cvB/bGPRBNrnUDZ4D3FQyjqJEGiw5LBRY06qg7LA7&#10;GgWf23Ey2S5fh79vm28cGP33pctEqafHdvEMwlPr7+Fbe60VxPGoP4TrnXAF5Ow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kRP6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SQh9cYA&#10;AADeAAAADwAAAGRycy9kb3ducmV2LnhtbESPT2vCQBTE74LfYXmCN90YrZXoKv5BWzypLfT6yD6T&#10;YPZtyK4a/fRuodDjMDO/YWaLxpTiRrUrLCsY9CMQxKnVBWcKvr+2vQkI55E1lpZJwYMcLObt1gwT&#10;be98pNvJZyJA2CWoIPe+SqR0aU4GXd9WxME729qgD7LOpK7xHuCmlHEUjaXBgsNCjhWtc0ovp6tR&#10;8Bz/4MF9xKvNUHt6jCY7uz/slOp2muUUhKfG/4f/2p9aQRy/D97g9064AnL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SQh9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/WLMYA&#10;AADeAAAADwAAAGRycy9kb3ducmV2LnhtbESP0WrCQBRE3wX/YbmCb7oxqNU0q5RioW/WtB9wyd5u&#10;QrJ3Y3bVtF/vCoU+DjNzhsn3g23FlXpfO1awmCcgiEunazYKvj7fZhsQPiBrbB2Tgh/ysN+NRzlm&#10;2t34RNciGBEh7DNUUIXQZVL6siKLfu464uh9u95iiLI3Uvd4i3DbyjRJ1tJizXGhwo5eKyqb4mIV&#10;nF260kNxwGNz2H7UxizPv6elUtPJ8PIMItAQ/sN/7XetIE2fFmt43IlXQO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8/WL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8VXMUA&#10;AADeAAAADwAAAGRycy9kb3ducmV2LnhtbESPwW7CMBBE70j9B2uReisOqUogYFCLhMQV6KHHxV6S&#10;QLxOYwOhX4+RKnEczcwbzWzR2VpcqPWVYwXDQQKCWDtTcaHge7d6G4PwAdlg7ZgU3MjDYv7Sm2Fu&#10;3JU3dNmGQkQI+xwVlCE0uZRel2TRD1xDHL2Day2GKNtCmhavEW5rmSbJSFqsOC6U2NCyJH3anq2C&#10;dbWnj5E+TOz4S29+/n7De3Y0Sr32u88piEBdeIb/22ujIE2zYQaPO/EKyP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PxVc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F4+ccA&#10;AADeAAAADwAAAGRycy9kb3ducmV2LnhtbESPQWvCQBCF70L/wzKF3nRjDlqjq9RCwdJW0BZ7HbLT&#10;bGh2NmS3Mf5751DwODNv3nvfajP4RvXUxTqwgekkA0VcBltzZeDr82X8CComZItNYDJwoQib9d1o&#10;hYUNZz5Qf0yVEhOOBRpwKbWF1rF05DFOQksst5/QeUwydpW2HZ7F3Dc6z7KZ9lizJDhs6dlR+Xv8&#10;8wZ63F+yb7f9WLzW72W+357erOzNw/3wtASVaEg38f/3zhrI8/lU+gqOoIBe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SBePnHAAAA3gAAAA8AAAAAAAAAAAAAAAAAmAIAAGRy&#10;cy9kb3ducmV2LnhtbFBLBQYAAAAABAAEAPUAAACM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AC+MUA&#10;AADeAAAADwAAAGRycy9kb3ducmV2LnhtbESPzU7DMBCE70i8g7WVuFGnPvAT6lYVUhFHCBw4LvE2&#10;Tol3I9s0gafHSEgcRzPzjWa9ncOgThRTL2xhtaxAEbfieu4svL7sL29ApYzscBAmC1+UYLs5P1tj&#10;7WTiZzo1uVMFwqlGCz7nsdY6tZ4CpqWMxMU7SAyYi4yddhGnAg+DNlV1pQP2XBY8jnTvqf1oPoOF&#10;6aF9P5rDm/PfcZR98yRHM4i1F4t5dwcq05z/w3/tR2fBmOvVLfzeKVdAb3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2wAL4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5xz8UA&#10;AADeAAAADwAAAGRycy9kb3ducmV2LnhtbESPy2oCMRSG94LvEI7gTjPNQmVqFOsFSlGKtt2fTk5n&#10;piYnwyTV6dubheDy57/xzZeds+JCbag9a3gaZyCIC29qLjV8fuxGMxAhIhu0nknDPwVYLvq9OebG&#10;X/lIl1MsRRrhkKOGKsYmlzIUFTkMY98QJ+/Htw5jkm0pTYvXNO6sVFk2kQ5rTg8VNrSuqDif/pyG&#10;3fvG/qrDcfUl43o7/bazt5fNXuvhoFs9g4jUxUf43n41GpSaqgSQcBIKyMU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HP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QJwMcA&#10;AADeAAAADwAAAGRycy9kb3ducmV2LnhtbESPQWvCQBSE74L/YXlCL0U3RmwldRURigoKbSz0+sy+&#10;JsHs25BdY/z3rlDwOMzMN8x82ZlKtNS40rKC8SgCQZxZXXKu4Of4OZyBcB5ZY2WZFNzIwXLR780x&#10;0fbK39SmPhcBwi5BBYX3dSKlywoy6Ea2Jg7en20M+iCbXOoGrwFuKhlH0Zs0WHJYKLCmdUHZOb0Y&#10;Be3X/pRvW1fvzrNXN52cNpuD/lXqZdCtPkB46vwz/N/eagVx/B6P4XEnXAG5uA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3UCcD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rpqsgA&#10;AADeAAAADwAAAGRycy9kb3ducmV2LnhtbESPQWsCMRSE7wX/Q3hCbzXboNZujaJCoReh2h7q7bl5&#10;3V3cvKxJqqu/vikIPQ4z8w0znXe2ESfyoXas4XGQgSAunKm51PD58fowAREissHGMWm4UID5rHc3&#10;xdy4M2/otI2lSBAOOWqoYmxzKUNRkcUwcC1x8r6dtxiT9KU0Hs8JbhupsmwsLdacFipsaVVRcdj+&#10;WA3L58ny+D7k9XWz39Hua38YKZ9pfd/vFi8gInXxP3xrvxkNSj0pBX930hW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aumqyAAAAN4AAAAPAAAAAAAAAAAAAAAAAJgCAABk&#10;cnMvZG93bnJldi54bWxQSwUGAAAAAAQABAD1AAAAjQMAAAAA&#10;" fillcolor="black" stroked="f"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VCMckA&#10;AADeAAAADwAAAGRycy9kb3ducmV2LnhtbESPT0sDMRTE74LfITyhN5s1xbZsmxarFQTbQ/8cenxu&#10;nrthNy/LJm1XP70RBI/DzPyGmS9714gLdcF61vAwzEAQF95YLjUcD6/3UxAhIhtsPJOGLwqwXNze&#10;zDE3/so7uuxjKRKEQ44aqhjbXMpQVOQwDH1LnLxP3zmMSXalNB1eE9w1UmXZWDq0nBYqbOm5oqLe&#10;n52G0/vYTneW1Mfme7U2m8d6tX2ptR7c9U8zEJH6+B/+a78ZDUpN1Ah+76QrIB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fuVCMckAAADeAAAADwAAAAAAAAAAAAAAAACYAgAA&#10;ZHJzL2Rvd25yZXYueG1sUEsFBgAAAAAEAAQA9QAAAI4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63d8YA&#10;AADeAAAADwAAAGRycy9kb3ducmV2LnhtbESPQWsCMRSE7wX/Q3hCbzXbRVS2RhFLsRcPtRWvj83r&#10;ZrublzWJuvrrG6HQ4zAz3zDzZW9bcSYfascKnkcZCOLS6ZorBV+fb08zECEia2wdk4IrBVguBg9z&#10;LLS78Aedd7ESCcKhQAUmxq6QMpSGLIaR64iT9+28xZikr6T2eElw28o8yybSYs1pwWBHa0NlsztZ&#10;BX51eG1ufNo32W17DZuf/jhDo9TjsF+9gIjUx//wX/tdK8jzaT6G+510BeTi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163d8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2Okp8YA&#10;AADeAAAADwAAAGRycy9kb3ducmV2LnhtbESPUUsDMRCE34X+h7AFX6TNGdDWs2kpQkGwCK39Aetl&#10;vTuabI7Ltr36640g+DjMzDfMYjUEr87UpzayhftpAYq4iq7l2sLhYzOZg0qC7NBHJgtXSrBajm4W&#10;WLp44R2d91KrDOFUooVGpCu1TlVDAdM0dsTZ+4p9QMmyr7Xr8ZLhwWtTFI86YMt5ocGOXhqqjvtT&#10;sODNp396m6WtXA96W3wH2d29O2tvx8P6GZTQIP/hv/ars2DMzDzA7518Bf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2Okp8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GF7isYA&#10;AADeAAAADwAAAGRycy9kb3ducmV2LnhtbESPQWsCMRSE74X+h/AKvdWsOdiyGkUrwl566Fbx+tw8&#10;N4vJy7JJddtf3xQKPQ4z8w2zWI3eiSsNsQusYTopQBA3wXTcath/7J5eQMSEbNAFJg1fFGG1vL9b&#10;YGnCjd/pWqdWZAjHEjXYlPpSythY8hgnoSfO3jkMHlOWQyvNgLcM906qophJjx3nBYs9vVpqLvWn&#10;17Cte6f2ld3E4+HtdHLV946OW60fH8b1HESiMf2H/9qV0aDUs5rB7518BeTy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GF7is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hsJ8UA&#10;AADeAAAADwAAAGRycy9kb3ducmV2LnhtbESPT4vCMBTE7wv7HcJb8LYm9mClaxSRFQRP65/D3h7J&#10;s602L6XJ2vrtzYLgcZiZ3zDz5eAacaMu1J41TMYKBLHxtuZSw/Gw+ZyBCBHZYuOZNNwpwHLx/jbH&#10;wvqef+i2j6VIEA4FaqhibAspg6nIYRj7ljh5Z985jEl2pbQd9gnuGpkpNZUOa04LFba0rshc939O&#10;w2Ujd94oNKfjqd/a/Pd7So3SevQxrL5ARBriK/xsb62GLMuzHP7vpCs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KGwn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8LMsQA&#10;AADeAAAADwAAAGRycy9kb3ducmV2LnhtbERPz2vCMBS+C/sfwht409QIm3SmRYXB2NhhKrLjs3m2&#10;pc1LSaJ2//1yGOz48f1el6PtxY18aB1rWMwzEMSVMy3XGo6H19kKRIjIBnvHpOGHApTFw2SNuXF3&#10;/qLbPtYihXDIUUMT45BLGaqGLIa5G4gTd3HeYkzQ19J4vKdw20uVZU/SYsupocGBdg1V3f5qNXxf&#10;P/jyuXzf+G08ufEQOnVedVpPH8fNC4hIY/wX/7nfjAalnlXam+6kKy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fCzL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s5728gA&#10;AADeAAAADwAAAGRycy9kb3ducmV2LnhtbESPT2sCMRTE74V+h/AKvdWswba6GqUKhV6E+uegt+fm&#10;ubu4edkmqW799I1Q6HGYmd8wk1lnG3EmH2rHGvq9DARx4UzNpYbt5v1pCCJEZIONY9LwQwFm0/u7&#10;CebGXXhF53UsRYJwyFFDFWObSxmKiiyGnmuJk3d03mJM0pfSeLwkuG2kyrIXabHmtFBhS4uKitP6&#10;22qYj4bzr88BL6+rw572u8PpWflM68eH7m0MIlIX/8N/7Q+jQalXNYLbnXQF5PQX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2znvbyAAAAN4AAAAPAAAAAAAAAAAAAAAAAJgCAABk&#10;cnMvZG93bnJldi54bWxQSwUGAAAAAAQABAD1AAAAjQMAAAAA&#10;" fillcolor="black" stroked="f"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ZtPMcUA&#10;AADeAAAADwAAAGRycy9kb3ducmV2LnhtbESPXUvDMBSG74X9h3AG3rnUDnR0y0YZiOJV9yHenjVn&#10;TbE5KUnM6r83F4KXL+8Xz2Y32UEk8qF3rOBxUYAgbp3uuVNwPr08rECEiKxxcEwKfijAbju722Cl&#10;3Y0PlI6xE3mEQ4UKTIxjJWVoDVkMCzcSZ+/qvMWYpe+k9njL43aQZVE8SYs95weDI+0NtV/Hb6sg&#10;XfZNvUyfyRzefd1517x+XBql7udTvQYRaYr/4b/2m1ZQls/LDJBxMgrI7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Bm08x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nuuo8gA&#10;AADeAAAADwAAAGRycy9kb3ducmV2LnhtbESPQUvDQBSE70L/w/IK3uwmEVqN3ZZStLReqlHQ4yP7&#10;zIZm34bsNk37692C4HGYmW+Y+XKwjeip87VjBekkAUFcOl1zpeDz4+XuAYQPyBobx6TgTB6Wi9HN&#10;HHPtTvxOfREqESHsc1RgQmhzKX1pyKKfuJY4ej+usxii7CqpOzxFuG1kliRTabHmuGCwpbWh8lAc&#10;rQKfrp+/Xu3lsf/eGN4XOzN9q4xSt+Nh9QQi0BD+w3/trVaQZbP7FK534hW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e66jyAAAAN4AAAAPAAAAAAAAAAAAAAAAAJgCAABk&#10;cnMvZG93bnJldi54bWxQSwUGAAAAAAQABAD1AAAAjQ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75E2F" w:rsidRDefault="00D75E2F" w:rsidP="00D75E2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75E2F" w:rsidRPr="003B50D1" w:rsidRDefault="00D75E2F" w:rsidP="00D75E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5E2F" w:rsidRPr="003B50D1" w:rsidRDefault="00D75E2F" w:rsidP="00D75E2F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5E2F" w:rsidRPr="003B50D1" w:rsidRDefault="00D75E2F" w:rsidP="00D75E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5E2F" w:rsidRPr="003B50D1" w:rsidRDefault="00D75E2F" w:rsidP="00D75E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5E2F" w:rsidRPr="003B50D1" w:rsidRDefault="00D75E2F" w:rsidP="00D75E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D75E2F" w:rsidRPr="003B50D1" w:rsidRDefault="00D75E2F" w:rsidP="00D75E2F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D75E2F" w:rsidRPr="003B50D1" w:rsidRDefault="00D75E2F" w:rsidP="00D75E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D75E2F" w:rsidRPr="003B50D1" w:rsidRDefault="00D75E2F" w:rsidP="00D75E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D75E2F" w:rsidRPr="003B50D1" w:rsidRDefault="00D75E2F" w:rsidP="00D75E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5E2F" w:rsidRPr="003B50D1" w:rsidRDefault="00D75E2F" w:rsidP="00D75E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D75E2F" w:rsidRPr="003B50D1" w:rsidRDefault="00D75E2F" w:rsidP="00D75E2F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75E2F" w:rsidRPr="003B50D1" w:rsidRDefault="00D75E2F" w:rsidP="00D75E2F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75E2F" w:rsidRPr="003B50D1" w:rsidRDefault="00D75E2F" w:rsidP="00D75E2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75E2F" w:rsidRPr="003B50D1" w:rsidRDefault="00D75E2F" w:rsidP="00D75E2F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75E2F" w:rsidRPr="003B50D1" w:rsidRDefault="00D75E2F" w:rsidP="00D75E2F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D75E2F" w:rsidRPr="003B50D1" w:rsidRDefault="00D75E2F" w:rsidP="00D75E2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75E2F" w:rsidRPr="003B50D1" w:rsidRDefault="00D75E2F" w:rsidP="00D75E2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D75E2F" w:rsidRPr="003B50D1" w:rsidRDefault="00D75E2F" w:rsidP="00D75E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D75E2F" w:rsidRPr="003B50D1" w:rsidRDefault="00D75E2F" w:rsidP="00D75E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D75E2F" w:rsidRPr="003B50D1" w:rsidRDefault="00D75E2F" w:rsidP="00D75E2F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Брусніценій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Г. О.</w:t>
      </w:r>
    </w:p>
    <w:p w:rsidR="00D75E2F" w:rsidRPr="003B50D1" w:rsidRDefault="00D75E2F" w:rsidP="00D75E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D75E2F" w:rsidRPr="003B50D1" w:rsidRDefault="00D75E2F" w:rsidP="00D75E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D75E2F" w:rsidRPr="003B50D1" w:rsidRDefault="00D75E2F" w:rsidP="00D75E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Брусніценої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Г. 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D75E2F" w:rsidRPr="003B50D1" w:rsidRDefault="00D75E2F" w:rsidP="00D75E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D75E2F" w:rsidRPr="003B50D1" w:rsidRDefault="00D75E2F" w:rsidP="00D75E2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D75E2F" w:rsidRPr="003A57AC" w:rsidRDefault="00D75E2F" w:rsidP="00D75E2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Брусніценій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Ганні Олександрівні,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95AC3" w:rsidRPr="00595AC3">
        <w:rPr>
          <w:rFonts w:ascii="Times New Roman" w:eastAsia="Calibri" w:hAnsi="Times New Roman" w:cs="Times New Roman"/>
          <w:sz w:val="24"/>
        </w:rPr>
        <w:t>_</w:t>
      </w:r>
      <w:r w:rsidR="00595AC3">
        <w:rPr>
          <w:rFonts w:ascii="Times New Roman" w:eastAsia="Calibri" w:hAnsi="Times New Roman" w:cs="Times New Roman"/>
          <w:sz w:val="24"/>
          <w:lang w:val="ru-RU"/>
        </w:rPr>
        <w:t>____________________________________________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</w:t>
      </w:r>
      <w:r>
        <w:rPr>
          <w:rFonts w:ascii="Times New Roman" w:eastAsia="Calibri" w:hAnsi="Times New Roman" w:cs="Times New Roman"/>
          <w:sz w:val="24"/>
        </w:rPr>
        <w:t>відведення земельної ділянки у приватну власність, орієнтовною площею 0,12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</w:t>
      </w:r>
      <w:r>
        <w:rPr>
          <w:rFonts w:ascii="Times New Roman" w:eastAsia="Calibri" w:hAnsi="Times New Roman" w:cs="Times New Roman"/>
          <w:sz w:val="24"/>
        </w:rPr>
        <w:t xml:space="preserve"> ведення садівництва,  яка розташована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Хмельницька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область Шепетівський район,</w:t>
      </w:r>
      <w:r>
        <w:rPr>
          <w:rFonts w:ascii="Times New Roman" w:eastAsia="Calibri" w:hAnsi="Times New Roman" w:cs="Times New Roman"/>
          <w:sz w:val="24"/>
        </w:rPr>
        <w:t xml:space="preserve"> с. </w:t>
      </w:r>
      <w:proofErr w:type="spellStart"/>
      <w:r>
        <w:rPr>
          <w:rFonts w:ascii="Times New Roman" w:eastAsia="Calibri" w:hAnsi="Times New Roman" w:cs="Times New Roman"/>
          <w:sz w:val="24"/>
        </w:rPr>
        <w:t>Комарівка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в СТ «Енергетик ХАЕС».</w:t>
      </w:r>
    </w:p>
    <w:p w:rsidR="00D75E2F" w:rsidRPr="003B50D1" w:rsidRDefault="00D75E2F" w:rsidP="00D75E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Брусніценій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Г. О.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D75E2F" w:rsidRPr="003B50D1" w:rsidRDefault="00D75E2F" w:rsidP="00D75E2F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D75E2F" w:rsidRPr="003B50D1" w:rsidRDefault="00D75E2F" w:rsidP="00D75E2F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D75E2F" w:rsidRPr="003B50D1" w:rsidRDefault="00D75E2F" w:rsidP="00D75E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75E2F" w:rsidRPr="003B50D1" w:rsidRDefault="00D75E2F" w:rsidP="00D75E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75E2F" w:rsidRPr="003B50D1" w:rsidRDefault="00D75E2F" w:rsidP="00D75E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75E2F" w:rsidRPr="003B50D1" w:rsidRDefault="00D75E2F" w:rsidP="00D75E2F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D75E2F" w:rsidRPr="003B50D1" w:rsidRDefault="00D75E2F" w:rsidP="00D75E2F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sectPr w:rsidR="00D75E2F" w:rsidRPr="003B50D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E2F"/>
    <w:rsid w:val="00595AC3"/>
    <w:rsid w:val="00811AF6"/>
    <w:rsid w:val="00D75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E2F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E2F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240</Words>
  <Characters>1374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2022-02-11T13:45:00Z</dcterms:created>
  <dcterms:modified xsi:type="dcterms:W3CDTF">2022-02-14T07:47:00Z</dcterms:modified>
</cp:coreProperties>
</file>