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7C43" w:rsidRPr="0081108E" w:rsidRDefault="00037C43" w:rsidP="00037C4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                          ПРОЕКТ</w:t>
      </w:r>
    </w:p>
    <w:p w:rsidR="00037C43" w:rsidRPr="0081108E" w:rsidRDefault="00037C43" w:rsidP="00037C4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37C43" w:rsidRPr="0081108E" w:rsidRDefault="00670227" w:rsidP="00037C43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22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frb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/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sX62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VwMgA&#10;AADcAAAADwAAAGRycy9kb3ducmV2LnhtbESPzUsDMRDF74L/QxjBS7FZBfuxbVqksH4dhNZCr8Nm&#10;3KxuJksS27V/vXMQvM3w3rz3m+V68J06UkxtYAO34wIUcR1sy42B/Xt1MwOVMrLFLjAZ+KEE69Xl&#10;xRJLG068peMuN0pCOJVowOXcl1qn2pHHNA49sWgfIXrMssZG24gnCfedviuKifbYsjQ47GnjqP7a&#10;fXsDn9WbO2ym58c4mm/pPKpen7qXiTHXV8PDAlSmIf+b/66freDf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o1XA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lU8QA&#10;AADcAAAADwAAAGRycy9kb3ducmV2LnhtbESP3YrCMBCF7wXfIcyCN6KpiuJ2jSKLyuJN8ecBhmZs&#10;yjaT0mRtfXsjLHg3wzlzvjOrTWcrcafGl44VTMYJCOLc6ZILBdfLfrQE4QOyxsoxKXiQh82631th&#10;ql3LJ7qfQyFiCPsUFZgQ6lRKnxuy6MeuJo7azTUWQ1ybQuoG2xhuKzlNkoW0WHIkGKzp21D+e/6z&#10;EZLNMDve2sv+0GGLu6Ph4fak1OCj236BCNSFt/n/+kfH+vNPeD0TJ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VJV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ofrMQA&#10;AADcAAAADwAAAGRycy9kb3ducmV2LnhtbESPQUvEQAyF74L/YYjgzZ26aJW6s4usCiJ42FUQb6GT&#10;bYudzDATt/Xfm4PgLeG9vPdltZnDaI6UyxDZweWiAkPcRj9w5+D97eniFkwRZI9jZHLwQwU269OT&#10;FTY+Tryj4146oyFcGnTQi6TG2tL2FLAsYiJW7RBzQNE1d9ZnnDQ8jHZZVbUNOLA29Jho21P7tf8O&#10;Dl6nx/RyU18f0me+Wtry4OVjK86dn833d2CEZvk3/10/e8WvFV+f0Qn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aH6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/j6MQA&#10;AADcAAAADwAAAGRycy9kb3ducmV2LnhtbESP0WrCQBBF34X+wzKCL1I3sRBK6iqhVJG8iNoPGLJj&#10;NpidDdmtiX/vFgTfZrh37rmz2oy2FTfqfeNYQbpIQBBXTjdcK/g9b98/QfiArLF1TAru5GGzfpus&#10;MNdu4CPdTqEWMYR9jgpMCF0upa8MWfQL1xFH7eJ6iyGufS11j0MMt61cJkkmLTYcCQY7+jZUXU9/&#10;NkIOH3goL8N5uxtxwJ/S8Lw4KjWbjsUXiEBjeJmf13sd62cp/D8TJ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P4+j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kQMIA&#10;AADc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qoTfZ/IF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CR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9ysIA&#10;AADcAAAADwAAAGRycy9kb3ducmV2LnhtbERP32vCMBB+H/g/hBP2MjR1MpFqFB2ECQ5kTvD1aM62&#10;2FxKktnuvzfCYG/38f285bq3jbiRD7VjBZNxBoK4cKbmUsHpW4/mIEJENtg4JgW/FGC9GjwtMTeu&#10;4y+6HWMpUgiHHBVUMba5lKGoyGIYu5Y4cRfnLcYEfSmNxy6F20a+ZtlMWqw5NVTY0ntFxfX4YxVs&#10;D1059S/Ftnf7y8f5TWujP7VSz8N+swARqY//4j/3zqT5syk8nk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33K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BO8AA&#10;AADcAAAADwAAAGRycy9kb3ducmV2LnhtbERP24rCMBB9X/Afwgi+raniilSjiEthWXzx8gFDMzbV&#10;ZlKSWOvfb4QF3+ZwrrPa9LYRHflQO1YwGWcgiEuna64UnE/F5wJEiMgaG8ek4EkBNuvBxwpz7R58&#10;oO4YK5FCOOSowMTY5lKG0pDFMHYtceIuzluMCfpKao+PFG4bOc2yubRYc2ow2NLOUHk73q2C4ne6&#10;72537Qu37WeWvsx18W2UGg377RJEpD6+xf/uH53mz2fweiZd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YBO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AJcIA&#10;AADcAAAADwAAAGRycy9kb3ducmV2LnhtbERP32vCMBB+F/wfwgl7GZq6oUg1ig7CBhvInODr0Zxt&#10;sbmUJLPdf78Igm/38f281aa3jbiSD7VjBdNJBoK4cKbmUsHxR48XIEJENtg4JgV/FGCzHg5WmBvX&#10;8TddD7EUKYRDjgqqGNtcylBUZDFMXEucuLPzFmOCvpTGY5fCbSNfsmwuLdacGips6a2i4nL4tQp2&#10;+6589c/Frnef5/fTTGujv7RST6N+uwQRqY8P8d39YdL8+Qxuz6QL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kAl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g618EA&#10;AADcAAAADwAAAGRycy9kb3ducmV2LnhtbERP3WrCMBS+H+wdwhl4N1PFFelMRZSCyG7m9gCH5qyp&#10;bU5KEmt9ezMY7O58fL9ns51sL0byoXWsYDHPQBDXTrfcKPj+ql7XIEJE1tg7JgV3CrAtn582WGh3&#10;408az7ERKYRDgQpMjEMhZagNWQxzNxAn7sd5izFB30jt8ZbCbS+XWZZLiy2nBoMD7Q3V3flqFVSn&#10;5cfYXbWv3G5aWXozl/XBKDV7mXbvICJN8V/85z7qND/P4feZdIE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oOtf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qj78A&#10;AADcAAAADwAAAGRycy9kb3ducmV2LnhtbERP24rCMBB9F/yHMMK+aequN2pTWQQXfbT6AUMztsVm&#10;Upto699vBMG3OZzrJJve1OJBrassK5hOIhDEudUVFwrOp914BcJ5ZI21ZVLwJAebdDhIMNa24yM9&#10;Ml+IEMIuRgWl900spctLMugmtiEO3MW2Bn2AbSF1i10IN7X8jqKFNFhxaCixoW1J+TW7GwWzZ/d3&#10;y+bXaKcNTQ8/zYF9Plfqa9T/rkF46v1H/HbvdZi/WMLrmXCBT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T+qP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NiMMA&#10;AADcAAAADwAAAGRycy9kb3ducmV2LnhtbESPT4vCQAzF7wt+hyHC3tapHopWRxFFWfak9c85dGJb&#10;7GRKZ9T67TeHhb0lvJf3flmseteoJ3Wh9mxgPEpAERfe1lwaOJ92X1NQISJbbDyTgTcFWC0HHwvM&#10;rH/xkZ55LJWEcMjQQBVjm2kdioochpFviUW7+c5hlLUrte3wJeGu0ZMkSbXDmqWhwpY2FRX3/OEM&#10;PNLr5My3H3vIt+/9bLtbB30pjfkc9us5qEh9/Df/XX9bwU+FVp6RC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uNi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5PAcQA&#10;AADcAAAADwAAAGRycy9kb3ducmV2LnhtbERPTWvCQBC9C/0PyxS86aZVgqbZiBYK1YOirQdv0+w0&#10;SZudTbNbjf/eFQRv83ifk846U4sjta6yrOBpGIEgzq2uuFDw+fE2mIBwHlljbZkUnMnBLHvopZho&#10;e+ItHXe+ECGEXYIKSu+bREqXl2TQDW1DHLhv2xr0AbaF1C2eQrip5XMUxdJgxaGhxIZeS8p/d/9G&#10;wX4ziaebxXL8s1p/4cjov4OuYqX6j938BYSnzt/FN/e7DvPjKVyfCR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eTw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5OsUA&#10;AADcAAAADwAAAGRycy9kb3ducmV2LnhtbESPQWvCQBCF7wX/wzJCb3WjFpU0G7GVWvGkttDrkB2T&#10;YHY2ZLca++udQ6G3Gd6b977Jlr1r1IW6UHs2MB4loIgLb2suDXx9vj8tQIWIbLHxTAZuFGCZDx4y&#10;TK2/8oEux1gqCeGQooEqxjbVOhQVOQwj3xKLdvKdwyhrV2rb4VXCXaMnSTLTDmuWhgpbequoOB9/&#10;nIHf2Tfuw8fkdT21kW7Pi43f7TfGPA771QuoSH38N/9db63gzwVfnpEJd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Hk6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hT8EA&#10;AADcAAAADwAAAGRycy9kb3ducmV2LnhtbERPzYrCMBC+L/gOYQRva6roqtUosih4c60+wNCMabGZ&#10;1Car1ac3Cwve5uP7ncWqtZW4UeNLxwoG/QQEce50yUbB6bj9nILwAVlj5ZgUPMjDatn5WGCq3Z0P&#10;dMuCETGEfYoKihDqVEqfF2TR911NHLmzayyGCBsjdYP3GG4rOUySL2mx5NhQYE3fBeWX7NcquLrh&#10;WLfZBveXzeynNGZ0fR5GSvW67XoOIlAb3uJ/907H+ZMB/D0TL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oU/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tb8MA&#10;AADcAAAADwAAAGRycy9kb3ducmV2LnhtbERPyW7CMBC9V+IfrKnErTgFsTTFRG0lpFwDHHqc2kOS&#10;Nh6H2A2Br8dIlXqbp7fOOhtsI3rqfO1YwfMkAUGsnam5VHDYb59WIHxANtg4JgUX8pBtRg9rTI07&#10;c0H9LpQihrBPUUEVQptK6XVFFv3EtcSRO7rOYoiwK6Xp8BzDbSOnSbKQFmuODRW29FGR/tn9WgV5&#10;/UXzhT6+2NW7Lj6vpzBbfhulxo/D2yuIQEP4F/+5cxPnL6dwfyZe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it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008QA&#10;AADcAAAADwAAAGRycy9kb3ducmV2LnhtbERP0WrCQBB8F/oPxxb6phcttDbmIioIFltBW+rrkltz&#10;wdxeyJ0x/r1XKPRtdmdnZieb97YWHbW+cqxgPEpAEBdOV1wq+P5aD6cgfEDWWDsmBTfyMM8fBhmm&#10;2l15T90hlCKasE9RgQmhSaX0hSGLfuQa4sidXGsxxLEtpW7xGs1tLSdJ8iItVhwTDDa0MlScDxer&#10;oMPdLTma5efbe/VRTHbLn62Oe/X02C9mIAL14f/4T73R8f3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EtN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ZqcEA&#10;AADc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7+/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5man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xE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f/w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pxE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cz8IA&#10;AADcAAAADwAAAGRycy9kb3ducmV2LnhtbERPTYvCMBC9C/6HMAteZE1VdKVrFBFEBYVdFfY6NrNt&#10;sZmUJtb6740geJvH+5zpvDGFqKlyuWUF/V4EgjixOudUwem4+pyAcB5ZY2GZFNzJwXzWbk0x1vbG&#10;v1QffCpCCLsYFWTel7GULsnIoOvZkjhw/7Yy6AOsUqkrvIVwU8hBFI2lwZxDQ4YlLTNKLoerUVD/&#10;7M7ppnbl9jLputHwvF7v9Z9SnY9m8Q3CU+Pf4pd7o8P8r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JzP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+NTscA&#10;AADcAAAADwAAAGRycy9kb3ducmV2LnhtbESPT0/DMAzF70h8h8hI3FjKJMrULZsYfyQkxqGDw46m&#10;MW3UxqmasHb79PiAxM3We37v59Vm8p060hBdYAO3swwUcRWs49rA58fLzQJUTMgWu8Bk4EQRNuvL&#10;ixUWNoxc0nGfaiUhHAs00KTUF1rHqiGPcRZ6YtG+w+AxyTrU2g44Srjv9DzLcu3RsTQ02NNjQ1W7&#10;//EGDm+5W5SO5l+78/bZ7u7a7ftTa8z11fSwBJVoSv/mv+tXK/j3QivPyAR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vjU7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CO8MA&#10;AADcAAAADwAAAGRycy9kb3ducmV2LnhtbERPO2/CMBDeK/EfrEPqVhw6tBAwCFEhunQoD7Ge4iMO&#10;ic/BNhD49XWlSt3u0/e86byzjbiSD5VjBcNBBoK4cLriUsFuu3oZgQgRWWPjmBTcKcB81nuaYq7d&#10;jb/puomlSCEcclRgYmxzKUNhyGIYuJY4cUfnLcYEfSm1x1sKt418zbI3abHi1GCwpaWhot5crAK/&#10;OHzUD77s6+zxdQ/rU3ceoVHqud8tJiAidfFf/Of+1Gn++xh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4CO8MAAADc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EmcYA&#10;AADcAAAADwAAAGRycy9kb3ducmV2LnhtbESPzWrDQAyE74G+w6JCL6FZN4c2cbMJpRAoJBTy8wCq&#10;V7VNd7XGqyROnr46FHqTmNHMp8VqiMGcqc9tYgdPkwIMcZV8y7WD42H9OAOTBdljSEwOrpRhtbwb&#10;LbD06cI7Ou+lNhrCuUQHjUhXWpurhiLmSeqIVftOfUTRta+t7/Gi4THYaVE824gta0ODHb03VP3s&#10;T9FBmH6F+eYlb+V6tNviFmU3/vTOPdwPb69ghAb5N/9df3jFnym+PqMT2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yEmcYAAADc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2ACcIA&#10;AADcAAAADwAAAGRycy9kb3ducmV2LnhtbERPTWsCMRC9C/6HMEJvblYPRVajtBVhLz24VbyOm3Gz&#10;NJksm1S3/fVGEHqbx/uc1WZwVlypD61nBbMsB0Fce91yo+DwtZsuQISIrNF6JgW/FGCzHo9WWGh/&#10;4z1dq9iIFMKhQAUmxq6QMtSGHIbMd8SJu/jeYUywb6Tu8ZbCnZXzPH+VDltODQY7+jBUf1c/TsG2&#10;6uz8UJr3cDp+ns+2/NvRaavUy2R4W4KINMR/8dNd6jR/MYPHM+k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YAJwgAAANw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FgOsAA&#10;AADcAAAADwAAAGRycy9kb3ducmV2LnhtbERPTYvCMBC9C/sfwix402Q9qFSjyLKC4EnXHrwNydhW&#10;m0lpsrb+eyMIe5vH+5zlune1uFMbKs8avsYKBLHxtuJCw+l3O5qDCBHZYu2ZNDwowHr1MVhiZn3H&#10;B7ofYyFSCIcMNZQxNpmUwZTkMIx9Q5y4i28dxgTbQtoWuxTuajlRaiodVpwaSmzouyRzO/45Ddet&#10;3Huj0OSnvNvZ2flnSrXSevjZbxYgIvXxX/x272yaP5/A65l0gV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cFgO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Rt8EA&#10;AADcAAAADwAAAGRycy9kb3ducmV2LnhtbERPS4vCMBC+L/gfwgje1nQVpFSjuIKwrHjwgXgcm7Et&#10;bSYliVr/vREW9jYf33Nmi8404k7OV5YVfA0TEMS51RUXCo6H9WcKwgdkjY1lUvAkD4t572OGmbYP&#10;3tF9HwoRQ9hnqKAMoc2k9HlJBv3QtsSRu1pnMEToCqkdPmK4aeQoSSbSYMWxocSWViXl9f5mFJxv&#10;G75ux79L9x1Otjv4enRJa6UG/W45BRGoC//iP/ePjvPTMbyfiR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X0bf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WdMMA&#10;AADcAAAADwAAAGRycy9kb3ducmV2LnhtbERPS2sCMRC+C/6HMEJvmlW0bLdG0UKhF8HXod7GzXR3&#10;cTPZJqmu/vpGELzNx/ec6bw1tTiT85VlBcNBAoI4t7riQsF+99lPQfiArLG2TAqu5GE+63ammGl7&#10;4Q2dt6EQMYR9hgrKEJpMSp+XZNAPbEMcuR/rDIYIXSG1w0sMN7UcJcmrNFhxbCixoY+S8tP2zyhY&#10;vqXL3/WYV7fN8UCH7+NpMnKJUi+9dvEOIlAbnuKH+0vH+ekY7s/EC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WdMMAAADcAAAADwAAAAAAAAAAAAAAAACYAgAAZHJzL2Rv&#10;d25yZXYueG1sUEsFBgAAAAAEAAQA9QAAAIgDAAAAAA==&#10;" fillcolor="black" stroked="f"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+zsIA&#10;AADcAAAADwAAAGRycy9kb3ducmV2LnhtbERP30vDMBB+F/wfwgm+uVTFMWrTUQai7KnbFF9vzdkU&#10;m0tJYtb990YQ9nYf38+r1rMdRSIfBscK7hcFCOLO6YF7Be+Hl7sViBCRNY6OScGZAqzr66sKS+1O&#10;vKO0j73IIRxKVGBinEopQ2fIYli4iThzX85bjBn6XmqPpxxuR/lQFEtpceDcYHCijaHue/9jFaTj&#10;pm0e02cyu61veu/a149jq9Ttzdw8g4g0x4v43/2m8/zVE/w9ky+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f7OwgAAANw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nO8MA&#10;AADcAAAADwAAAGRycy9kb3ducmV2LnhtbERPTWvCQBC9C/0PyxS86UYPQVNXKVJFvdimhfY4ZKfZ&#10;0OxsyK4x+uvdguBtHu9zFqve1qKj1leOFUzGCQjiwumKSwVfn5vRDIQPyBprx6TgQh5Wy6fBAjPt&#10;zvxBXR5KEUPYZ6jAhNBkUvrCkEU/dg1x5H5dazFE2JZSt3iO4baW0yRJpcWKY4PBhtaGir/8ZBX4&#10;yfrt+2Cv8+5na/iY7036Xhqlhs/96wuIQH14iO/unY7zZyn8PxM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HnO8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37C43" w:rsidRPr="0081108E" w:rsidRDefault="00037C43" w:rsidP="00037C4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037C43" w:rsidRPr="0081108E" w:rsidRDefault="00037C43" w:rsidP="00037C4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7C43" w:rsidRPr="0081108E" w:rsidRDefault="00037C43" w:rsidP="00037C4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7C43" w:rsidRPr="0081108E" w:rsidRDefault="00037C43" w:rsidP="00037C4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7C43" w:rsidRPr="0081108E" w:rsidRDefault="00037C43" w:rsidP="00037C4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037C43" w:rsidRPr="0081108E" w:rsidRDefault="00037C43" w:rsidP="00037C4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037C43" w:rsidRPr="0081108E" w:rsidRDefault="00037C43" w:rsidP="00037C43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037C43" w:rsidRPr="0081108E" w:rsidRDefault="00037C43" w:rsidP="00037C4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037C43" w:rsidRPr="0081108E" w:rsidRDefault="00037C43" w:rsidP="00037C4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037C43" w:rsidRPr="0081108E" w:rsidRDefault="00037C43" w:rsidP="00037C4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70227">
        <w:rPr>
          <w:noProof/>
        </w:rPr>
        <w:pict>
          <v:group id="Группа 978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JS70A&#10;AADcAAAADwAAAGRycy9kb3ducmV2LnhtbERPSwrCMBDdC94hjOBOUyuoVKOIqLgQxN9+aMa22ExK&#10;E7Xe3giCu3m878wWjSnFk2pXWFYw6EcgiFOrC84UXM6b3gSE88gaS8uk4E0OFvN2a4aJti8+0vPk&#10;MxFC2CWoIPe+SqR0aU4GXd9WxIG72dqgD7DOpK7xFcJNKeMoGkmDBYeGHCta5ZTeTw+jwA63u/01&#10;i4/DNY89Lw+T27XZK9XtNMspCE+N/4t/7p0O8+MRfJ8JF8j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SaJS7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qyz8QA&#10;AADcAAAADwAAAGRycy9kb3ducmV2LnhtbERPTWsCMRC9C/0PYQpeRLP1oHVrlCKsrR4KWsHrsJlu&#10;VjeTJUl1669vhEJv83ifM192thEX8qF2rOBplIEgLp2uuVJw+CyGzyBCRNbYOCYFPxRguXjozTHX&#10;7so7uuxjJVIIhxwVmBjbXMpQGrIYRq4lTtyX8xZjgr6S2uM1hdtGjrNsIi3WnBoMtrQyVJ7331bB&#10;qfgwx9X0tvaD2Y5ug2L71mwmSvUfu9cXEJG6+C/+c7/rNH88hfsz6QK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6ss/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/ztcIA&#10;AADcAAAADwAAAGRycy9kb3ducmV2LnhtbESPzYrCMBDH74LvEEbwIpquwrJUo4isi3gRdR9gaMam&#10;2ExKk7X17Z2DsLcZ5v/xm9Wm97V6UBurwAY+Zhko4iLYiksDv9f99AtUTMgW68Bk4EkRNuvhYIW5&#10;DR2f6XFJpZIQjjkacCk1udaxcOQxzkJDLLdbaD0mWdtS2xY7Cfe1nmfZp/ZYsTQ4bGjnqLhf/ryU&#10;nBZ4Ot666/6nxw6/j44n27Mx41G/XYJK1Kd/8dt9sII/F1p5Rib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X/O1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oP8cMA&#10;AADc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y3v4fSZ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oP8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pbsIA&#10;AADcAAAADwAAAGRycy9kb3ducmV2LnhtbESPzYrCMBDH74LvEEbwIpqugkg1isi6LF7EjwcYmrEp&#10;NpPSZG337XcOC95mmP/Hbza73tfqRW2sAhv4mGWgiItgKy4N3G/H6QpUTMgW68Bk4Jci7LbDwQZz&#10;Gzq+0OuaSiUhHHM04FJqcq1j4chjnIWGWG6P0HpMsralti12Eu5rPc+ypfZYsTQ4bOjgqHhef7yU&#10;nBd4Pj262/Grxw4/T44n+4sx41G/X4NK1Ke3+N/9bQV/IfjyjEy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8Glu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WVKsMA&#10;AADcAAAADwAAAGRycy9kb3ducmV2LnhtbERPTUsDMRC9C/0PYQq92WxbrbI2LVIriNBDqyDehs10&#10;d3EzCcm0u/57Iwje5vE+Z7UZXKcuFFPr2cBsWoAirrxtuTbw/vZ8fQ8qCbLFzjMZ+KYEm/XoaoWl&#10;9T0f6HKUWuUQTiUaaERCqXWqGnKYpj4QZ+7ko0PJMNbaRuxzuOv0vCiW2mHLuaHBQNuGqq/j2RnY&#10;97vwere8PYXPeDPX6cnKx1aMmYyHxwdQQoP8i//cLzbPX8zg95l8gV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WVK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3TMIA&#10;AADcAAAADwAAAGRycy9kb3ducmV2LnhtbERP32vCMBB+H/g/hBN8GZpO2ZBqFB0EBxvIVPD1aM62&#10;2FxKEm3975fBYG/38f285bq3jbiTD7VjBS+TDARx4UzNpYLTUY/nIEJENtg4JgUPCrBeDZ6WmBvX&#10;8TfdD7EUKYRDjgqqGNtcylBUZDFMXEucuIvzFmOCvpTGY5fCbSOnWfYmLdacGips6b2i4nq4WQXb&#10;fVfO/HOx7d3nZXd+1droL63UaNhvFiAi9fFf/Of+MGn+bAq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PdM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y2UsAA&#10;AADcAAAADwAAAGRycy9kb3ducmV2LnhtbERPzYrCMBC+L/gOYQRva6ruilSjiFKQZS+rPsDQjE21&#10;mZQk1vr2ZmFhb/Px/c5q09tGdORD7VjBZJyBIC6drrlScD4V7wsQISJrbByTgicF2KwHbyvMtXvw&#10;D3XHWIkUwiFHBSbGNpcylIYshrFriRN3cd5iTNBXUnt8pHDbyGmWzaXFmlODwZZ2hsrb8W4VFF/T&#10;7+52175w2/7D0qe5LvZGqdGw3y5BROrjv/jPfdBp/mwGv8+k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Cy2U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Ko8MA&#10;AADcAAAADwAAAGRycy9kb3ducmV2LnhtbERP22oCMRB9L/gPYYS+FM22VpHVKFoILVQQL+DrsBl3&#10;FzeTJUnd7d83hULf5nCus1z3thF38qF2rOB5nIEgLpypuVRwPunRHESIyAYbx6TgmwKsV4OHJebG&#10;dXyg+zGWIoVwyFFBFWObSxmKiiyGsWuJE3d13mJM0JfSeOxSuG3kS5bNpMWaU0OFLb1VVNyOX1bB&#10;dt+VE/9UbHv3eX2/TLU2eqeVehz2mwWISH38F/+5P0yaP3m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Ko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LvcAA&#10;AADcAAAADwAAAGRycy9kb3ducmV2LnhtbERPzYrCMBC+L/gOYQRva6quItUoohRk2cuqDzA0Y1Nt&#10;JiWJtb79ZmFhb/Px/c5629tGdORD7VjBZJyBIC6drrlScDkX70sQISJrbByTghcF2G4Gb2vMtXvy&#10;N3WnWIkUwiFHBSbGNpcylIYshrFriRN3dd5iTNBXUnt8pnDbyGmWLaTFmlODwZb2hsr76WEVFJ/T&#10;r+7+0L5wu/7D0tzclgej1GjY71YgIvXxX/znPuo0fza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mLvc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gCbwA&#10;AADcAAAADwAAAGRycy9kb3ducmV2LnhtbERPSwrCMBDdC94hjOBOU79INYoIii6tHmBoxrbYTGoT&#10;bb29EQR383jfWW1aU4oX1a6wrGA0jEAQp1YXnCm4XvaDBQjnkTWWlknBmxxs1t3OCmNtGz7TK/GZ&#10;CCHsYlSQe1/FUro0J4NuaCviwN1sbdAHWGdS19iEcFPKcRTNpcGCQ0OOFe1ySu/J0yiYvpvDI5nd&#10;o702NDpNqhP7dKZUv9dulyA8tf4v/rmPOsyfzOH7TLhAr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0sGAJ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c258IA&#10;AADcAAAADwAAAGRycy9kb3ducmV2LnhtbERPS2vCQBC+C/6HZYTe6qYKtk2ziigppSdNbc9DdvKg&#10;2dmQXfP4992C4G0+vucku9E0oqfO1ZYVPC0jEMS51TWXCi5f6eMLCOeRNTaWScFEDnbb+SzBWNuB&#10;z9RnvhQhhF2MCirv21hKl1dk0C1tSxy4wnYGfYBdKXWHQwg3jVxF0UYarDk0VNjSoaL8N7saBdfN&#10;z+rCxac+Zcfp/fWY7p38LpV6WIz7NxCeRn8X39wfOsxfP8P/M+EC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zbn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HFh8cA&#10;AADcAAAADwAAAGRycy9kb3ducmV2LnhtbESPQU/CQBCF7yb+h82QeJMtQhqsLARJTMQDRISDt6E7&#10;tJXubOmuUP89cyDxNpP35r1vJrPO1epMbag8Gxj0E1DEubcVFwa2X2+PY1AhIlusPZOBPwowm97f&#10;TTCz/sKfdN7EQkkIhwwNlDE2mdYhL8lh6PuGWLSDbx1GWdtC2xYvEu5q/ZQkqXZYsTSU2NCipPy4&#10;+XUGdutx+rx+XY5+PlZ7HDp7+rZVasxDr5u/gIrUxX/z7frdCv5QaOUZmUB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hxYf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pZ8MA&#10;AADcAAAADwAAAGRycy9kb3ducmV2LnhtbERPTWvCQBC9C/0PyxR6001NkTS6SqvUiqfUCl6H7JiE&#10;ZmdDdhuT/npXEHqbx/ucxao3teiodZVlBc+TCARxbnXFhYLj98c4AeE8ssbaMikYyMFq+TBaYKrt&#10;hb+oO/hChBB2KSoovW9SKV1ekkE3sQ1x4M62NegDbAupW7yEcFPLaRTNpMGKQ0OJDa1Lyn8Ov0bB&#10;3+yEmfucvm9i7Wl4SbZ2n22Venrs3+YgPPX+X3x373SYH7/C7ZlwgV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xpZ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OacQA&#10;AADcAAAADwAAAGRycy9kb3ducmV2LnhtbESPQW/CMAyF70j8h8iTuNF0qJu2joAQAmm3jW4/wGq8&#10;tKJxShOg49fjw6TdbL3n9z4v16Pv1IWG2AY28JjloIjrYFt2Br6/9vMXUDEhW+wCk4FfirBeTSdL&#10;LG248oEuVXJKQjiWaKBJqS+1jnVDHmMWemLRfsLgMck6OG0HvEq47/Qiz5+1x5alocGetg3Vx+rs&#10;DZzC4smO1Q4/jrvXz9a54nQ7FMbMHsbNG6hEY/o3/12/W8EvBF+ekQn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3zmn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5pcIA&#10;AADcAAAADwAAAGRycy9kb3ducmV2LnhtbERPyW7CMBC9V+o/WFOJW+OkLVsag1okJK4sB46DPSRp&#10;43EaG0j79bgSErd5eusU89424kydrx0ryJIUBLF2puZSwW67fJ6A8AHZYOOYFPySh/ns8aHA3LgL&#10;r+m8CaWIIexzVFCF0OZSel2RRZ+4ljhyR9dZDBF2pTQdXmK4beRLmo6kxZpjQ4UtLSrS35uTVbCq&#10;DzQc6ePUTj71ev/3E17HX0apwVP/8Q4iUB/u4pt7ZeL8twz+n4kX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vml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b9cMA&#10;AADcAAAADwAAAGRycy9kb3ducmV2LnhtbERP0WrCQBB8F/oPxxZ800uDFBs9RQuFSlWoin1dcttc&#10;MLcXcmeMf+8Jgm+zOzszO9N5ZyvRUuNLxwrehgkI4tzpkgsFh/3XYAzCB2SNlWNScCUP89lLb4qZ&#10;dhf+pXYXChFN2GeowIRQZ1L63JBFP3Q1ceT+XWMxxLEppG7wEs1tJdMkeZcWS44JBmv6NJSfdmer&#10;oMXtNfkzy83Hqlzn6XZ5/NFxr/qv3WICIlAXnscP9beO749SuJeJCO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Tb9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zLYMEA&#10;AADc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7+7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8y2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eNcIA&#10;AADcAAAADwAAAGRycy9kb3ducmV2LnhtbERP22oCMRB9F/oPYQq+abYiKlujeAURpWjb9+lmurtt&#10;Mlk2Ude/N4Lg2xzOdcbTxhpxptqXjhW8dRMQxJnTJecKvj7XnREIH5A1Gsek4EoeppOX1hhT7S58&#10;oPMx5CKGsE9RQRFClUrps4Is+q6riCP362qLIcI6l7rGSwy3RvaSZCAtlhwbCqxoUVD2fzxZBeuP&#10;pfnr7Q+zbxkWq+GPGW3ny51S7ddm9g4iUBOe4od7o+P8fh/uz8QL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6h41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IBcIA&#10;AADcAAAADwAAAGRycy9kb3ducmV2LnhtbERP24rCMBB9F/yHMAu+yJp6W6RrFBFEBYVdFfZ1bGbb&#10;YjMpTaz1740g+DaHc53pvDGFqKlyuWUF/V4EgjixOudUwem4+pyAcB5ZY2GZFNzJwXzWbk0x1vbG&#10;v1QffCpCCLsYFWTel7GULsnIoOvZkjhw/7Yy6AOsUqkrvIVwU8hBFH1JgzmHhgxLWmaUXA5Xo6D+&#10;2Z3TTe3K7WXSdePheb3e6z+lOh/N4huEp8a/xS/3Rof5o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sgF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XAsQA&#10;AADcAAAADwAAAGRycy9kb3ducmV2LnhtbERPTWsCMRC9C/6HMII3N1tRsVujqCB4Eartod7GzXR3&#10;cTNZk6hrf31TEHqbx/uc2aI1tbiR85VlBS9JCoI4t7riQsHnx2YwBeEDssbaMil4kIfFvNuZYabt&#10;nfd0O4RCxBD2GSooQ2gyKX1ekkGf2IY4ct/WGQwRukJqh/cYbmo5TNOJNFhxbCixoXVJ+flwNQpW&#10;r9PV5X3Eu5/96UjHr9N5PHSpUv1eu3wDEagN/+Kne6vj/NEE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i1wLEAAAA3AAAAA8AAAAAAAAAAAAAAAAAmAIAAGRycy9k&#10;b3ducmV2LnhtbFBLBQYAAAAABAAEAPUAAACJAwAAAAA=&#10;" fillcolor="black" stroked="f"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TgcQA&#10;AADcAAAADwAAAGRycy9kb3ducmV2LnhtbERPS2sCMRC+F/wPYQRvNatYla1RtA8QqgdtDz2Om3E3&#10;7GaybFJd/fVGKHibj+85s0VrK3GixhvHCgb9BARx5rThXMHP9+fzFIQPyBorx6TgQh4W887TDFPt&#10;zryj0z7kIoawT1FBEUKdSumzgiz6vquJI3d0jcUQYZNL3eA5httKDpNkLC0ajg0F1vRWUFbu/6yC&#10;36+xme4MDQ+b6+pDb17K1fa9VKrXbZevIAK14SH+d691nD+awP2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c04H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tHcYA&#10;AADcAAAADwAAAGRycy9kb3ducmV2LnhtbESPT0/DMAzF70j7DpEncWPpEJqmsmyamBBcOOwP4mo1&#10;piltnJJkW7dPjw9Iu9l6z+/9vFgNvlMniqkJbGA6KUARV8E2XBs47F8f5qBSRrbYBSYDF0qwWo7u&#10;FljacOYtnXa5VhLCqUQDLue+1DpVjjymSeiJRfsO0WOWNdbaRjxLuO/0Y1HMtMeGpcFhTy+OqnZ3&#10;9Abi+mvTXvn42RbXj0t6+xl+5+iMuR8P62dQmYZ8M/9fv1vBfxJaeUY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5tHcYAAADc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+XnsIA&#10;AADcAAAADwAAAGRycy9kb3ducmV2LnhtbERP22oCMRB9L/gPYQq+FM1WStXVKFIoCErByweMm3F3&#10;aTJZNlNd/fqmUPBtDuc682XnnbpQG+vABl6HGSjiItiaSwPHw+dgAioKskUXmAzcKMJy0XuaY27D&#10;lXd02UupUgjHHA1UIk2udSwq8hiHoSFO3Dm0HiXBttS2xWsK906Psuxde6w5NVTY0EdFxff+xxtw&#10;o5ObbsZxK7ej3mZ3L7uXL2tM/7lbzUAJdfIQ/7vXNs1/m8LfM+kCv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35ee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J1cUA&#10;AADcAAAADwAAAGRycy9kb3ducmV2LnhtbESPQWvDMAyF74P9B6PBbqvTwsZI65Z2pZDLDstaelVj&#10;NQ615RB7bbZfPx0Gu0m8p/c+LVZj8OpKQ+oiG5hOClDETbQdtwb2n7unV1ApI1v0kcnANyVYLe/v&#10;FljaeOMPuta5VRLCqUQDLue+1Do1jgKmSeyJRTvHIWCWdWi1HfAm4cHrWVG86IAdS4PDnt4cNZf6&#10;KxjY1r2f7Su3ScfD++nkq58dHbfGPD6M6zmoTGP+N/9dV1bwnwV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QnV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SCsAA&#10;AADcAAAADwAAAGRycy9kb3ducmV2LnhtbERPS4vCMBC+C/sfwizsTROFValGWRYFwZOvg7chGdtq&#10;MylN1nb/vREEb/PxPWe+7Fwl7tSE0rOG4UCBIDbelpxrOB7W/SmIEJEtVp5Jwz8FWC4+enPMrG95&#10;R/d9zEUK4ZChhiLGOpMymIIchoGviRN38Y3DmGCTS9tgm8JdJUdKjaXDklNDgTX9FmRu+z+n4bqW&#10;W28UmtPx1G7s5LwaU6W0/vrsfmYgInXxLX65NzbN/x7C85l0gV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3PSC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Ya8MA&#10;AADcAAAADwAAAGRycy9kb3ducmV2LnhtbERPTWvCQBC9C/0PyxR6001TKpK6CbYgiMWDWkqP0+yY&#10;hGRnw+6q8d+7guBtHu9z5sVgOnEi5xvLCl4nCQji0uqGKwU/++V4BsIHZI2dZVJwIQ9F/jSaY6bt&#10;mbd02oVKxBD2GSqoQ+gzKX1Zk0E/sT1x5A7WGQwRukpqh+cYbjqZJslUGmw4NtTY01dNZbs7GgV/&#10;x28+bN7WC/cZfu2w9236P2uVenkeFh8gAg3hIb67VzrOf0/h9ky8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tYa8MAAADc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iR8QA&#10;AADcAAAADwAAAGRycy9kb3ducmV2LnhtbERPS2sCMRC+C/0PYQreNFutoluj1ILQi+DroLdxM91d&#10;3Ey2SdS1v74RBG/z8T1nMmtMJS7kfGlZwVs3AUGcWV1yrmC3XXRGIHxA1lhZJgU38jCbvrQmmGp7&#10;5TVdNiEXMYR9igqKEOpUSp8VZNB3bU0cuR/rDIYIXS61w2sMN5XsJclQGiw5NhRY01dB2WlzNgrm&#10;49H8d/XOy7/18UCH/fE06LlEqfZr8/kBIlATnuKH+1vH+YM+3J+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4kfEAAAA3AAAAA8AAAAAAAAAAAAAAAAAmAIAAGRycy9k&#10;b3ducmV2LnhtbFBLBQYAAAAABAAEAPUAAACJAwAAAAA=&#10;" fillcolor="black" stroked="f"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13EsIA&#10;AADcAAAADwAAAGRycy9kb3ducmV2LnhtbERPS2sCMRC+F/ofwhR6q1n7QlajLEJp6Wm1itdxM24W&#10;N5MlSeP23zeFgrf5+J6zWI22F4l86BwrmE4KEMSN0x23CnZfbw8zECEia+wdk4IfCrBa3t4ssNTu&#10;whtK29iKHMKhRAUmxqGUMjSGLIaJG4gzd3LeYszQt1J7vORw28vHoniVFjvODQYHWhtqzttvqyAd&#10;13X1lA7JbD591XpXv++PtVL3d2M1BxFpjFfxv/tD5/kvz/D3TL5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TXcSwgAAANw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VC8MA&#10;AADcAAAADwAAAGRycy9kb3ducmV2LnhtbERPTWvCQBC9F/oflin0ZjYKShtdpUgt1Us1FfQ4ZMds&#10;MDsbstsY/fXdgtDbPN7nzBa9rUVHra8cKxgmKQjiwumKSwX779XgBYQPyBprx6TgSh4W88eHGWba&#10;XXhHXR5KEUPYZ6jAhNBkUvrCkEWfuIY4cifXWgwRtqXULV5iuK3lKE0n0mLFscFgQ0tDxTn/sQr8&#10;cPl+2Njba3f8MPyVr81kWxqlnp/6tymIQH34F9/dnzrOH4/h75l4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NVC8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37C43" w:rsidRDefault="00037C43" w:rsidP="00037C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37C43" w:rsidRPr="0081108E" w:rsidRDefault="00037C43" w:rsidP="00037C4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037C43" w:rsidRPr="0081108E" w:rsidRDefault="00037C43" w:rsidP="00037C4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037C43" w:rsidRPr="0081108E" w:rsidRDefault="00037C43" w:rsidP="00037C43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037C43" w:rsidRPr="0081108E" w:rsidRDefault="00037C43" w:rsidP="00037C43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037C43" w:rsidRPr="0081108E" w:rsidRDefault="00037C43" w:rsidP="00037C43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037C43" w:rsidRPr="0081108E" w:rsidRDefault="00037C43" w:rsidP="00037C4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37C43" w:rsidRPr="0081108E" w:rsidRDefault="00037C43" w:rsidP="00037C4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проекту землеустрою</w:t>
      </w:r>
    </w:p>
    <w:p w:rsidR="00037C43" w:rsidRPr="0081108E" w:rsidRDefault="00037C43" w:rsidP="00037C4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щодо відведення земельної ділянки  та</w:t>
      </w:r>
    </w:p>
    <w:p w:rsidR="00037C43" w:rsidRPr="0081108E" w:rsidRDefault="00037C43" w:rsidP="00037C4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перед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С.П.</w:t>
      </w:r>
    </w:p>
    <w:p w:rsidR="00037C43" w:rsidRPr="0081108E" w:rsidRDefault="00037C43" w:rsidP="00037C4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37C43" w:rsidRPr="0081108E" w:rsidRDefault="00037C43" w:rsidP="00037C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С.П.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сільська   рада    </w:t>
      </w:r>
    </w:p>
    <w:p w:rsidR="00037C43" w:rsidRPr="0081108E" w:rsidRDefault="00037C43" w:rsidP="00037C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037C43" w:rsidRPr="0081108E" w:rsidRDefault="00037C43" w:rsidP="00037C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37C43" w:rsidRPr="0081108E" w:rsidRDefault="00037C43" w:rsidP="00037C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Світлані Павлівні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проект землеустрою щодо відведення земельної ділянки, </w:t>
      </w:r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для ведення 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площею 0,2500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га, яка розташована Хмельницька область, </w:t>
      </w:r>
      <w:proofErr w:type="spellStart"/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с.Крупець</w:t>
      </w:r>
      <w:proofErr w:type="spellEnd"/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037C43" w:rsidRPr="0081108E" w:rsidRDefault="00037C43" w:rsidP="00037C4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Світлані Павлівні,  яка зареєстрована за адресою: </w:t>
      </w:r>
      <w:r w:rsidR="00670227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_______________</w:t>
      </w:r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670227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____________</w:t>
      </w:r>
      <w:bookmarkStart w:id="0" w:name="_GoBack"/>
      <w:bookmarkEnd w:id="0"/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земельну ділянку, площею 0,2500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кадастровий 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омер: 6823984000:01:015:0031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для </w:t>
      </w:r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ведення   особистого селянського господарства, 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яка розташована Хмельницька область, </w:t>
      </w:r>
      <w:proofErr w:type="spellStart"/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с.Крупець</w:t>
      </w:r>
      <w:proofErr w:type="spellEnd"/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037C43" w:rsidRPr="0081108E" w:rsidRDefault="00037C43" w:rsidP="00037C4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С.П.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якій </w:t>
      </w: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37C43" w:rsidRPr="0081108E" w:rsidRDefault="00037C43" w:rsidP="00037C4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37C43" w:rsidRPr="0081108E" w:rsidRDefault="00037C43" w:rsidP="00037C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37C43" w:rsidRPr="0081108E" w:rsidRDefault="00037C43" w:rsidP="00037C4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24722" w:rsidRPr="00037C43" w:rsidRDefault="00037C43" w:rsidP="00037C4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81108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F24722" w:rsidRPr="00037C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37C43"/>
    <w:rsid w:val="00037C43"/>
    <w:rsid w:val="00171A2E"/>
    <w:rsid w:val="00304C90"/>
    <w:rsid w:val="00505B6D"/>
    <w:rsid w:val="00670227"/>
    <w:rsid w:val="006D3977"/>
    <w:rsid w:val="007D6C18"/>
    <w:rsid w:val="00D1641A"/>
    <w:rsid w:val="00F24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7C43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283</Words>
  <Characters>1618</Characters>
  <Application>Microsoft Office Word</Application>
  <DocSecurity>0</DocSecurity>
  <Lines>13</Lines>
  <Paragraphs>3</Paragraphs>
  <ScaleCrop>false</ScaleCrop>
  <Company>Microsoft</Company>
  <LinksUpToDate>false</LinksUpToDate>
  <CharactersWithSpaces>1898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2020-12-10T13:06:00Z</dcterms:created>
  <dcterms:modified xsi:type="dcterms:W3CDTF">2020-12-11T07:21:00Z</dcterms:modified>
</cp:coreProperties>
</file>