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3BB" w:rsidRPr="00346F17" w:rsidRDefault="003023BB" w:rsidP="00302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74CEB6" wp14:editId="692AE70B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375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376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SvYcQA&#10;AADcAAAADwAAAGRycy9kb3ducmV2LnhtbESPT2vCQBTE7wW/w/IEb3VjAlGiq4hSKfRU/+HxkX0m&#10;wezbsLuN6bfvFgo9DjPzG2a1GUwrenK+saxgNk1AEJdWN1wpOJ/eXhcgfEDW2FomBd/kYbMevayw&#10;0PbJn9QfQyUihH2BCuoQukJKX9Zk0E9tRxy9u3UGQ5SuktrhM8JNK9MkyaXBhuNCjR3taiofxy+j&#10;4KNP8+vtsDenrErnrswu+7RplZqMh+0SRKAh/If/2u9aQTbP4fdMP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0r2HEAAAA3A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zrsYA&#10;AADcAAAADwAAAGRycy9kb3ducmV2LnhtbESPQWvCQBSE7wX/w/IEL6VuYqGR1E0QoWAqFBqFXh/Z&#10;1ySafRuyWxP/vVso9DjMzDfMJp9MJ640uNaygngZgSCurG65VnA6vj2tQTiPrLGzTApu5CDPZg8b&#10;TLUd+ZOupa9FgLBLUUHjfZ9K6aqGDLql7YmD920Hgz7IoZZ6wDHATSdXUfQiDbYcFhrsaddQdSl/&#10;jAJ5LAtfJK15jN+/PqbYnneH6qzUYj5tX0F4mvx/+K+91wqekwR+z4QjI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yzrsYAAADc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wcRMQA&#10;AADcAAAADwAAAGRycy9kb3ducmV2LnhtbERPy04CMRTdk/gPzTVhY6AjKuBAIWCCIS5MeO2v08vM&#10;yPR2aAsMfj1dmLA8Oe/xtDGVOJPzpWUFz90EBHFmdcm5gu1m0RmC8AFZY2WZFFzJw3Ty0Bpjqu2F&#10;V3Reh1zEEPYpKihCqFMpfVaQQd+1NXHk9tYZDBG6XGqHlxhuKtlLkr40WHJsKLCmj4Kyw/pkFCyW&#10;dHjf1cfP1z/3lg9/f76/5psnpdqPzWwEIlAT7uJ/91IreBnEtfFMPAJyc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MHETEAAAA3A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tU18UA&#10;AADcAAAADwAAAGRycy9kb3ducmV2LnhtbESPQWvCQBSE7wX/w/IEb3Wj0mqjaxAlpdCTtuj1NftM&#10;YrJvQ3abpP++Wyh4HGbmG2aTDKYWHbWutKxgNo1AEGdWl5wr+PxIH1cgnEfWWFsmBT/kINmOHjYY&#10;a9vzkbqTz0WAsItRQeF9E0vpsoIMuqltiIN3ta1BH2SbS91iH+CmlvMoepYGSw4LBTa0LyirTt9G&#10;QfT+VH9dzzysLofXrLr1KfflTKnJeNitQXga/D38337TChbLF/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W1TXxQAAANw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9gZcQA&#10;AADcAAAADwAAAGRycy9kb3ducmV2LnhtbERPy2oCMRTdC/2HcIVuSs20PphOjVILirgQ1HZ/O7nO&#10;TJ3cjEmqo19vFgWXh/MeT1tTixM5X1lW8NJLQBDnVldcKPjazZ9TED4ga6wtk4ILeZhOHjpjzLQ9&#10;84ZO21CIGMI+QwVlCE0mpc9LMuh7tiGO3N46gyFCV0jt8BzDTS1fk2QkDVYcG0ps6LOk/LD9Mwrm&#10;Szq8fTfHxeDqhkX6+7NezXZPSj122493EIHacBf/u5daQT+N8+OZeATk5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vYGXEAAAA3A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go9sMA&#10;AADcAAAADwAAAGRycy9kb3ducmV2LnhtbESPT4vCMBTE74LfITzB25p2ZZdSjSIuirAn/6DXZ/Ns&#10;q81LaaKt394sLHgcZuY3zHTemUo8qHGlZQXxKAJBnFldcq7gsF99JCCcR9ZYWSYFT3Iwn/V7U0y1&#10;bXlLj53PRYCwS1FB4X2dSumyggy6ka2Jg3exjUEfZJNL3WAb4KaSn1H0LQ2WHBYKrGlZUHbb3Y2C&#10;6PerOl+O3CWnn3V2u7YrbstYqeGgW0xAeOr8O/zf3mgF4ySGvzPhCM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go9sMAAADc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5JKMQA&#10;AADcAAAADwAAAGRycy9kb3ducmV2LnhtbESPQWvCQBSE7wX/w/IK3uqmCUhMXaXECl618eDtmX0m&#10;Idm3IbuNsb++Wyj0OMzMN8x6O5lOjDS4xrKC10UEgri0uuFKQfG5f0lBOI+ssbNMCh7kYLuZPa0x&#10;0/bORxpPvhIBwi5DBbX3fSalK2sy6Ba2Jw7ezQ4GfZBDJfWA9wA3nYyjaCkNNhwWauwpr6lsT19G&#10;wXnXtsmKo+T7Muapy69FEd8+lJo/T+9vIDxN/j/81z5oBUkaw++Zc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OSSjEAAAA3A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DI08gA&#10;AADcAAAADwAAAGRycy9kb3ducmV2LnhtbESPT2vCQBTE7wW/w/KEXsRs/INI6ioiFVqoB23R9PbI&#10;PpNg9m2a3ca0n74rCD0OM/MbZrHqTCVaalxpWcEoikEQZ1aXnCv4eN8O5yCcR9ZYWSYFP+Rgtew9&#10;LDDR9sp7ag8+FwHCLkEFhfd1IqXLCjLoIlsTB+9sG4M+yCaXusFrgJtKjuN4Jg2WHBYKrGlTUHY5&#10;fBsFU2rT9dvv5+6Yfj17ex6cXt3opNRjv1s/gfDU+f/wvf2iFUzmE7idCUdAL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UMjTyAAAANw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t0x8UA&#10;AADcAAAADwAAAGRycy9kb3ducmV2LnhtbESPQWvCQBSE7wX/w/IK3uqmppSYuopEC72q8eDtNftM&#10;QrJvQ3aNaX99Vyh4HGbmG2a5Hk0rBupdbVnB6ywCQVxYXXOpID9+viQgnEfW2FomBT/kYL2aPC0x&#10;1fbGexoOvhQBwi5FBZX3XSqlKyoy6Ga2Iw7exfYGfZB9KXWPtwA3rZxH0bs0WHNYqLCjrKKiOVyN&#10;gtO2aeIFR/HvecgSl33n+fyyU2r6PG4+QHga/SP83/7SCuLkDe5nw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q3TH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X1PMgA&#10;AADcAAAADwAAAGRycy9kb3ducmV2LnhtbESPT2vCQBTE7wW/w/KEXorZWP8gqauItGChHtRS7e2R&#10;fSbB7Ns0u42pn94tCB6HmfkNM523phQN1a6wrKAfxSCIU6sLzhR87t56ExDOI2ssLZOCP3Iwn3Ue&#10;pphoe+YNNVufiQBhl6CC3PsqkdKlORl0ka2Ig3e0tUEfZJ1JXeM5wE0pn+N4LA0WHBZyrGiZU3ra&#10;/hoFQ2oOi4/L9/rr8PPq7fFp/+76e6Ueu+3iBYSn1t/Dt/ZKKxhMRvB/JhwBObs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9fU8yAAAANw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WMUscA&#10;AADcAAAADwAAAGRycy9kb3ducmV2LnhtbESP3WrCQBSE7wu+w3KE3tWNtahEVxFLf0AQTEu9PWSP&#10;2Wj2bJpdTerTdwtCL4eZ+YaZLztbiQs1vnSsYDhIQBDnTpdcKPj8eHmYgvABWWPlmBT8kIflonc3&#10;x1S7lnd0yUIhIoR9igpMCHUqpc8NWfQDVxNH7+AaiyHKppC6wTbCbSUfk2QsLZYcFwzWtDaUn7Kz&#10;VbB/Gm2decvcuX1+vZ5235Pj13qj1H2/W81ABOrCf/jWftcKRtMx/J2JR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1jFL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cOMQA&#10;AADcAAAADwAAAGRycy9kb3ducmV2LnhtbESPT2vCQBTE7wW/w/IEb3VjxRqiq9iiIu2p/rk/ss8k&#10;mH2bZte4fntXKPQ4zPxmmPkymFp01LrKsoLRMAFBnFtdcaHgeNi8piCcR9ZYWyYFd3KwXPRe5php&#10;e+Mf6va+ELGEXYYKSu+bTEqXl2TQDW1DHL2zbQ36KNtC6hZvsdzU8i1J3qXBiuNCiQ19lpRf9lej&#10;YPw1+d3qj2Ld1enWfe/Om1CFk1KDfljNQHgK/j/8R+905NIpPM/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AHDj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LkQ8EA&#10;AADcAAAADwAAAGRycy9kb3ducmV2LnhtbERPz2vCMBS+D/Y/hCd4W9NOcLUzFpkIwvBg9bDjo3k2&#10;xealNFmt/705DHb8+H6vy8l2YqTBt44VZEkKgrh2uuVGweW8f8tB+ICssXNMCh7kody8vqyx0O7O&#10;Jxqr0IgYwr5ABSaEvpDS14Ys+sT1xJG7usFiiHBopB7wHsNtJ9/TdCktthwbDPb0Zai+Vb9Wwc/q&#10;uMoms0u/x4/tIdSMeBuXSs1n0/YTRKAp/Iv/3AetYJHHtfFMPAJy8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S5EPBAAAA3A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otw8UA&#10;AADcAAAADwAAAGRycy9kb3ducmV2LnhtbESPT4vCMBTE74LfITzBm6ZWEK1GWRZcvHjw367HR/Ns&#10;6zYvtYna3U9vBMHjMDO/YWaLxpTiRrUrLCsY9CMQxKnVBWcK9rtlbwzCeWSNpWVS8EcOFvN2a4aJ&#10;tnfe0G3rMxEg7BJUkHtfJVK6NCeDrm8r4uCdbG3QB1lnUtd4D3BTyjiKRtJgwWEhx4o+c0p/t1ej&#10;4Gew/p9Uw+YQH/1ldY6/Lunye6RUt9N8TEF4avw7/GqvtILheALPM+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Si3DxQAAANw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d1v8AA&#10;AADcAAAADwAAAGRycy9kb3ducmV2LnhtbERP3WrCMBS+H/gO4QjezVQd/lSjFMfAsSurD3Bojm21&#10;OQlJZru3Xy4Gu/z4/neHwXTiST60lhXMphkI4srqlmsF18vH6xpEiMgaO8uk4IcCHPajlx3m2vZ8&#10;pmcZa5FCOOSooInR5VKGqiGDYWodceJu1huMCfpaao99CjednGfZUhpsOTU06OjYUPUov40C9G71&#10;7krZn5f3LzzdPwt6s4VSk/FQbEFEGuK/+M990goWmzQ/nUlHQO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Kd1v8AAAADc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GDg8cA&#10;AADcAAAADwAAAGRycy9kb3ducmV2LnhtbESPT2vCQBTE70K/w/IEb7pRodroKv5pQDSX2nrw9sg+&#10;k9Ds25BdNe2nd4VCj8PM/IaZL1tTiRs1rrSsYDiIQBBnVpecK/j6TPpTEM4ja6wsk4IfcrBcvHTm&#10;GGt75w+6HX0uAoRdjAoK7+tYSpcVZNANbE0cvIttDPogm1zqBu8Bbio5iqJXabDksFBgTZuCsu/j&#10;1ShIk7ROD/w+PW+v6/F593ua8D5RqtdtVzMQnlr/H/5r77SC8dsQnmfCEZCL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7Rg4PHAAAA3A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B8eMYA&#10;AADcAAAADwAAAGRycy9kb3ducmV2LnhtbESP3WoCMRSE74W+QzhC7zSrBamrUUSQtlAL/oBeHjfH&#10;3cXNyZrEdfv2plDwcpiZb5jpvDWVaMj50rKCQT8BQZxZXXKuYL9b9d5B+ICssbJMCn7Jw3z20pli&#10;qu2dN9RsQy4ihH2KCooQ6lRKnxVk0PdtTRy9s3UGQ5Qul9rhPcJNJYdJMpIGS44LBda0LCi7bG9G&#10;wc91dPtuDsePk2tX9bX6Wq71uFTqtdsuJiACteEZ/m9/agVv4yH8nYlH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B8eM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k1hsQA&#10;AADcAAAADwAAAGRycy9kb3ducmV2LnhtbESP3WoCMRSE7wu+QziCdzWrYm23RhHBH0QQtz7AYXPc&#10;LG5Olk3U1ac3hUIvh5n5hpnOW1uJGzW+dKxg0E9AEOdOl1woOP2s3j9B+ICssXJMCh7kYT7rvE0x&#10;1e7OR7ploRARwj5FBSaEOpXS54Ys+r6riaN3do3FEGVTSN3gPcJtJYdJ8iEtlhwXDNa0NJRfsqtV&#10;wIlcHfZ5peX6eZrsNibbja+ZUr1uu/gGEagN/+G/9lYrGH2N4PdMP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5NYbEAAAA3A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NfTsYA&#10;AADcAAAADwAAAGRycy9kb3ducmV2LnhtbESPT2vCQBTE74V+h+UVequb+qfE6CrWKqi3RkG8PbLP&#10;JDT7NmS3Gv30riB4HGbmN8x42ppKnKhxpWUFn50IBHFmdcm5gt12+RGDcB5ZY2WZFFzIwXTy+jLG&#10;RNsz/9Ip9bkIEHYJKii8rxMpXVaQQdexNXHwjrYx6INscqkbPAe4qWQ3ir6kwZLDQoE1zQvK/tJ/&#10;oyA9Hg76mxf9dTxw882mdx3ulz9Kvb+1sxEIT61/hh/tlVbQG/bhfiYcATm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NfTsYAAADc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QuUcUA&#10;AADcAAAADwAAAGRycy9kb3ducmV2LnhtbESPwWrDMBBE74H+g9hCb7HcmIbWjRJCSKGHHBrHH7BY&#10;G8uptXItxXb/PioUchxm5g2z2ky2FQP1vnGs4DlJQRBXTjdcKyhPH/NXED4ga2wdk4Jf8rBZP8xW&#10;mGs38pGGItQiQtjnqMCE0OVS+sqQRZ+4jjh6Z9dbDFH2tdQ9jhFuW7lI06W02HBcMNjRzlD1XVyt&#10;gkW5vezOX9nh8pOlvLdm2l+PRqmnx2n7DiLQFO7h//anVpC9vcDfmXg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xC5RxQAAANw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aVpMcA&#10;AADcAAAADwAAAGRycy9kb3ducmV2LnhtbESPT2vCQBTE74V+h+UJ3urGv2iaVWqh4KWgtod6e8m+&#10;JsHs23R3q6mf3hWEHoeZ+Q2TrTrTiBM5X1tWMBwkIIgLq2suFXx+vD3NQfiArLGxTAr+yMNq+fiQ&#10;YartmXd02odSRAj7FBVUIbSplL6oyKAf2JY4et/WGQxRulJqh+cIN40cJclMGqw5LlTY0mtFxXH/&#10;axSsF/P1z3bC75ddfqDDV36cjlyiVL/XvTyDCNSF//C9vdEKxosZ3M7E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GlaTHAAAA3AAAAA8AAAAAAAAAAAAAAAAAmAIAAGRy&#10;cy9kb3ducmV2LnhtbFBLBQYAAAAABAAEAPUAAACMAwAAAAA=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GGrMYA&#10;AADcAAAADwAAAGRycy9kb3ducmV2LnhtbESPQWvCQBSE7wX/w/IEL8Vs0pYYo6tIUWi9iLaFHh/Z&#10;ZxLMvg3ZNab/vlsoeBxm5htmuR5MI3rqXG1ZQRLFIIgLq2suFXx+7KYZCOeRNTaWScEPOVivRg9L&#10;zLW98ZH6ky9FgLDLUUHlfZtL6YqKDLrItsTBO9vOoA+yK6Xu8BbgppFPcZxKgzWHhQpbeq2ouJyu&#10;RsFeFv3j+wslh7L/vmwP2ZdJj4lSk/GwWYDwNPh7+L/9phU8z2fwdyYc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GGrMYAAADcAAAADwAAAAAAAAAAAAAAAACYAgAAZHJz&#10;L2Rvd25yZXYueG1sUEsFBgAAAAAEAAQA9QAAAIsDAAAAAA=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s5ocEA&#10;AADcAAAADwAAAGRycy9kb3ducmV2LnhtbERP22rCQBB9F/yHZQq+6aaKRaOriLRQoVC8fMCwO01C&#10;s7MhO5rUr3cfhD4ezn297X2tbtTGKrCB10kGitgGV3Fh4HL+GC9ARUF2WAcmA38UYbsZDtaYu9Dx&#10;kW4nKVQK4ZijgVKkybWOtiSPcRIa4sT9hNajJNgW2rXYpXBf62mWvWmPFaeGEhval2R/T1dvYHq1&#10;Yv3ycP96v8j8+9x02XyxM2b00u9WoIR6+Rc/3Z/OwGyZ1qYz6Qjo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7LOaHBAAAA3AAAAA8AAAAAAAAAAAAAAAAAmAIAAGRycy9kb3du&#10;cmV2LnhtbFBLBQYAAAAABAAEAPUAAACG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LkosYA&#10;AADcAAAADwAAAGRycy9kb3ducmV2LnhtbESPQWsCMRSE7wX/Q3iF3mq2CqJboxTR0sLaRdtLb4/k&#10;uVm6eVk2Udd/bwShx2FmvmHmy9414kRdqD0reBlmIIi1NzVXCn6+N89TECEiG2w8k4ILBVguBg9z&#10;zI0/845O+1iJBOGQowIbY5tLGbQlh2HoW+LkHXznMCbZVdJ0eE5w18hRlk2kw5rTgsWWVpb03/7o&#10;FOj3cbH+LH6tPo7KbVV/lYXbHZR6euzfXkFE6uN/+N7+MArGsxnczqQj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LkosYAAADc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P0DsAA&#10;AADcAAAADwAAAGRycy9kb3ducmV2LnhtbERPy4rCMBTdC/5DuAPuNFFEpGMqgyCMG8EXurw0d9rS&#10;5qY0mbb69WYxMMvDeW+2g61FR60vHWuYzxQI4syZknMN18t+ugbhA7LB2jFpeJKHbToebTAxrucT&#10;deeQixjCPkENRQhNIqXPCrLoZ64hjtyPay2GCNtcmhb7GG5ruVBqJS2WHBsKbGhXUFadf62Gxr5u&#10;18fh2Kn5HRem33FfrVjrycfw9Qki0BD+xX/ub6NhqeL8eCYeAZm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DP0DsAAAADcAAAADwAAAAAAAAAAAAAAAACYAgAAZHJzL2Rvd25y&#10;ZXYueG1sUEsFBgAAAAAEAAQA9QAAAIU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GhhMQA&#10;AADcAAAADwAAAGRycy9kb3ducmV2LnhtbESPQWvCQBSE7wX/w/IEb3UTKdKmriJCSk6CphC9PbKv&#10;STD7NmRXE/31bqHQ4zDzzTCrzWhacaPeNZYVxPMIBHFpdcOVgu88fX0H4TyyxtYyKbiTg8168rLC&#10;RNuBD3Q7+kqEEnYJKqi97xIpXVmTQTe3HXHwfmxv0AfZV1L3OIRy08pFFC2lwYbDQo0d7WoqL8er&#10;UfB2+tjmBZ0fl+LLFjLL93afXpWaTcftJwhPo/8P/9GZDlwUw++ZcATk+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hoYTEAAAA3A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fausUA&#10;AADcAAAADwAAAGRycy9kb3ducmV2LnhtbESPQWvCQBSE7wX/w/IEb3VjLEFSVxGlUCkIVaHXZ/Y1&#10;SZN9G3e3Gv99Vyh4HGbmG2a+7E0rLuR8bVnBZJyAIC6srrlUcDy8Pc9A+ICssbVMCm7kYbkYPM0x&#10;1/bKn3TZh1JECPscFVQhdLmUvqjIoB/bjjh639YZDFG6UmqH1wg3rUyTJJMGa44LFXa0rqho9r9G&#10;wXm6aXbu9PVz+tjObllTnFO5zZQaDfvVK4hAfXiE/9vvWsFLksL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19q6xQAAANw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Fu3sYA&#10;AADcAAAADwAAAGRycy9kb3ducmV2LnhtbESPT2sCMRTE70K/Q3hCb5porejWKLVQ6EWofw56e25e&#10;dxc3L9sk1a2fvhEKHoeZ+Q0zW7S2FmfyoXKsYdBXIIhzZyouNOy2770JiBCRDdaOScMvBVjMHzoz&#10;zIy78JrOm1iIBOGQoYYyxiaTMuQlWQx91xAn78t5izFJX0jj8ZLgtpZDpcbSYsVpocSG3krKT5sf&#10;q2E5nSy/P0e8uq6PBzrsj6fnoVdaP3bb1xcQkdp4D/+3P4yGkXqC25l0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Fu3sYAAADc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gUT8UA&#10;AADcAAAADwAAAGRycy9kb3ducmV2LnhtbESP0WoCMRRE3wv9h3CFvhRNFCntapQiLbS4sFT9gOvm&#10;uruY3CxJqtu/b4RCH4eZOcMs14Oz4kIhdp41TCcKBHHtTceNhsP+ffwMIiZkg9YzafihCOvV/d0S&#10;C+Ov/EWXXWpEhnAsUEObUl9IGeuWHMaJ74mzd/LBYcoyNNIEvGa4s3Km1JN02HFeaLGnTUv1efft&#10;NLzNjqE64tbWat/Y8rMqH1+qUuuH0fC6AJFoSP/hv/aH0TBXc7idy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6BRPxQAAANw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VnbMUA&#10;AADcAAAADwAAAGRycy9kb3ducmV2LnhtbESPT2sCMRTE7wW/Q3iCt5qttaKrUWxhQRDq34PH5+Z1&#10;s7h52W6ibr99Uyh4HGbmN8xs0dpK3KjxpWMFL/0EBHHudMmFguMhex6D8AFZY+WYFPyQh8W88zTD&#10;VLs77+i2D4WIEPYpKjAh1KmUPjdk0fddTRy9L9dYDFE2hdQN3iPcVnKQJCNpseS4YLCmD0P5ZX+1&#10;CqzE07kYZfnn8nW9WU/K9+13ZpTqddvlFESgNjzC/+2VVjBM3uDvTDw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ZWdsxQAAANw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3023BB" w:rsidRPr="00346F17" w:rsidRDefault="003023BB" w:rsidP="00302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023BB" w:rsidRPr="00346F17" w:rsidRDefault="003023BB" w:rsidP="003023BB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3023BB" w:rsidRPr="00346F17" w:rsidRDefault="003023BB" w:rsidP="00302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46F17">
        <w:rPr>
          <w:rFonts w:ascii="Times New Roman" w:hAnsi="Times New Roman"/>
          <w:b/>
          <w:sz w:val="24"/>
          <w:szCs w:val="24"/>
        </w:rPr>
        <w:t>У К Р А Ї Н А</w:t>
      </w:r>
    </w:p>
    <w:p w:rsidR="003023BB" w:rsidRPr="00346F17" w:rsidRDefault="003023BB" w:rsidP="00302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46F17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3023BB" w:rsidRPr="00346F17" w:rsidRDefault="003023BB" w:rsidP="00302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46F17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3023BB" w:rsidRPr="00346F17" w:rsidRDefault="003023BB" w:rsidP="00302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6F17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3023BB" w:rsidRPr="00346F17" w:rsidRDefault="003023BB" w:rsidP="00302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23BB" w:rsidRPr="00346F17" w:rsidRDefault="003023BB" w:rsidP="00302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6F17"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3023BB" w:rsidRPr="00346F17" w:rsidRDefault="003023BB" w:rsidP="00302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23BB" w:rsidRPr="00346F17" w:rsidRDefault="003023BB" w:rsidP="00302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6F17">
        <w:rPr>
          <w:rFonts w:ascii="Times New Roman" w:hAnsi="Times New Roman"/>
          <w:b/>
          <w:sz w:val="24"/>
          <w:szCs w:val="24"/>
        </w:rPr>
        <w:t>РІШЕННЯ</w:t>
      </w:r>
    </w:p>
    <w:p w:rsidR="003023BB" w:rsidRPr="00346F17" w:rsidRDefault="003023BB" w:rsidP="00302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023BB" w:rsidRPr="00346F17" w:rsidRDefault="003023BB" w:rsidP="00302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346F17">
        <w:rPr>
          <w:rFonts w:ascii="Times New Roman" w:hAnsi="Times New Roman"/>
          <w:sz w:val="24"/>
          <w:szCs w:val="24"/>
        </w:rPr>
        <w:t xml:space="preserve">19.08.2021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F17">
        <w:rPr>
          <w:rFonts w:ascii="Times New Roman" w:hAnsi="Times New Roman"/>
          <w:sz w:val="24"/>
          <w:szCs w:val="24"/>
        </w:rPr>
        <w:t xml:space="preserve">            Крупець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F17">
        <w:rPr>
          <w:rFonts w:ascii="Times New Roman" w:hAnsi="Times New Roman"/>
          <w:sz w:val="24"/>
          <w:szCs w:val="24"/>
        </w:rPr>
        <w:t xml:space="preserve">                                           №</w:t>
      </w:r>
      <w:r w:rsidRPr="00FC2C4A">
        <w:rPr>
          <w:rFonts w:ascii="Times New Roman" w:hAnsi="Times New Roman"/>
          <w:sz w:val="24"/>
          <w:szCs w:val="24"/>
          <w:lang w:val="ru-RU"/>
        </w:rPr>
        <w:t>74</w:t>
      </w:r>
    </w:p>
    <w:p w:rsidR="003023BB" w:rsidRDefault="003023BB" w:rsidP="003023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23BB" w:rsidRDefault="003023BB" w:rsidP="003023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23BB" w:rsidRPr="00346F17" w:rsidRDefault="003023BB" w:rsidP="00302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  <w:bookmarkStart w:id="0" w:name="_Hlk80200916"/>
      <w:r w:rsidRPr="00346F17">
        <w:rPr>
          <w:rFonts w:ascii="Times New Roman" w:hAnsi="Times New Roman"/>
          <w:b/>
          <w:sz w:val="24"/>
          <w:szCs w:val="24"/>
        </w:rPr>
        <w:t xml:space="preserve">Про упорядкування поштових адрес </w:t>
      </w:r>
    </w:p>
    <w:p w:rsidR="003023BB" w:rsidRPr="00346F17" w:rsidRDefault="003023BB" w:rsidP="00302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bookmarkEnd w:id="0"/>
    <w:p w:rsidR="003023BB" w:rsidRPr="00346F17" w:rsidRDefault="003023BB" w:rsidP="003023BB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346F17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статтею 37 Закону України «Про місцеве самоврядування в Україні», Закону України «Про регулювання містобудівної діяльності», з метою упорядкування поштових адрес у с. </w:t>
      </w:r>
      <w:proofErr w:type="spellStart"/>
      <w:r w:rsidRPr="00346F17">
        <w:rPr>
          <w:rFonts w:ascii="Times New Roman" w:hAnsi="Times New Roman" w:cs="Times New Roman"/>
          <w:sz w:val="24"/>
          <w:szCs w:val="24"/>
          <w:lang w:val="uk-UA"/>
        </w:rPr>
        <w:t>Колом’є</w:t>
      </w:r>
      <w:proofErr w:type="spellEnd"/>
      <w:r w:rsidRPr="00346F17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звернення </w:t>
      </w:r>
      <w:proofErr w:type="spellStart"/>
      <w:r w:rsidRPr="00346F17">
        <w:rPr>
          <w:rFonts w:ascii="Times New Roman" w:hAnsi="Times New Roman" w:cs="Times New Roman"/>
          <w:sz w:val="24"/>
          <w:szCs w:val="24"/>
          <w:lang w:val="uk-UA"/>
        </w:rPr>
        <w:t>Похилінської</w:t>
      </w:r>
      <w:proofErr w:type="spellEnd"/>
      <w:r w:rsidRPr="00346F17">
        <w:rPr>
          <w:rFonts w:ascii="Times New Roman" w:hAnsi="Times New Roman" w:cs="Times New Roman"/>
          <w:sz w:val="24"/>
          <w:szCs w:val="24"/>
          <w:lang w:val="uk-UA"/>
        </w:rPr>
        <w:t xml:space="preserve"> Оксани Петрівни від 17.08.2021р., виконавчий комітет сільської ради </w:t>
      </w:r>
    </w:p>
    <w:p w:rsidR="003023BB" w:rsidRDefault="003023BB" w:rsidP="003023BB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3023BB" w:rsidRPr="00346F17" w:rsidRDefault="003023BB" w:rsidP="003023BB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346F17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3023BB" w:rsidRPr="00346F17" w:rsidRDefault="003023BB" w:rsidP="003023BB">
      <w:pPr>
        <w:pStyle w:val="HTML"/>
        <w:numPr>
          <w:ilvl w:val="0"/>
          <w:numId w:val="12"/>
        </w:numPr>
        <w:shd w:val="clear" w:color="auto" w:fill="FFFFFF"/>
        <w:spacing w:line="276" w:lineRule="auto"/>
        <w:ind w:left="-142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346F17">
        <w:rPr>
          <w:rFonts w:ascii="Times New Roman" w:hAnsi="Times New Roman" w:cs="Times New Roman"/>
          <w:sz w:val="24"/>
          <w:szCs w:val="24"/>
          <w:lang w:val="uk-UA"/>
        </w:rPr>
        <w:t xml:space="preserve">Упорядкувати поштову адресу нежитлової будівлі – будівлі магазину «Світанок» загальною площею 59,6 </w:t>
      </w:r>
      <w:proofErr w:type="spellStart"/>
      <w:r w:rsidRPr="00346F17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346F17">
        <w:rPr>
          <w:rFonts w:ascii="Times New Roman" w:hAnsi="Times New Roman" w:cs="Times New Roman"/>
          <w:sz w:val="24"/>
          <w:szCs w:val="24"/>
          <w:lang w:val="uk-UA"/>
        </w:rPr>
        <w:t xml:space="preserve">., що перебуває у приватній власності </w:t>
      </w:r>
      <w:proofErr w:type="spellStart"/>
      <w:r w:rsidRPr="00346F17">
        <w:rPr>
          <w:rFonts w:ascii="Times New Roman" w:hAnsi="Times New Roman" w:cs="Times New Roman"/>
          <w:sz w:val="24"/>
          <w:szCs w:val="24"/>
          <w:lang w:val="uk-UA"/>
        </w:rPr>
        <w:t>Похилінської</w:t>
      </w:r>
      <w:proofErr w:type="spellEnd"/>
      <w:r w:rsidRPr="00346F17">
        <w:rPr>
          <w:rFonts w:ascii="Times New Roman" w:hAnsi="Times New Roman" w:cs="Times New Roman"/>
          <w:sz w:val="24"/>
          <w:szCs w:val="24"/>
          <w:lang w:val="uk-UA"/>
        </w:rPr>
        <w:t xml:space="preserve"> Оксани Петрівни на підставі Свідоцтва про право власності від 15.07.2009р., виданого Виконавчим комітетом Полянської сільської ради </w:t>
      </w:r>
      <w:proofErr w:type="spellStart"/>
      <w:r w:rsidRPr="00346F17">
        <w:rPr>
          <w:rFonts w:ascii="Times New Roman" w:hAnsi="Times New Roman" w:cs="Times New Roman"/>
          <w:sz w:val="24"/>
          <w:szCs w:val="24"/>
          <w:lang w:val="uk-UA"/>
        </w:rPr>
        <w:t>Славутського</w:t>
      </w:r>
      <w:proofErr w:type="spellEnd"/>
      <w:r w:rsidRPr="00346F17">
        <w:rPr>
          <w:rFonts w:ascii="Times New Roman" w:hAnsi="Times New Roman" w:cs="Times New Roman"/>
          <w:sz w:val="24"/>
          <w:szCs w:val="24"/>
          <w:lang w:val="uk-UA"/>
        </w:rPr>
        <w:t xml:space="preserve"> району, а саме:</w:t>
      </w:r>
    </w:p>
    <w:p w:rsidR="003023BB" w:rsidRPr="00346F17" w:rsidRDefault="003023BB" w:rsidP="003023BB">
      <w:pPr>
        <w:pStyle w:val="HTML"/>
        <w:shd w:val="clear" w:color="auto" w:fill="FFFFFF"/>
        <w:spacing w:line="276" w:lineRule="auto"/>
        <w:ind w:left="425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023BB" w:rsidRPr="00346F17" w:rsidTr="007816D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3BB" w:rsidRPr="00346F17" w:rsidRDefault="003023BB" w:rsidP="007816DC">
            <w:pPr>
              <w:pStyle w:val="HTML"/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6F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Попередня адреса: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3BB" w:rsidRPr="00346F17" w:rsidRDefault="003023BB" w:rsidP="007816DC">
            <w:pPr>
              <w:pStyle w:val="HTML"/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6F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 адреса:</w:t>
            </w:r>
          </w:p>
        </w:tc>
      </w:tr>
      <w:tr w:rsidR="003023BB" w:rsidRPr="00346F17" w:rsidTr="007816D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3BB" w:rsidRPr="00346F17" w:rsidRDefault="003023BB" w:rsidP="007816DC">
            <w:pPr>
              <w:pStyle w:val="HTML"/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6F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Хмельницька область, </w:t>
            </w:r>
            <w:proofErr w:type="spellStart"/>
            <w:r w:rsidRPr="00346F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Славутський</w:t>
            </w:r>
            <w:proofErr w:type="spellEnd"/>
            <w:r w:rsidRPr="00346F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 w:rsidRPr="00346F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Колом’є</w:t>
            </w:r>
            <w:proofErr w:type="spellEnd"/>
            <w:r w:rsidRPr="00346F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Миру, 109 «А»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3BB" w:rsidRPr="00346F17" w:rsidRDefault="003023BB" w:rsidP="007816DC">
            <w:pPr>
              <w:pStyle w:val="HTML"/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6F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Хмельницька область, </w:t>
            </w:r>
            <w:proofErr w:type="spellStart"/>
            <w:r w:rsidRPr="00346F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Шепетівський</w:t>
            </w:r>
            <w:proofErr w:type="spellEnd"/>
            <w:r w:rsidRPr="00346F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 w:rsidRPr="00346F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Колом’є</w:t>
            </w:r>
            <w:proofErr w:type="spellEnd"/>
            <w:r w:rsidRPr="00346F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Миру, 110</w:t>
            </w:r>
          </w:p>
        </w:tc>
      </w:tr>
    </w:tbl>
    <w:p w:rsidR="003023BB" w:rsidRPr="00346F17" w:rsidRDefault="003023BB" w:rsidP="003023BB">
      <w:pPr>
        <w:pStyle w:val="HTML"/>
        <w:shd w:val="clear" w:color="auto" w:fill="FFFFFF"/>
        <w:spacing w:line="276" w:lineRule="auto"/>
        <w:ind w:left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3023BB" w:rsidRPr="00346F17" w:rsidRDefault="003023BB" w:rsidP="003023BB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346F17">
        <w:rPr>
          <w:rFonts w:ascii="Times New Roman" w:hAnsi="Times New Roman" w:cs="Times New Roman"/>
          <w:sz w:val="24"/>
          <w:szCs w:val="24"/>
          <w:lang w:val="uk-UA"/>
        </w:rPr>
        <w:t xml:space="preserve">2. Визнати таким, що втратило чинність рішення виконавчого комітету </w:t>
      </w:r>
      <w:proofErr w:type="spellStart"/>
      <w:r w:rsidRPr="00346F17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346F1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від 29.03.2021р. №22 «Про упорядкування поштових адрес».</w:t>
      </w:r>
    </w:p>
    <w:p w:rsidR="003023BB" w:rsidRPr="00346F17" w:rsidRDefault="003023BB" w:rsidP="003023BB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346F17">
        <w:rPr>
          <w:rFonts w:ascii="Times New Roman" w:hAnsi="Times New Roman" w:cs="Times New Roman"/>
          <w:sz w:val="24"/>
          <w:szCs w:val="24"/>
          <w:lang w:val="uk-UA"/>
        </w:rPr>
        <w:t xml:space="preserve">3. Контроль за виконанням цього рішення покласти на начальника відділу комунальної власності, охорони навколишнього середовища та земельних відносин Т.В.Денисюк та старосту Полянського </w:t>
      </w:r>
      <w:proofErr w:type="spellStart"/>
      <w:r w:rsidRPr="00346F17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346F17">
        <w:rPr>
          <w:rFonts w:ascii="Times New Roman" w:hAnsi="Times New Roman" w:cs="Times New Roman"/>
          <w:sz w:val="24"/>
          <w:szCs w:val="24"/>
          <w:lang w:val="uk-UA"/>
        </w:rPr>
        <w:t xml:space="preserve"> округу К.В.</w:t>
      </w:r>
      <w:proofErr w:type="spellStart"/>
      <w:r w:rsidRPr="00346F17">
        <w:rPr>
          <w:rFonts w:ascii="Times New Roman" w:hAnsi="Times New Roman" w:cs="Times New Roman"/>
          <w:sz w:val="24"/>
          <w:szCs w:val="24"/>
          <w:lang w:val="uk-UA"/>
        </w:rPr>
        <w:t>Шатковського</w:t>
      </w:r>
      <w:proofErr w:type="spellEnd"/>
      <w:r w:rsidRPr="00346F1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023BB" w:rsidRPr="00346F17" w:rsidRDefault="003023BB" w:rsidP="003023BB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3023BB" w:rsidRPr="00346F17" w:rsidRDefault="003023BB" w:rsidP="003023BB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3023BB" w:rsidRPr="00346F17" w:rsidRDefault="003023BB" w:rsidP="003023BB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3023BB" w:rsidRPr="00012FA3" w:rsidRDefault="003023BB" w:rsidP="003023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lastRenderedPageBreak/>
        <w:t>Заступник сільського голови</w:t>
      </w:r>
    </w:p>
    <w:p w:rsidR="003023BB" w:rsidRPr="00012FA3" w:rsidRDefault="003023BB" w:rsidP="003023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з питань діяльності </w:t>
      </w:r>
    </w:p>
    <w:p w:rsidR="003023BB" w:rsidRPr="00012FA3" w:rsidRDefault="003023BB" w:rsidP="003023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виконавчих органів ради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12FA3">
        <w:rPr>
          <w:rFonts w:ascii="Times New Roman" w:hAnsi="Times New Roman" w:cs="Times New Roman"/>
          <w:sz w:val="24"/>
          <w:szCs w:val="24"/>
        </w:rPr>
        <w:t xml:space="preserve">                          Любов ЛІПСЬКА</w:t>
      </w:r>
    </w:p>
    <w:p w:rsidR="002273E9" w:rsidRDefault="002273E9">
      <w:bookmarkStart w:id="1" w:name="_GoBack"/>
      <w:bookmarkEnd w:id="1"/>
    </w:p>
    <w:sectPr w:rsidR="002273E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CD0" w:rsidRDefault="005C5CD0">
      <w:pPr>
        <w:spacing w:after="0" w:line="240" w:lineRule="auto"/>
      </w:pPr>
      <w:r>
        <w:separator/>
      </w:r>
    </w:p>
  </w:endnote>
  <w:endnote w:type="continuationSeparator" w:id="0">
    <w:p w:rsidR="005C5CD0" w:rsidRDefault="005C5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CD0" w:rsidRDefault="005C5CD0">
      <w:pPr>
        <w:spacing w:after="0" w:line="240" w:lineRule="auto"/>
      </w:pPr>
      <w:r>
        <w:separator/>
      </w:r>
    </w:p>
  </w:footnote>
  <w:footnote w:type="continuationSeparator" w:id="0">
    <w:p w:rsidR="005C5CD0" w:rsidRDefault="005C5C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15BD1BA6"/>
    <w:multiLevelType w:val="hybridMultilevel"/>
    <w:tmpl w:val="492EDC6C"/>
    <w:lvl w:ilvl="0" w:tplc="C950B8D4">
      <w:start w:val="1"/>
      <w:numFmt w:val="decimal"/>
      <w:lvlText w:val="%1."/>
      <w:lvlJc w:val="left"/>
      <w:pPr>
        <w:ind w:left="1392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BB"/>
    <w:rsid w:val="002273E9"/>
    <w:rsid w:val="003023BB"/>
    <w:rsid w:val="005C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3BB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styleId="HTML">
    <w:name w:val="HTML Preformatted"/>
    <w:aliases w:val="Знак2, Знак2"/>
    <w:basedOn w:val="a"/>
    <w:link w:val="HTML0"/>
    <w:unhideWhenUsed/>
    <w:rsid w:val="003023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023BB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3BB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styleId="HTML">
    <w:name w:val="HTML Preformatted"/>
    <w:aliases w:val="Знак2, Знак2"/>
    <w:basedOn w:val="a"/>
    <w:link w:val="HTML0"/>
    <w:unhideWhenUsed/>
    <w:rsid w:val="003023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023B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2021-09-29T04:13:00Z</dcterms:created>
  <dcterms:modified xsi:type="dcterms:W3CDTF">2021-09-29T04:13:00Z</dcterms:modified>
</cp:coreProperties>
</file>