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F8" w:rsidRDefault="00F331F8" w:rsidP="00F331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331F8" w:rsidRDefault="00F331F8" w:rsidP="00F331F8"/>
    <w:p w:rsidR="00F331F8" w:rsidRDefault="00F331F8" w:rsidP="00F331F8"/>
    <w:p w:rsidR="00F331F8" w:rsidRDefault="00F331F8" w:rsidP="00F33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331F8" w:rsidRDefault="00F331F8" w:rsidP="00F33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331F8" w:rsidRDefault="00F331F8" w:rsidP="00F33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331F8" w:rsidRDefault="00F331F8" w:rsidP="00F33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331F8" w:rsidRDefault="00F331F8" w:rsidP="00F33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1F8" w:rsidRDefault="00F331F8" w:rsidP="00F33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331F8" w:rsidRDefault="00F331F8" w:rsidP="00F331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31F8" w:rsidRDefault="00F331F8" w:rsidP="00F331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31F8" w:rsidRDefault="00F331F8" w:rsidP="00F331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31F8" w:rsidRDefault="00F331F8" w:rsidP="00F33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№124</w:t>
      </w:r>
    </w:p>
    <w:p w:rsidR="00F331F8" w:rsidRDefault="00F331F8" w:rsidP="00F331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31F8" w:rsidRPr="006A5B10" w:rsidRDefault="00F331F8" w:rsidP="00F331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6A5B1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F331F8" w:rsidRPr="006A5B10" w:rsidRDefault="00F331F8" w:rsidP="00F331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>№29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24.04.2020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року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31F8" w:rsidRPr="006A5B10" w:rsidRDefault="00F331F8" w:rsidP="00F331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F331F8" w:rsidRPr="006A5B10" w:rsidRDefault="00F331F8" w:rsidP="00F331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1F8" w:rsidRPr="006A5B10" w:rsidRDefault="00F331F8" w:rsidP="00F33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Н.Я., Леонова Н.В.,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В.Я.,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F331F8" w:rsidRPr="006A5B10" w:rsidRDefault="00F331F8" w:rsidP="00F33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>ВИРІШИЛА:</w:t>
      </w:r>
    </w:p>
    <w:p w:rsidR="00F331F8" w:rsidRPr="006A5B10" w:rsidRDefault="00F331F8" w:rsidP="00F33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 1.Внести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№29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24.04.2020 року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Н.Я., Леонова Н.В.,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В.Я. »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словами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п.1, 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331F8" w:rsidRPr="006A5B10" w:rsidRDefault="00F331F8" w:rsidP="00F331F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A5B1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передати:Поліщук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Яковлівні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r w:rsidR="00565229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65229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6A5B1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⅙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0,3264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га;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A5B1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вул.Г.Охман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57,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2155623521,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>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0,3264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га, 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Леоновій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вул.Г.Охман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, 57,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3150519583,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 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0,3264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номер: 6823984000:03:018:0140), для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район,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рада. </w:t>
      </w:r>
      <w:proofErr w:type="gramEnd"/>
    </w:p>
    <w:p w:rsidR="00F331F8" w:rsidRPr="006A5B10" w:rsidRDefault="00F331F8" w:rsidP="00F33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lastRenderedPageBreak/>
        <w:t xml:space="preserve">          2.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F331F8" w:rsidRPr="006A5B10" w:rsidRDefault="00F331F8" w:rsidP="00F33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1F8" w:rsidRDefault="00F331F8" w:rsidP="00F331F8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  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5228C" w:rsidRDefault="0035228C"/>
    <w:sectPr w:rsidR="003522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F8"/>
    <w:rsid w:val="00171A2E"/>
    <w:rsid w:val="00304C90"/>
    <w:rsid w:val="0035228C"/>
    <w:rsid w:val="00505B6D"/>
    <w:rsid w:val="00565229"/>
    <w:rsid w:val="006D3977"/>
    <w:rsid w:val="007D6C18"/>
    <w:rsid w:val="00D1641A"/>
    <w:rsid w:val="00F3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2020-07-02T12:23:00Z</dcterms:created>
  <dcterms:modified xsi:type="dcterms:W3CDTF">2020-07-02T13:36:00Z</dcterms:modified>
</cp:coreProperties>
</file>