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2C" w:rsidRDefault="00F92A2C" w:rsidP="00F92A2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A2C" w:rsidRDefault="00F92A2C" w:rsidP="00F92A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2A2C" w:rsidRDefault="00F92A2C" w:rsidP="00F92A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2A2C" w:rsidRDefault="00F92A2C" w:rsidP="00F92A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2A2C" w:rsidRDefault="00F92A2C" w:rsidP="00F92A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2A2C" w:rsidRDefault="00F92A2C" w:rsidP="00F92A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2A2C" w:rsidRDefault="00F92A2C" w:rsidP="00F92A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92A2C" w:rsidRDefault="00F92A2C" w:rsidP="00F92A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92A2C" w:rsidRDefault="00F92A2C" w:rsidP="00F92A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92A2C" w:rsidRDefault="00F92A2C" w:rsidP="00F92A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92A2C" w:rsidRDefault="00F92A2C" w:rsidP="00F92A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2A2C" w:rsidRDefault="00F92A2C" w:rsidP="00F92A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92A2C" w:rsidRDefault="00F92A2C" w:rsidP="00F92A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2A2C" w:rsidRDefault="00F92A2C" w:rsidP="00F92A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92A2C" w:rsidRDefault="00F92A2C" w:rsidP="00F92A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92A2C" w:rsidRDefault="00F92A2C" w:rsidP="00F92A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№32</w:t>
      </w:r>
    </w:p>
    <w:p w:rsidR="00F92A2C" w:rsidRPr="00DE6ED3" w:rsidRDefault="00F92A2C" w:rsidP="00F92A2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2A2C" w:rsidRPr="00DE6ED3" w:rsidRDefault="00F92A2C" w:rsidP="00F92A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92A2C" w:rsidRPr="00DE6ED3" w:rsidRDefault="00F92A2C" w:rsidP="00F92A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92A2C" w:rsidRPr="00DE6ED3" w:rsidRDefault="00F92A2C" w:rsidP="00F92A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92A2C" w:rsidRPr="00DE6ED3" w:rsidRDefault="00F92A2C" w:rsidP="00F92A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92A2C" w:rsidRPr="00DE6ED3" w:rsidRDefault="00F92A2C" w:rsidP="00F92A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Л.М.</w:t>
      </w:r>
    </w:p>
    <w:p w:rsidR="00F92A2C" w:rsidRPr="00DE6ED3" w:rsidRDefault="00F92A2C" w:rsidP="00F92A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2A2C" w:rsidRPr="00DE6ED3" w:rsidRDefault="00F92A2C" w:rsidP="00F92A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F92A2C" w:rsidRPr="00DE6ED3" w:rsidRDefault="00F92A2C" w:rsidP="00F92A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  <w:bookmarkStart w:id="0" w:name="_GoBack"/>
      <w:bookmarkEnd w:id="0"/>
    </w:p>
    <w:p w:rsidR="00F92A2C" w:rsidRPr="00DE6ED3" w:rsidRDefault="00F92A2C" w:rsidP="00F92A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Михайлівні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C6605A" w:rsidRPr="00C6605A">
        <w:rPr>
          <w:rFonts w:ascii="Times New Roman" w:eastAsia="Calibri" w:hAnsi="Times New Roman" w:cs="Times New Roman"/>
          <w:sz w:val="24"/>
        </w:rPr>
        <w:t>_____________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C6605A" w:rsidRPr="00C6605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</w:t>
      </w:r>
      <w:r w:rsidRPr="00DE6ED3">
        <w:rPr>
          <w:rFonts w:ascii="Times New Roman" w:eastAsia="Calibri" w:hAnsi="Times New Roman" w:cs="Times New Roman"/>
          <w:sz w:val="24"/>
        </w:rPr>
        <w:t>району</w:t>
      </w:r>
      <w:r>
        <w:rPr>
          <w:rFonts w:ascii="Times New Roman" w:eastAsia="Calibri" w:hAnsi="Times New Roman" w:cs="Times New Roman"/>
          <w:sz w:val="24"/>
        </w:rPr>
        <w:t>,</w:t>
      </w:r>
      <w:r w:rsidR="00C6605A" w:rsidRPr="00C6605A">
        <w:rPr>
          <w:rFonts w:ascii="Times New Roman" w:eastAsia="Calibri" w:hAnsi="Times New Roman" w:cs="Times New Roman"/>
          <w:sz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 га,  кадастровий номер: 6823982100:02:007:0016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DE6ED3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вулиця </w:t>
      </w:r>
      <w:r>
        <w:rPr>
          <w:rFonts w:ascii="Times New Roman" w:eastAsia="Calibri" w:hAnsi="Times New Roman" w:cs="Times New Roman"/>
          <w:sz w:val="24"/>
        </w:rPr>
        <w:t xml:space="preserve"> Миру,  16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92A2C" w:rsidRPr="00DE6ED3" w:rsidRDefault="00F92A2C" w:rsidP="00F92A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,посвідчити своє право  в  установленому  законом  порядку.</w:t>
      </w:r>
    </w:p>
    <w:p w:rsidR="00F92A2C" w:rsidRPr="00DE6ED3" w:rsidRDefault="00F92A2C" w:rsidP="00F92A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92A2C" w:rsidRPr="00DE6ED3" w:rsidRDefault="00F92A2C" w:rsidP="00F92A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2A2C" w:rsidRPr="00F92A2C" w:rsidRDefault="00F92A2C" w:rsidP="00F92A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4470FD" w:rsidRPr="00F92A2C" w:rsidRDefault="00F92A2C" w:rsidP="00F92A2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470FD" w:rsidRPr="00F92A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2C"/>
    <w:rsid w:val="00171A2E"/>
    <w:rsid w:val="00304C90"/>
    <w:rsid w:val="004470FD"/>
    <w:rsid w:val="00505B6D"/>
    <w:rsid w:val="006D3977"/>
    <w:rsid w:val="007D6C18"/>
    <w:rsid w:val="00C6605A"/>
    <w:rsid w:val="00D1641A"/>
    <w:rsid w:val="00F9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92A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92A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92A2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92A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92A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92A2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1174</Words>
  <Characters>670</Characters>
  <Application>Microsoft Office Word</Application>
  <DocSecurity>0</DocSecurity>
  <Lines>5</Lines>
  <Paragraphs>3</Paragraphs>
  <ScaleCrop>false</ScaleCrop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2021-03-30T13:05:00Z</dcterms:created>
  <dcterms:modified xsi:type="dcterms:W3CDTF">2021-03-31T06:13:00Z</dcterms:modified>
</cp:coreProperties>
</file>