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A63" w:rsidRPr="00B623A8" w:rsidRDefault="00265A63" w:rsidP="00265A6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60F24A" wp14:editId="4D3BC8A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8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8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5A63" w:rsidRDefault="00265A63" w:rsidP="00265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cfq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DDl1x+pdwAAQFkEAA4AAAAAAAAAAAAAAAAALgIAAGRycy9lMm9Eb2MueG1sUEsBAi0A&#10;FAAGAAgAAAAhALIdTJv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IcMUA&#10;AADdAAAADwAAAGRycy9kb3ducmV2LnhtbESPQWuDQBSE74X+h+UVemvWRjBis0ooTfAgBG1zf7gv&#10;KnXfirtN7L/vFgI5DjPzDbMtFjOKC81usKzgdRWBIG6tHrhT8PW5f0lBOI+scbRMCn7JQZE/Pmwx&#10;0/bKNV0a34kAYZehgt77KZPStT0ZdCs7EQfvbGeDPsi5k3rGa4CbUa6jKJEGBw4LPU703lP73fwY&#10;BTY+lNWpW9fxB288747p+bRUSj0/Lbs3EJ4Wfw/f2qVWEKdpAv9vw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Mh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6p5cgA&#10;AADdAAAADwAAAGRycy9kb3ducmV2LnhtbESPT2sCMRTE74V+h/AKXqRmW0G3W6OIsP3jQdAWen1s&#10;XjdbNy9LEnX10zeFgsdhZn7DzBa9bcWRfGgcK3gYZSCIK6cbrhV8fpT3OYgQkTW2jknBmQIs5rc3&#10;Myy0O/GWjrtYiwThUKACE2NXSBkqQxbDyHXEyft23mJM0tdSezwluG3lY5ZNpMWG04LBjlaGqv3u&#10;YBX8lBvztZpeXvzwaUuXYbl+bd8nSg3u+uUziEh9vIb/229awTjPp/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/qn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f6MEA&#10;AADdAAAADwAAAGRycy9kb3ducmV2LnhtbERPzWrCQBC+C32HZYRepG6sUELqKlK0iBcx+gBDdswG&#10;s7MhuzXp23cOQo8f3/9qM/pWPaiPTWADi3kGirgKtuHawPWyf8tBxYRssQ1MBn4pwmb9MllhYcPA&#10;Z3qUqVYSwrFAAy6lrtA6Vo48xnnoiIW7hd5jEtjX2vY4SLhv9XuWfWiPDUuDw46+HFX38sdLyWmJ&#10;p+NtuOy/Rxxwd3Q8256NeZ2O209Qicb0L366D9bAMs9lrryRJ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5X+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4v08YA&#10;AADdAAAADwAAAGRycy9kb3ducmV2LnhtbESPQUsDMRSE70L/Q3gFbzbbqnVdmxapClLwYBXE22Pz&#10;urt08xKSZ3f990YQPA4z8w2z2oyuVyeKqfNsYD4rQBHX3nbcGHh/e7ooQSVBtth7JgPflGCznpyt&#10;sLJ+4Fc67aVRGcKpQgOtSKi0TnVLDtPMB+LsHXx0KFnGRtuIQ4a7Xi+KYqkddpwXWgy0bak+7r+c&#10;gZfhMexulteH8BmvFjo9WPnYijHn0/H+DpTQKP/hv/azNXBZ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4v0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FM8EA&#10;AADdAAAADwAAAGRycy9kb3ducmV2LnhtbERPzWrCQBC+F3yHZQpeSt1UQWzqKiIq4kXUPsCQHbOh&#10;2dmQ3Zr49s5B8Pjx/c+Xva/VjdpYBTbwNcpAERfBVlwa+L1sP2egYkK2WAcmA3eKsFwM3uaY29Dx&#10;iW7nVCoJ4ZijAZdSk2sdC0ce4yg0xMJdQ+sxCWxLbVvsJNzXepxlU+2xYmlw2NDaUfF3/vdScpzg&#10;8XDtLttdjx1uDo4/Vidjhu/96gdUoj69xE/33hqYzL5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WxT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1CMYA&#10;AADdAAAADwAAAGRycy9kb3ducmV2LnhtbESPQUsDMRSE74L/ITzBm822am3XpkWqggg9tBZKb4/N&#10;6+7i5iUkz+76740geBxm5htmsRpcp84UU+vZwHhUgCKuvG25NrD/eL2ZgUqCbLHzTAa+KcFqeXmx&#10;wNL6nrd03kmtMoRTiQYakVBqnaqGHKaRD8TZO/noULKMtbYR+wx3nZ4UxVQ7bDkvNBho3VD1ufty&#10;Bjb9S3h/mN6fwjHeTXR6tnJYizHXV8PTIyihQf7Df+03a+B2Nh/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G1C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OLAcYA&#10;AADdAAAADwAAAGRycy9kb3ducmV2LnhtbESPQWsCMRSE7wX/Q3hCL1KzKhW7NYoWQoUKUlvo9bF5&#10;7i7dvCxJ6q7/3ghCj8PMfMMs171txJl8qB0rmIwzEMSFMzWXCr6/9NMCRIjIBhvHpOBCAdarwcMS&#10;c+M6/qTzMZYiQTjkqKCKsc2lDEVFFsPYtcTJOzlvMSbpS2k8dgluGznNsrm0WHNaqLClt4qK3+Of&#10;VbA9dOXMj4pt7z5O7z/PWhu910o9DvvNK4hIffwP39s7o2C2eJnC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OLA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d038UA&#10;AADdAAAADwAAAGRycy9kb3ducmV2LnhtbESPUWvCMBSF3wf+h3AHvs10uknXGUWUwhh7sdsPuDR3&#10;TWdzU5JY6783A8HHwznnO5zVZrSdGMiH1rGC51kGgrh2uuVGwc93+ZSDCBFZY+eYFFwowGY9eVhh&#10;od2ZDzRUsREJwqFABSbGvpAy1IYshpnriZP367zFmKRvpPZ4TnDbyXmWLaXFltOCwZ52hupjdbIK&#10;ys/513A8aV+67fhi6dX85Xuj1PRx3L6DiDTGe/jW/tAKFvnbAv7fpCc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R3Tf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27s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5os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Wtu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JJMMUA&#10;AADdAAAADwAAAGRycy9kb3ducmV2LnhtbESPUWvCMBSF3wf+h3AHvs10TqXrjCKOgoy92O0HXJq7&#10;prO5KUms9d8bYbDHwznnO5z1drSdGMiH1rGC51kGgrh2uuVGwfdX+ZSDCBFZY+eYFFwpwHYzeVhj&#10;od2FjzRUsREJwqFABSbGvpAy1IYshpnriZP347zFmKRvpPZ4SXDbyXmWraTFltOCwZ72hupTdbYK&#10;yo/553A6a1+63biwtDS/+btRavo47t5ARBrjf/ivfdAKXvLXJdzfp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4kkw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XNYc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Yzu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c1h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tx5sUA&#10;AADdAAAADwAAAGRycy9kb3ducmV2LnhtbESPT4vCMBTE74LfIbwFb5qugn+qaRHFZfHkdt09P5pn&#10;W2xeShO1fnsjCB6HmfkNs0o7U4srta6yrOBzFIEgzq2uuFBw/N0N5yCcR9ZYWyYFd3KQJv3eCmNt&#10;b/xD18wXIkDYxaig9L6JpXR5SQbdyDbEwTvZ1qAPsi2kbvEW4KaW4yiaSoMVh4USG9qUlJ+zi1Fw&#10;mf6Pj3za60O2vX8ttru1k3+FUoOPbr0E4anz7/Cr/a0VTOaLGTzfhCc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q3H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ak8UA&#10;AADdAAAADwAAAGRycy9kb3ducmV2LnhtbERPPW/CMBDdK/U/WIfEVhwIikLAIKiEVDo0KoWB7YiP&#10;JCU+p7EL6b+vh0odn973YtWbRtyoc7VlBeNRBIK4sLrmUsHhY/uUgnAeWWNjmRT8kIPV8vFhgZm2&#10;d36n296XIoSwy1BB5X2bSemKigy6kW2JA3exnUEfYFdK3eE9hJtGTqIokQZrDg0VtvRcUXHdfxsF&#10;xzxNZvlmN/18fTtjbPTXSdeJUsNBv56D8NT7f/Gf+0UriNNZmBveh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5q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9+8YA&#10;AADdAAAADwAAAGRycy9kb3ducmV2LnhtbESPQWvCQBSE7wX/w/KE3upGLSGJrtIqtcVTagu9PrLP&#10;JJh9G7JbTfrrXaHgcZiZb5jlujeNOFPnassKppMIBHFhdc2lgu+vt6cEhPPIGhvLpGAgB+vV6GGJ&#10;mbYX/qTzwZciQNhlqKDyvs2kdEVFBt3EtsTBO9rOoA+yK6Xu8BLgppGzKIqlwZrDQoUtbSoqTodf&#10;o+Av/sHcvc9et3PtaXhOdnaf75R6HPcvCxCeen8P/7c/tIJ5kqZ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P9+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dxMIA&#10;AADdAAAADwAAAGRycy9kb3ducmV2LnhtbERP3WrCMBS+F3yHcITdaaqrY3ZGEelgd9NuD3BoztJi&#10;c1Kb2HZ7+uVC8PLj+9/uR9uInjpfO1awXCQgiEunazYKvr/e568gfEDW2DgmBb/kYb+bTraYaTfw&#10;mfoiGBFD2GeooAqhzaT0ZUUW/cK1xJH7cZ3FEGFnpO5wiOG2kaskeZEWa44NFbZ0rKi8FDer4OpW&#10;az0WOX5e8s2pNia9/p1TpZ5m4+ENRKAxPMR394dW8LxJ4v74Jj4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p3E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yN8UA&#10;AADdAAAADwAAAGRycy9kb3ducmV2LnhtbESPS2/CMBCE75X4D9YicSsOReURMKggIXHlceC42EsS&#10;iNchNhD66zFSpR5HM/ONZjpvbCnuVPvCsYJeNwFBrJ0pOFOw360+RyB8QDZYOiYFT/Iwn7U+ppga&#10;9+AN3bchExHCPkUFeQhVKqXXOVn0XVcRR+/kaoshyjqTpsZHhNtSfiXJQFosOC7kWNEyJ33Z3qyC&#10;dXGk74E+je1ooTeH32voD89GqU67+ZmACNSE//Bfe20U9MdJD95v4hO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7I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ftMIA&#10;AADdAAAADwAAAGRycy9kb3ducmV2LnhtbERPXWvCMBR9H+w/hCvsbSZ2MLQaZQ4Gk6kwFfd6ae6a&#10;suamNLHWf28EYY/nmzNb9K4WHbWh8qxhNFQgiAtvKi41HPYfz2MQISIbrD2ThgsFWMwfH2aYG3/m&#10;b+p2sRSphEOOGmyMTS5lKCw5DEPfECft17cOY4JtKU2L51Tuapkp9SodVpwWLDb0bqn4252chg63&#10;F/Vjl5vJqloX2XZ5/DKJ10+D/m0KIlIf/8339KfR8DJRGdzepCc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N+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ET8QA&#10;AADdAAAADwAAAGRycy9kb3ducmV2LnhtbESPQUvDQBSE70L/w/IK3uymKYjGbkspVDxq9ODxmX3N&#10;pmbfC7vbJvrrXUHwOMzMN8x6O/leXSjETtjAclGAIm7EdtwaeHs93NyBignZYi9MBr4ownYzu1pj&#10;ZWXkF7rUqVUZwrFCAy6lodI6No48xoUMxNk7SvCYsgyttgHHDPe9LoviVnvsOC84HGjvqPmsz97A&#10;+Nh8nMrju3XfYZBD/SynshdjrufT7gFUoin9h//aT9bA6r5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rxE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anMcA&#10;AADdAAAADwAAAGRycy9kb3ducmV2LnhtbESPW2sCMRSE3wv9D+EUfKtZL1i7NYpXkNJStO376ea4&#10;u5qcLJuo6783gtDHYWa+YUaTxhpxotqXjhV02gkI4szpknMFP9+r5yEIH5A1Gsek4EIeJuPHhxGm&#10;2p15Q6dtyEWEsE9RQRFClUrps4Is+rariKO3c7XFEGWdS13jOcKtkd0kGUiLJceFAiuaF5Qdtker&#10;YPW1MPvu52b6K8N8+fJnhu+zxYdSradm+gYiUBP+w/f2WivovSZ9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pGp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yvsYA&#10;AADdAAAADwAAAGRycy9kb3ducmV2LnhtbESP3YrCMBSE7wXfIRxhb0RTVxStRhFBdGEF/8DbY3Ns&#10;i81JabK1+/abBcHLYWa+YebLxhSipsrllhUM+hEI4sTqnFMFl/OmNwHhPLLGwjIp+CUHy0W7NcdY&#10;2ycfqT75VAQIuxgVZN6XsZQuycig69uSOHh3Wxn0QVap1BU+A9wU8jOKxtJgzmEhw5LWGSWP049R&#10;UB++b+muduXXY9J1o+Ftu93rq1IfnWY1A+Gp8e/wq73TCobTaAT/b8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Jyv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GQAMcA&#10;AADdAAAADwAAAGRycy9kb3ducmV2LnhtbESPQWsCMRSE70L/Q3hCb5poW9HVKLVQ6EWo1oPenpvn&#10;7uLmZZukuvrrTaHQ4zAz3zCzRWtrcSYfKscaBn0Fgjh3puJCw/brvTcGESKywdoxabhSgMX8oTPD&#10;zLgLr+m8iYVIEA4ZaihjbDIpQ16SxdB3DXHyjs5bjEn6QhqPlwS3tRwqNZIWK04LJTb0VlJ+2vxY&#10;DcvJePn9+cyr2/qwp/3ucHoZeqX1Y7d9nYKI1Mb/8F/7w2h4mqgR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xkADHAAAA3QAAAA8AAAAAAAAAAAAAAAAAmAIAAGRy&#10;cy9kb3ducmV2LnhtbFBLBQYAAAAABAAEAPUAAACMAwAAAAA=&#10;" fillcolor="black" stroked="f"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2lcgA&#10;AADdAAAADwAAAGRycy9kb3ducmV2LnhtbESPS2/CMBCE75X6H6yt1FtxSlUeAYN4VUKCHoAeelzi&#10;bWIlXkexgZRfjysh9TiamW8042lrK3GmxhvHCl47CQjizGnDuYKvw8fLAIQPyBorx6TglzxMJ48P&#10;Y0y1u/COzvuQiwhhn6KCIoQ6ldJnBVn0HVcTR+/HNRZDlE0udYOXCLeV7CZJT1o0HBcKrGlRUFbu&#10;T1bB96ZnBjtD3eP2Ol/p7Xs5/1yWSj0/tbMRiEBt+A/f22ut4G2Y9OHvTXwCcnI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FPaV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5cUsIA&#10;AADdAAAADwAAAGRycy9kb3ducmV2LnhtbERPTWsCMRC9C/6HMAVvmrQFsVujiKXUiwdtS6/DZrrZ&#10;7mayTaKu/npzEDw+3vd82btWHCnE2rOGx4kCQVx6U3Ol4evzfTwDEROywdYzaThThOViOJhjYfyJ&#10;d3Tcp0rkEI4FarApdYWUsbTkME58R5y5Xx8cpgxDJU3AUw53rXxSaiod1pwbLHa0tlQ2+4PTEFY/&#10;b82FD9+NumzP8eOv/5+h1Xr00K9eQSTq0118c2+MhucXlefmN/kJ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blxS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Zce8YA&#10;AADdAAAADwAAAGRycy9kb3ducmV2LnhtbESPUUsDMRCE3wX/Q1jBF7GJLVjvbFpEKAgWobU/YL2s&#10;d4fJ5rhs26u/vikU+jjMzDfMbDEEr/bUpzayhaeRAUVcRddybWH7vXx8AZUE2aGPTBaOlGAxv72Z&#10;Yenigde030itMoRTiRYaka7UOlUNBUyj2BFn7zf2ASXLvtaux0OGB6/HxjzrgC3nhQY7em+o+tvs&#10;ggU//vHF5zSt5LjVK/MfZP3w5ay9vxveXkEJDXINX9ofzsKkMAWc3+QnoO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Zce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sf8IA&#10;AADdAAAADwAAAGRycy9kb3ducmV2LnhtbERPz2vCMBS+D/wfwhO8zVSFMTujTEXoxcOq4vXZvDVl&#10;yUtpolb/+uUw2PHj+71Y9c6KG3Wh8axgMs5AEFdeN1wrOB52r+8gQkTWaD2TggcFWC0HLwvMtb/z&#10;F93KWIsUwiFHBSbGNpcyVIYchrFviRP37TuHMcGulrrDewp3Vk6z7E06bDg1GGxpY6j6Ka9OwbZs&#10;7fRYmHU4n/aXiy2eOzpvlRoN+88PEJH6+C/+cxdawWw+Sfv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Wx/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GVcUA&#10;AADdAAAADwAAAGRycy9kb3ducmV2LnhtbESPzWrDMBCE74W8g9hCb43kFpLUjWxCaSCQU/NzyG2R&#10;NrZTa2UsNXbfvgoUchxm5htmWY6uFVfqQ+NZQzZVIIiNtw1XGg779fMCRIjIFlvPpOGXApTF5GGJ&#10;ufUDf9F1FyuRIBxy1FDH2OVSBlOTwzD1HXHyzr53GJPsK2l7HBLctfJFqZl02HBaqLGjj5rM9+7H&#10;abis5dYbheZ4OA4bOz99zqhVWj89jqt3EJHGeA//tzdWw+tblsHtTXo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oZV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m6DMUA&#10;AADdAAAADwAAAGRycy9kb3ducmV2LnhtbESPQWvCQBSE74L/YXlCb7oxQtHoKrYgSMVDVUqPz+wz&#10;Ccm+Dburxn/fFQoeh5n5hlmsOtOIGzlfWVYwHiUgiHOrKy4UnI6b4RSED8gaG8uk4EEeVst+b4GZ&#10;tnf+ptshFCJC2GeooAyhzaT0eUkG/ci2xNG7WGcwROkKqR3eI9w0Mk2Sd2mw4rhQYkufJeX14WoU&#10;/F53fNlPvtbuI/zY7ujr9DytlXobdOs5iEBdeIX/21utYDIbp/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boM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lRcgA&#10;AADdAAAADwAAAGRycy9kb3ducmV2LnhtbESPT2vCQBTE7wW/w/IK3urGPxWNWUULhV4K1fagt5fs&#10;axLMvk13V4399F2h4HGYmd8w2aozjTiT87VlBcNBAoK4sLrmUsHX5+vTDIQPyBoby6TgSh5Wy95D&#10;hqm2F97SeRdKESHsU1RQhdCmUvqiIoN+YFvi6H1bZzBE6UqpHV4i3DRylCRTabDmuFBhSy8VFcfd&#10;ySjYzGebn48Jv/9u8wMd9vnxeeQSpfqP3XoBIlAX7uH/9ptWMJ4Px3B7E5+AXP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36VFyAAAAN0AAAAPAAAAAAAAAAAAAAAAAJgCAABk&#10;cnMvZG93bnJldi54bWxQSwUGAAAAAAQABAD1AAAAjQMAAAAA&#10;" fillcolor="black" stroked="f"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HMM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MF/OH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scw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GCWccA&#10;AADdAAAADwAAAGRycy9kb3ducmV2LnhtbESPQWvCQBSE7wX/w/IKvekmLZUaXaWISu3FNhX0+Mi+&#10;ZoPZtyG7xthf3y0IPQ4z8w0zW/S2Fh21vnKsIB0lIIgLpysuFey/1sMXED4ga6wdk4IreVjMB3cz&#10;zLS78Cd1eShFhLDPUIEJocmk9IUhi37kGuLofbvWYoiyLaVu8RLhtpaPSTKWFiuOCwYbWhoqTvnZ&#10;KvDpcnV4tz+T7rgxvMu3ZvxRGqUe7vvXKYhAffgP39pvWsHTJH2G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Bgln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5A63" w:rsidRDefault="00265A63" w:rsidP="00265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5A63" w:rsidRDefault="00265A63" w:rsidP="00265A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5A63" w:rsidRDefault="00265A63" w:rsidP="00265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65A63" w:rsidRPr="004A7D10" w:rsidRDefault="00265A63" w:rsidP="00265A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5A63" w:rsidRDefault="00265A63" w:rsidP="00265A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5A63" w:rsidRPr="00540E13" w:rsidRDefault="00265A63" w:rsidP="00265A6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№57</w:t>
      </w:r>
    </w:p>
    <w:p w:rsidR="00265A63" w:rsidRDefault="00265A63" w:rsidP="002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5A63" w:rsidRPr="00F043D3" w:rsidRDefault="00265A63" w:rsidP="00265A6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265A63" w:rsidRPr="00F043D3" w:rsidRDefault="00265A63" w:rsidP="00265A6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265A63" w:rsidRPr="00F043D3" w:rsidRDefault="00265A63" w:rsidP="00265A6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пе</w:t>
      </w:r>
      <w:r>
        <w:rPr>
          <w:rFonts w:ascii="Times New Roman" w:eastAsia="Calibri" w:hAnsi="Times New Roman" w:cs="Times New Roman"/>
          <w:b/>
          <w:sz w:val="24"/>
          <w:szCs w:val="24"/>
        </w:rPr>
        <w:t>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Сорока Г.П.</w:t>
      </w:r>
    </w:p>
    <w:p w:rsidR="00265A63" w:rsidRPr="00F043D3" w:rsidRDefault="00265A63" w:rsidP="00265A6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65A63" w:rsidRPr="00F043D3" w:rsidRDefault="00265A63" w:rsidP="00265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F043D3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>»,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Сорока Г.П.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265A63" w:rsidRPr="00F043D3" w:rsidRDefault="00265A63" w:rsidP="00265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65A63" w:rsidRPr="00F043D3" w:rsidRDefault="00265A63" w:rsidP="00265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1.Затвердит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 Сорока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Геннадію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Павловичу,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1,9146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</w:p>
    <w:p w:rsidR="00265A63" w:rsidRPr="00F043D3" w:rsidRDefault="00265A63" w:rsidP="00265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Сорока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Геннадію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Павловичу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F043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</w:t>
      </w:r>
      <w:r>
        <w:rPr>
          <w:rFonts w:ascii="Times New Roman" w:eastAsia="Calibri" w:hAnsi="Times New Roman" w:cs="Times New Roman"/>
          <w:sz w:val="24"/>
        </w:rPr>
        <w:t>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72DA0">
        <w:rPr>
          <w:rFonts w:ascii="Times New Roman" w:eastAsia="Calibri" w:hAnsi="Times New Roman" w:cs="Times New Roman"/>
          <w:sz w:val="24"/>
          <w:lang w:val="en-US"/>
        </w:rPr>
        <w:t>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r w:rsidR="00772DA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772DA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</w:t>
      </w:r>
      <w:bookmarkStart w:id="0" w:name="_GoBack"/>
      <w:bookmarkEnd w:id="0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1,9146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6823984000:03:018:0311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5A63" w:rsidRPr="00F043D3" w:rsidRDefault="00265A63" w:rsidP="00265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3. Сорока Г.П.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265A63" w:rsidRPr="00F043D3" w:rsidRDefault="00265A63" w:rsidP="00265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265A63" w:rsidRPr="00F043D3" w:rsidRDefault="00265A63" w:rsidP="00265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5A63" w:rsidRPr="001011A6" w:rsidRDefault="00265A63" w:rsidP="00265A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3F4954" w:rsidRDefault="003F4954"/>
    <w:sectPr w:rsidR="003F495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F4" w:rsidRDefault="000113F4">
      <w:pPr>
        <w:spacing w:after="0" w:line="240" w:lineRule="auto"/>
      </w:pPr>
      <w:r>
        <w:separator/>
      </w:r>
    </w:p>
  </w:endnote>
  <w:endnote w:type="continuationSeparator" w:id="0">
    <w:p w:rsidR="000113F4" w:rsidRDefault="00011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F4" w:rsidRDefault="000113F4">
      <w:pPr>
        <w:spacing w:after="0" w:line="240" w:lineRule="auto"/>
      </w:pPr>
      <w:r>
        <w:separator/>
      </w:r>
    </w:p>
  </w:footnote>
  <w:footnote w:type="continuationSeparator" w:id="0">
    <w:p w:rsidR="000113F4" w:rsidRDefault="00011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63"/>
    <w:rsid w:val="000113F4"/>
    <w:rsid w:val="00265A63"/>
    <w:rsid w:val="003F4954"/>
    <w:rsid w:val="00772DA0"/>
    <w:rsid w:val="00D9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5A6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65A6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65A63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5A6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65A6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65A63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2020-12-24T18:05:00Z</dcterms:created>
  <dcterms:modified xsi:type="dcterms:W3CDTF">2020-12-24T18:57:00Z</dcterms:modified>
</cp:coreProperties>
</file>