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048" w:rsidRPr="008D31FA" w:rsidRDefault="00E84048" w:rsidP="00E84048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4048" w:rsidRDefault="00E84048" w:rsidP="00E840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84048" w:rsidRDefault="00E84048" w:rsidP="00E840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4048" w:rsidRPr="000A4F3E" w:rsidRDefault="00E84048" w:rsidP="00E8404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4048" w:rsidRPr="000A4F3E" w:rsidRDefault="00E84048" w:rsidP="00E8404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84048" w:rsidRPr="000A4F3E" w:rsidRDefault="00E84048" w:rsidP="00E8404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4048" w:rsidRDefault="00E84048" w:rsidP="00E8404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№29</w:t>
      </w:r>
    </w:p>
    <w:p w:rsidR="00E84048" w:rsidRDefault="00E84048" w:rsidP="00E8404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4048" w:rsidRPr="00CA5B65" w:rsidRDefault="00E84048" w:rsidP="00E8404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E84048" w:rsidRPr="00CA5B65" w:rsidRDefault="00E84048" w:rsidP="00E84048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E84048" w:rsidRPr="00CA5B65" w:rsidRDefault="00E84048" w:rsidP="00E84048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E84048" w:rsidRPr="00CA5B65" w:rsidRDefault="00E84048" w:rsidP="00E84048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eastAsia="Times New Roman" w:hAnsi="Times New Roman"/>
          <w:b/>
          <w:sz w:val="24"/>
        </w:rPr>
        <w:t>Б</w:t>
      </w:r>
      <w:proofErr w:type="gramEnd"/>
      <w:r>
        <w:rPr>
          <w:rFonts w:ascii="Times New Roman" w:eastAsia="Times New Roman" w:hAnsi="Times New Roman"/>
          <w:b/>
          <w:sz w:val="24"/>
        </w:rPr>
        <w:t>ірюковій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Л.Д.</w:t>
      </w:r>
    </w:p>
    <w:p w:rsidR="00E84048" w:rsidRPr="00CA5B65" w:rsidRDefault="00E84048" w:rsidP="00E84048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E84048" w:rsidRPr="00F62BB6" w:rsidRDefault="00E84048" w:rsidP="00E84048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proofErr w:type="gramStart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Б</w:t>
      </w:r>
      <w:proofErr w:type="gramEnd"/>
      <w:r>
        <w:rPr>
          <w:rFonts w:ascii="Times New Roman" w:eastAsia="Times New Roman" w:hAnsi="Times New Roman"/>
          <w:sz w:val="24"/>
        </w:rPr>
        <w:t>ірюкової</w:t>
      </w:r>
      <w:proofErr w:type="spellEnd"/>
      <w:r>
        <w:rPr>
          <w:rFonts w:ascii="Times New Roman" w:eastAsia="Times New Roman" w:hAnsi="Times New Roman"/>
          <w:sz w:val="24"/>
        </w:rPr>
        <w:t xml:space="preserve"> Л.Д.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сільська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рада </w:t>
      </w:r>
    </w:p>
    <w:p w:rsidR="00E84048" w:rsidRPr="00F62BB6" w:rsidRDefault="00E84048" w:rsidP="00E8404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F62BB6">
        <w:rPr>
          <w:rFonts w:ascii="Times New Roman" w:eastAsia="Times New Roman" w:hAnsi="Times New Roman"/>
          <w:sz w:val="24"/>
        </w:rPr>
        <w:t>ВИРІШИЛА:</w:t>
      </w:r>
    </w:p>
    <w:p w:rsidR="00E84048" w:rsidRPr="00CA5B65" w:rsidRDefault="00E84048" w:rsidP="00E8404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F62BB6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F62BB6">
        <w:rPr>
          <w:rFonts w:ascii="Times New Roman" w:eastAsia="Times New Roman" w:hAnsi="Times New Roman"/>
          <w:sz w:val="24"/>
        </w:rPr>
        <w:t>Надати</w:t>
      </w:r>
      <w:proofErr w:type="spellEnd"/>
      <w:proofErr w:type="gramStart"/>
      <w:r w:rsidRPr="00F62BB6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Б</w:t>
      </w:r>
      <w:proofErr w:type="gramEnd"/>
      <w:r w:rsidRPr="00F62BB6">
        <w:rPr>
          <w:rFonts w:ascii="Times New Roman" w:eastAsia="Times New Roman" w:hAnsi="Times New Roman"/>
          <w:sz w:val="24"/>
        </w:rPr>
        <w:t>ірюковій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Лідії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62BB6">
        <w:rPr>
          <w:rFonts w:ascii="Times New Roman" w:eastAsia="Times New Roman" w:hAnsi="Times New Roman"/>
          <w:sz w:val="24"/>
        </w:rPr>
        <w:t>Дмитрівні</w:t>
      </w:r>
      <w:proofErr w:type="spellEnd"/>
      <w:r w:rsidRPr="00F62BB6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 w:rsidR="00EC2487">
        <w:rPr>
          <w:rFonts w:ascii="Times New Roman" w:eastAsia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0,15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E84048" w:rsidRPr="00CA5B65" w:rsidRDefault="00E84048" w:rsidP="00E84048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Бірюковій</w:t>
      </w:r>
      <w:proofErr w:type="spellEnd"/>
      <w:r>
        <w:rPr>
          <w:rFonts w:ascii="Times New Roman" w:eastAsia="Times New Roman" w:hAnsi="Times New Roman"/>
          <w:sz w:val="24"/>
        </w:rPr>
        <w:t xml:space="preserve"> Л.Д..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E84048" w:rsidRPr="00CA5B65" w:rsidRDefault="00E84048" w:rsidP="00E840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84048" w:rsidRPr="00CA5B65" w:rsidRDefault="00E84048" w:rsidP="00E840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84048" w:rsidRDefault="00E84048" w:rsidP="00E84048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4048" w:rsidRPr="00E84048" w:rsidRDefault="00E84048" w:rsidP="00E8404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571F1" w:rsidRPr="00E84048" w:rsidRDefault="00E84048" w:rsidP="00E84048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5571F1" w:rsidRPr="00E840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4048"/>
    <w:rsid w:val="00171A2E"/>
    <w:rsid w:val="00304C90"/>
    <w:rsid w:val="00505B6D"/>
    <w:rsid w:val="005571F1"/>
    <w:rsid w:val="006D3977"/>
    <w:rsid w:val="007D6C18"/>
    <w:rsid w:val="00D1641A"/>
    <w:rsid w:val="00E84048"/>
    <w:rsid w:val="00EC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840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84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8404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840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84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8404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2020-09-01T13:53:00Z</dcterms:created>
  <dcterms:modified xsi:type="dcterms:W3CDTF">2020-09-01T15:32:00Z</dcterms:modified>
</cp:coreProperties>
</file>