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8F" w:rsidRPr="0087481F" w:rsidRDefault="0012638F" w:rsidP="0012638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38F" w:rsidRDefault="0012638F" w:rsidP="001263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2638F" w:rsidRDefault="0012638F" w:rsidP="001263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2638F" w:rsidRDefault="0012638F" w:rsidP="0012638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638F" w:rsidRDefault="0012638F" w:rsidP="001263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2638F" w:rsidRDefault="0012638F" w:rsidP="001263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2638F" w:rsidRPr="00186FBA" w:rsidRDefault="0012638F" w:rsidP="001263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№39</w:t>
      </w:r>
    </w:p>
    <w:p w:rsidR="0012638F" w:rsidRPr="00CF04D8" w:rsidRDefault="0012638F" w:rsidP="0012638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2638F" w:rsidRPr="00CF04D8" w:rsidRDefault="0012638F" w:rsidP="0012638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12638F" w:rsidRPr="00CF04D8" w:rsidRDefault="0012638F" w:rsidP="0012638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2638F" w:rsidRPr="00CF04D8" w:rsidRDefault="0012638F" w:rsidP="0012638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12638F" w:rsidRPr="00CF04D8" w:rsidRDefault="0012638F" w:rsidP="001263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Колежнюк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З.П.</w:t>
      </w:r>
    </w:p>
    <w:p w:rsidR="0012638F" w:rsidRPr="00CF04D8" w:rsidRDefault="0012638F" w:rsidP="001263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638F" w:rsidRPr="00CF04D8" w:rsidRDefault="0012638F" w:rsidP="001263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Колежнюк З.П.,  </w:t>
      </w:r>
      <w:r w:rsidRPr="00CF04D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2638F" w:rsidRPr="00CF04D8" w:rsidRDefault="0012638F" w:rsidP="001263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2638F" w:rsidRPr="00CF04D8" w:rsidRDefault="0012638F" w:rsidP="001263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 Зої Петрівні,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проєкт землеустрою щодо відведення земельної ділянки, для ведення особистого селянського господарства, площею 0,1460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га, яка розташована Хмельницька область, Славутський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12638F" w:rsidRPr="00CF04D8" w:rsidRDefault="0012638F" w:rsidP="0012638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Колежнюк Зої  Петрівні,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адресою: </w:t>
      </w:r>
      <w:r w:rsidR="003B0AB7">
        <w:rPr>
          <w:rFonts w:ascii="Times New Roman" w:eastAsia="Calibri" w:hAnsi="Times New Roman" w:cs="Times New Roman"/>
          <w:sz w:val="24"/>
          <w:szCs w:val="24"/>
        </w:rPr>
        <w:t>_______</w:t>
      </w:r>
      <w:bookmarkStart w:id="0" w:name="_GoBack"/>
      <w:bookmarkEnd w:id="0"/>
      <w:r w:rsidR="003B0AB7">
        <w:rPr>
          <w:rFonts w:ascii="Times New Roman" w:eastAsia="Calibri" w:hAnsi="Times New Roman" w:cs="Times New Roman"/>
          <w:sz w:val="24"/>
          <w:szCs w:val="24"/>
        </w:rPr>
        <w:t>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B0AB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0,1460 га, кадастровий номер: 6823984700:01:017:0023, для ведення особистого селянського господарства, яка розташована Хмельницька область,Славутський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12638F" w:rsidRPr="00CF04D8" w:rsidRDefault="0012638F" w:rsidP="0012638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 З.П.,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12638F" w:rsidRPr="00CF04D8" w:rsidRDefault="0012638F" w:rsidP="0012638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2638F" w:rsidRPr="00CF04D8" w:rsidRDefault="0012638F" w:rsidP="001263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638F" w:rsidRPr="00CF04D8" w:rsidRDefault="0012638F" w:rsidP="001263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0D98" w:rsidRPr="0012638F" w:rsidRDefault="0012638F" w:rsidP="001263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130D98" w:rsidRPr="001263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8F"/>
    <w:rsid w:val="0012638F"/>
    <w:rsid w:val="00130D98"/>
    <w:rsid w:val="00171A2E"/>
    <w:rsid w:val="00304C90"/>
    <w:rsid w:val="003B0AB7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2638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2638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2638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2638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2638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2638F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257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2021-03-02T14:06:00Z</dcterms:created>
  <dcterms:modified xsi:type="dcterms:W3CDTF">2021-03-02T14:38:00Z</dcterms:modified>
</cp:coreProperties>
</file>