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0D" w:rsidRDefault="00E9300D" w:rsidP="00E9300D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89CD8F" wp14:editId="249FAF08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4445"/>
                <wp:wrapNone/>
                <wp:docPr id="4061" name="Группа 4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9735" cy="624205"/>
                          <a:chOff x="0" y="0"/>
                          <a:chExt cx="1142" cy="1718"/>
                        </a:xfrm>
                      </wpg:grpSpPr>
                      <wps:wsp>
                        <wps:cNvPr id="40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61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JwIcQA&#10;AADdAAAADwAAAGRycy9kb3ducmV2LnhtbESPQWvCQBSE7wX/w/KE3pqNsahEVxFpJYeAmNb7I/tM&#10;gtm3IbvV+O+7guBxmJlvmNVmMK24Uu8aywomUQyCuLS64UrB78/3xwKE88gaW8uk4E4ONuvR2wpT&#10;bW98pGvhKxEg7FJUUHvfpVK6siaDLrIdcfDOtjfog+wrqXu8BbhpZRLHM2mw4bBQY0e7mspL8WcU&#10;2Ok+y09Vcpx+8dzz9rA4n4ZcqffxsF2C8DT4V/jZzrSCz3iWwONNe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CcC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gRtMgA&#10;AADdAAAADwAAAGRycy9kb3ducmV2LnhtbESPT0sDMRTE74LfITzBS2mztbKta9MihbXqQegf6PWx&#10;eW7Wbl6WJLZrP70RBI/DzPyGmS9724oT+dA4VjAeZSCIK6cbrhXsd+VwBiJEZI2tY1LwTQGWi+ur&#10;ORbanXlDp22sRYJwKFCBibErpAyVIYth5Dri5H04bzEm6WupPZ4T3LbyLstyabHhtGCwo5Wh6rj9&#10;sgo+y3dzWE0vz37wsKHLoHxbt6+5Urc3/dMjiEh9/A//tV+0gvssn8D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2BG0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U688EA&#10;AADbAAAADwAAAGRycy9kb3ducmV2LnhtbESP3YrCMBCF7xd8hzCCN4umKshaG0VEZfFG1H2AoZk2&#10;xWZSmmjr22+Ehb08nJ+Pk216W4sntb5yrGA6SUAQ505XXCr4uR3GXyB8QNZYOyYFL/KwWQ8+Mky1&#10;6/hCz2soRRxhn6ICE0KTSulzQxb9xDXE0StcazFE2ZZSt9jFcVvLWZIspMWKI8FgQztD+f36sBFy&#10;nuP5VHS3w7HHDvcnw5/bi1KjYb9dgQjUh//wX/tbK1gu4P0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VOvP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ppUcUA&#10;AADbAAAADwAAAGRycy9kb3ducmV2LnhtbESPQUsDMRSE7wX/Q3iF3my2pba6Ni3SKojgwSqIt8fm&#10;dXdx8xKS1+76740g9DjMzDfMeju4Tp0pptazgdm0AEVcedtybeDj/en6FlQSZIudZzLwQwm2m6vR&#10;Gkvre36j80FqlSGcSjTQiIRS61Q15DBNfSDO3tFHh5JlrLWN2Ge46/S8KJbaYct5ocFAu4aq78PJ&#10;GXjtH8PLanlzDF9xMddpb+VzJ8ZMxsPDPSihQS7h//azNXC3gr8v+Qf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+mlRxQAAANs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LGsAA&#10;AADbAAAADwAAAGRycy9kb3ducmV2LnhtbERPzWrCQBC+C32HZQpepG60UNqYjYjUIl5E7QMM2TEb&#10;zM6G7Nakb+8cCj1+fP/FevStulMfm8AGFvMMFHEVbMO1ge/L7uUdVEzIFtvAZOCXIqzLp0mBuQ0D&#10;n+h+TrWSEI45GnApdbnWsXLkMc5DRyzcNfQek8C+1rbHQcJ9q5dZ9qY9NiwNDjvaOqpu5x8vJcdX&#10;PB6uw2X3NeKAnwfHs83JmOnzuFmBSjSmf/Gfe28NfMhY+SI/Q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YLGsAAAADb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YuMUA&#10;AADbAAAADwAAAGRycy9kb3ducmV2LnhtbESPQUsDMRSE7wX/Q3iF3my2pVa7Ni3SKojgwSqIt8fm&#10;dXdx8xKS1+76740g9DjMzDfMeju4Tp0pptazgdm0AEVcedtybeDj/en6DlQSZIudZzLwQwm2m6vR&#10;Gkvre36j80FqlSGcSjTQiIRS61Q15DBNfSDO3tFHh5JlrLWN2Ge46/S8KJbaYct5ocFAu4aq78PJ&#10;GXjtH8PL7fLmGL7iYq7T3srnToyZjIeHe1BCg1zC/+1na2C1gr8v+Qf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Vi4xQAAANs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4GHcYA&#10;AADc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fiH48oxM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4GH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5HA78A&#10;AADcAAAADwAAAGRycy9kb3ducmV2LnhtbERPzYrCMBC+C75DmAVvmioq0jWKKAURL7r7AEMz23Rt&#10;JiWJtfv2G0HwNh/f76y3vW1ERz7UjhVMJxkI4tLpmisF31/FeAUiRGSNjWNS8EcBtpvhYI25dg++&#10;UHeNlUghHHJUYGJscylDachimLiWOHE/zluMCfpKao+PFG4bOcuypbRYc2ow2NLeUHm73q2C4jQ7&#10;d7e79oXb9XNLC/O7OhilRh/97hNEpD6+xS/3Uaf52RS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3kcD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98cMA&#10;AADc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syn8PZ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A98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878EA&#10;AADcAAAADwAAAGRycy9kb3ducmV2LnhtbERP3WrCMBS+H+wdwhnsbqZzOqQ2imwUhnij8wEOzbGp&#10;bU5KEmv39osgeHc+vt9TrEfbiYF8aBwreJ9kIIgrpxuuFRx/y7cFiBCRNXaOScEfBVivnp8KzLW7&#10;8p6GQ6xFCuGQowITY59LGSpDFsPE9cSJOzlvMSboa6k9XlO47eQ0yz6lxYZTg8GevgxV7eFiFZTb&#10;6W5oL9qXbjPOLM3NefFtlHp9GTdLEJHG+BDf3T86zc8+4PZMuk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AfO/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RWL8A&#10;AADcAAAADwAAAGRycy9kb3ducmV2LnhtbERPzYrCMBC+L/gOYYS9rYm7KlJNRRYUPVp9gKEZ29Jm&#10;Upto69ubhQVv8/H9znoz2EY8qPOVYw3TiQJBnDtTcaHhct59LUH4gGywcUwanuRhk44+1pgY1/OJ&#10;HlkoRAxhn6CGMoQ2kdLnJVn0E9cSR+7qOoshwq6QpsM+httGfiu1kBYrjg0ltvRbUl5nd6th9uz3&#10;t2xeq52xND3+tEcO+Vzrz/GwXYEINIS3+N99MHG+msHfM/ECmb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QpFY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XHtsIA&#10;AADcAAAADwAAAGRycy9kb3ducmV2LnhtbERPyWrDMBC9F/IPYgq9NXIDNYkbOYSElNJT4iznwRov&#10;1BoZS/Hy91Wg0Ns83jrrzWga0VPnassK3uYRCOLc6ppLBZfz4XUJwnlkjY1lUjCRg006e1pjou3A&#10;J+ozX4oQwi5BBZX3bSKlyysy6Oa2JQ5cYTuDPsCulLrDIYSbRi6iKJYGaw4NFba0qyj/ye5GwT2+&#10;LS5cfOtjtp8+V/vD1slrqdTL87j9AOFp9P/iP/eXDvOjd3g8Ey6Q6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ce2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+08QA&#10;AADcAAAADwAAAGRycy9kb3ducmV2LnhtbERPTWvCQBC9F/oflil4qxurhJi6ihaE6sFQtYfeptkx&#10;SZudjdmtxn/vCgVv83ifM5l1phYnal1lWcGgH4Egzq2uuFCw3y2fExDOI2usLZOCCzmYTR8fJphq&#10;e+YPOm19IUIIuxQVlN43qZQuL8mg69uGOHAH2xr0AbaF1C2eQ7ip5UsUxdJgxaGhxIbeSsp/t39G&#10;wWeWxONssRr9rDffODT6+KWrWKneUzd/BeGp83fxv/tdh/l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ePtP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SM8IA&#10;AADcAAAADwAAAGRycy9kb3ducmV2LnhtbERPS4vCMBC+C/6HMAveNF0Vt1Sj+MAHnlwVvA7NbFu2&#10;mZQmavXXbxYEb/PxPWcya0wpblS7wrKCz14Egji1uuBMwfm07sYgnEfWWFomBQ9yMJu2WxNMtL3z&#10;N92OPhMhhF2CCnLvq0RKl+Zk0PVsRRy4H1sb9AHWmdQ13kO4KWU/ikbSYMGhIceKljmlv8erUfAc&#10;XfDgtv3FaqA9PYbxxu4PG6U6H818DMJT49/il3unw/zoC/6fCRfI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k5Iz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t7r8QA&#10;AADcAAAADwAAAGRycy9kb3ducmV2LnhtbESPQW/CMAyF70j8h8iTdoN0CBArBIQmJu0GlP0AqzFp&#10;ReOUJoNuv34+IHGz9Z7f+7za9L5RN+piHdjA2zgDRVwGW7Mz8H36HC1AxYRssQlMBn4pwmY9HKww&#10;t+HOR7oVySkJ4ZijgSqlNtc6lhV5jOPQEot2Dp3HJGvntO3wLuG+0ZMsm2uPNUtDhS19VFReih9v&#10;4BomM9sXO9xfdu+H2rnp9e84Neb1pd8uQSXq09P8uP6ygp8JrT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re6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MY8EA&#10;AADcAAAADwAAAGRycy9kb3ducmV2LnhtbERPS4vCMBC+C/6HMMLe1lSX9VGNooLg1cfB45iMbbWZ&#10;1CZq3V+/WVjwNh/fc6bzxpbiQbUvHCvodRMQxNqZgjMFh/36cwTCB2SDpWNS8CIP81m7NcXUuCdv&#10;6bELmYgh7FNUkIdQpVJ6nZNF33UVceTOrrYYIqwzaWp8xnBbyn6SDKTFgmNDjhWtctLX3d0q2BQn&#10;+h7o89iOlnp7/LmFr+HFKPXRaRYTEIGa8Bb/uzcmzk/G8PdMvEDO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aTGP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nPBMIA&#10;AADcAAAADwAAAGRycy9kb3ducmV2LnhtbERPTWvCQBC9F/wPywi91Y0eShtdRYVCpVWoFb0O2TEb&#10;zM6G7Brjv+8chN5m3te8mS16X6uO2lgFNjAeZaCIi2ArLg0cfj9e3kDFhGyxDkwG7hRhMR88zTC3&#10;4cY/1O1TqSSEY44GXEpNrnUsHHmMo9AQC3cOrccka1tq2+JNwn2tJ1n2qj1WLBccNrR2VFz2V2+g&#10;w909O7nV9n1TfReT3er4ZQU3z8N+OQWVqE//4of700r9sdSXZ2QCP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c8E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HfkcEA&#10;AADcAAAADwAAAGRycy9kb3ducmV2LnhtbERPTUvDQBC9C/0PyxS82U1yEIndllJo8ajRg8cxO82m&#10;zc6E3bWJ/npXELzN433Oejv7QV0pxF7YQLkqQBG3YnvuDLy9Hu4eQMWEbHEQJgNfFGG7WdyssbYy&#10;8Qtdm9SpHMKxRgMupbHWOraOPMaVjMSZO0nwmDIMnbYBpxzuB10Vxb322HNucDjS3lF7aT69genY&#10;fpyr07t132GUQ/Ms52oQY26X8+4RVKI5/Yv/3E82zy9L+H0mX6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R35H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Mx8MA&#10;AADcAAAADwAAAGRycy9kb3ducmV2LnhtbERPTWsCMRC9C/0PYQq9adY9VNkaxWqFIopo9T5uxt1t&#10;k8mySXX990YQvM3jfc5o0lojztT4yrGCfi8BQZw7XXGhYP+z6A5B+ICs0TgmBVfyMBm/dEaYaXfh&#10;LZ13oRAxhH2GCsoQ6kxKn5dk0fdcTRy5k2sshgibQuoGLzHcGpkmybu0WHFsKLGmWUn53+7fKlhs&#10;5uY3XW+nBxlmX4OjGS4/5yul3l7b6QeIQG14ih/ubx3n91O4PxMvkO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wMx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a98QA&#10;AADcAAAADwAAAGRycy9kb3ducmV2LnhtbERPTWvCQBC9F/wPyxS8SN1oaJHoKiJIIrTQ2oLXMTtN&#10;gtnZkF2T+O/dgtDbPN7nrDaDqUVHrassK5hNIxDEudUVFwp+vvcvCxDOI2usLZOCGznYrEdPK0y0&#10;7fmLuqMvRAhhl6CC0vsmkdLlJRl0U9sQB+7XtgZ9gG0hdYt9CDe1nEfRmzRYcWgosaFdSfnleDUK&#10;us/3c5F1rjlcFhP3Gp/T9EOflBo/D9slCE+D/xc/3JkO82cx/D0TLp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w2vf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/D88MA&#10;AADcAAAADwAAAGRycy9kb3ducmV2LnhtbERPTWsCMRC9C/0PYQreNKto0dUoVRC8CGp7qLdxM91d&#10;3EzWJOrqr28Eobd5vM+ZzhtTiSs5X1pW0OsmIIgzq0vOFXx/rTojED4ga6wsk4I7eZjP3lpTTLW9&#10;8Y6u+5CLGMI+RQVFCHUqpc8KMui7tiaO3K91BkOELpfa4S2Gm0r2k+RDGiw5NhRY07Kg7LS/GAWL&#10;8Whx3g5489gdD3T4OZ6GfZco1X5vPicgAjXhX/xyr3Wc3xvA85l4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/D88MAAADcAAAADwAAAAAAAAAAAAAAAACYAgAAZHJzL2Rv&#10;d25yZXYueG1sUEsFBgAAAAAEAAQA9QAAAIgDAAAAAA==&#10;" fillcolor="black" stroked="f"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HHcMQA&#10;AADcAAAADwAAAGRycy9kb3ducmV2LnhtbERPTWvCQBC9C/0PyxS86SaCIqlrqG0FoXow7aHHaXaa&#10;LMnOhuyqaX99VxC8zeN9ziofbCvO1HvjWEE6TUAQl04brhR8fmwnSxA+IGtsHZOCX/KQrx9GK8y0&#10;u/CRzkWoRAxhn6GCOoQuk9KXNVn0U9cRR+7H9RZDhH0ldY+XGG5bOUuShbRoODbU2NFLTWVTnKyC&#10;r/eFWR4Nzb73f5s3vZ83m8Nro9T4cXh+AhFoCHfxzb3TcX46h+sz8QK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xx3D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z6cEA&#10;AADcAAAADwAAAGRycy9kb3ducmV2LnhtbERPTWsCMRC9F/wPYYTealYPIqtRRCl68VBb8Tpsxs26&#10;m8k2ibr6641Q6G0e73Nmi8424ko+VI4VDAcZCOLC6YpLBT/fnx8TECEia2wck4I7BVjMe28zzLW7&#10;8Rdd97EUKYRDjgpMjG0uZSgMWQwD1xIn7uS8xZigL6X2eEvhtpGjLBtLixWnBoMtrQwV9f5iFfjl&#10;cV0/+HKos8fuHjbn7neCRqn3frecgojUxX/xn3ur0/zhGF7PpAv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+c+n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+JasIA&#10;AADcAAAADwAAAGRycy9kb3ducmV2LnhtbERP22oCMRB9L/gPYYS+FM3qQ9XVKKVQKCiClw8YN9Pd&#10;pclk2Ux19esbQfBtDuc6i1XnnTpTG+vABkbDDBRxEWzNpYHj4WswBRUF2aILTAauFGG17L0sMLfh&#10;wjs676VUKYRjjgYqkSbXOhYVeYzD0BAn7ie0HiXBttS2xUsK906Ps+xde6w5NVTY0GdFxe/+zxtw&#10;45ObrSdxI9ej3mQ3L7u3rTXmtd99zEEJdfIUP9zfNs0fTeD+TLp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4lq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28E8UA&#10;AADcAAAADwAAAGRycy9kb3ducmV2LnhtbESPT2vDMAzF74N9B6NBb6vTHsrI6pb+oZDLDstaelVj&#10;LQ615RB7bbZPPx0Gu0m8p/d+Wq7H4NWNhtRFNjCbFqCIm2g7bg0cPw7PL6BSRrboI5OBb0qwXj0+&#10;LLG08c7vdKtzqySEU4kGXM59qXVqHAVM09gTi/YZh4BZ1qHVdsC7hAev50Wx0AE7lgaHPe0cNdf6&#10;KxjY172fHyu3TefT2+Xiq58DnffGTJ7GzSuoTGP+N/9dV1bwZ0Ir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bwT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9nzMIA&#10;AADcAAAADwAAAGRycy9kb3ducmV2LnhtbERPPWvDMBDdC/kP4gLdGikd0taJEkJowJCprj10O6SL&#10;7cQ6GUuNnX9fFQrd7vE+b7ObXCduNITWs4blQoEgNt62XGsoP49PryBCRLbYeSYNdwqw284eNphZ&#10;P/IH3YpYixTCIUMNTYx9JmUwDTkMC98TJ+7sB4cxwaGWdsAxhbtOPiu1kg5bTg0N9nRoyFyLb6fh&#10;cpQnbxSaqqzG3L58va+oU1o/zqf9GkSkKf6L/9y5TfOXb/D7TLp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2fM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MQ+sUA&#10;AADcAAAADwAAAGRycy9kb3ducmV2LnhtbESPQWvCQBCF74X+h2UKvdWNKYhEV9FCQSw9VEU8jtkx&#10;CcnOht1V03/fOQi9zfDevPfNfDm4Tt0oxMazgfEoA0VcettwZeCw/3ybgooJ2WLnmQz8UoTl4vlp&#10;joX1d/6h2y5VSkI4FmigTqkvtI5lTQ7jyPfEol18cJhkDZW2Ae8S7jqdZ9lEO2xYGmrs6aOmst1d&#10;nYHT9Ysv3+/bVVinox/2sc3P09aY15dhNQOVaEj/5sf1xgp+LvjyjE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xD6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q1sQA&#10;AADcAAAADwAAAGRycy9kb3ducmV2LnhtbERPTWvCQBC9C/0PyxS86cagYlM3UgWhF6HaHuptzE6T&#10;kOxsurvVtL/eLQje5vE+Z7nqTSvO5HxtWcFknIAgLqyuuVTw8b4dLUD4gKyxtUwKfsnDKn8YLDHT&#10;9sJ7Oh9CKWII+wwVVCF0mZS+qMigH9uOOHJf1hkMEbpSaoeXGG5amSbJXBqsOTZU2NGmoqI5/BgF&#10;66fF+vttyru//elIx89TM0tdotTwsX95BhGoD3fxzf2q4/x0Av/PxAt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UqtbEAAAA3AAAAA8AAAAAAAAAAAAAAAAAmAIAAGRycy9k&#10;b3ducmV2LnhtbFBLBQYAAAAABAAEAPUAAACJAwAAAAA=&#10;" fillcolor="black" stroked="f"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45gMIA&#10;AADcAAAADwAAAGRycy9kb3ducmV2LnhtbERP30vDMBB+F/Y/hBv45tJVEKnLRhkMx566qfh6a86m&#10;2FxKErPuv18Ewbf7+H7eajPZQSTyoXesYLkoQBC3TvfcKXh/2z08gwgRWePgmBRcKcBmPbtbYaXd&#10;hY+UTrETOYRDhQpMjGMlZWgNWQwLNxJn7st5izFD30nt8ZLD7SDLoniSFnvODQZH2hpqv08/VkE6&#10;b5v6MX0mczz4uvOuef04N0rdz6f6BUSkKf6L/9x7neeXJfw+ky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7jmA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AbmcMA&#10;AADcAAAADwAAAGRycy9kb3ducmV2LnhtbERPTWvCQBC9C/0PyxR6qxstiI2uUqQt6sU2FfQ4ZMds&#10;MDsbsmuM/npXKHibx/uc6byzlWip8aVjBYN+AoI4d7rkQsH27+t1DMIHZI2VY1JwIQ/z2VNviql2&#10;Z/6lNguFiCHsU1RgQqhTKX1uyKLvu5o4cgfXWAwRNoXUDZ5juK3kMElG0mLJscFgTQtD+TE7WQV+&#10;sPjcre31vd1/G95kKzP6KYxSL8/dxwREoC48xP/upY7zh29wfyZe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Abmc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9300D" w:rsidRDefault="00E9300D" w:rsidP="00E9300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9300D" w:rsidRDefault="00E9300D" w:rsidP="00E9300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E9300D" w:rsidRDefault="00E9300D" w:rsidP="00E9300D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E9300D" w:rsidRDefault="00E9300D" w:rsidP="00E9300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E9300D" w:rsidRDefault="00E9300D" w:rsidP="00E9300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0A95B5" wp14:editId="3A1E056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4" name="Группа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00D" w:rsidRDefault="00E9300D" w:rsidP="00E930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QXPMIA&#10;AADcAAAADwAAAGRycy9kb3ducmV2LnhtbERPTWvCQBC9F/wPywi91Y0JVkldJYgtOQRKtN6H7JgE&#10;s7Mhu9X033cFwds83uest6PpxJUG11pWMJ9FIIgrq1uuFfwcP99WIJxH1thZJgV/5GC7mbysMdX2&#10;xiVdD74WIYRdigoa7/tUSlc1ZNDNbE8cuLMdDPoAh1rqAW8h3HQyjqJ3abDl0NBgT7uGqsvh1yiw&#10;yVdenOq4TPa89Jx9r86nsVDqdTpmHyA8jf4pfrhzHebHC7g/Ey6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9Bc8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BkKcUA&#10;AADcAAAADwAAAGRycy9kb3ducmV2LnhtbERPS2sCMRC+F/ofwgheRLMVutWtUYqwfXgo+ACvw2a6&#10;WbuZLEmqW399Uyj0Nh/fcxar3rbiTD40jhXcTTIQxJXTDdcKDvtyPAMRIrLG1jEp+KYAq+XtzQIL&#10;7S68pfMu1iKFcChQgYmxK6QMlSGLYeI64sR9OG8xJuhrqT1eUrht5TTLcmmx4dRgsKO1oepz92UV&#10;nMp3c1w/XJ/9aL6l66jcvLRvuVLDQf/0CCJSH//Ff+5Xnebf5/D7TLp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cGQp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4/cMA&#10;AADcAAAADwAAAGRycy9kb3ducmV2LnhtbESP0YrCMBBF3wX/IYywL2LTVXClGkVEF/FF1P2AoZk2&#10;xWZSmqzt/v1GEHyb4d65585q09taPKj1lWMFn0kKgjh3uuJSwc/tMFmA8AFZY+2YFPyRh816OFhh&#10;pl3HF3pcQyliCPsMFZgQmkxKnxuy6BPXEEetcK3FENe2lLrFLobbWk7TdC4tVhwJBhvaGcrv118b&#10;IecZnk9Fdzt899jh/mR4vL0o9THqt0sQgfrwNr+ujzrWX3zB85k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4/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Bq8IA&#10;AADcAAAADwAAAGRycy9kb3ducmV2LnhtbERPTUsDMRC9C/6HMEJvNtvFVlmbFqkWSsGDVRBvw2a6&#10;u7iZhGTsbv99cyh4fLzv5Xp0vTpRTJ1nA7NpAYq49rbjxsDX5/b+CVQSZIu9ZzJwpgTr1e3NEivr&#10;B/6g00EalUM4VWigFQmV1qluyWGa+kCcuaOPDiXD2GgbccjhrtdlUSy0w45zQ4uBNi3Vv4c/Z+B9&#10;eAv7x8X8GH7iQ6nTq5XvjRgzuRtfnkEJjfIvvrp31kA5y2vzmXwE9O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wGr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2kkMYA&#10;AADeAAAADwAAAGRycy9kb3ducmV2LnhtbESPzWrDMBCE74W8g9hCLiWRnZYQnCjGhLoUX0J+HmCx&#10;NpaptTKWGjtvXxUKve0ys/PN7vLJduJOg28dK0iXCQji2umWGwXXS7nYgPABWWPnmBQ8yEO+nz3t&#10;MNNu5BPdz6ERMYR9hgpMCH0mpa8NWfRL1xNH7eYGiyGuQyP1gGMMt51cJclaWmw5Egz2dDBUf52/&#10;bYQcX/FY3cZL+THhiO+V4ZfipNT8eSq2IAJN4d/8d/2pY/23NF3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2kk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UUMcUA&#10;AADeAAAADwAAAGRycy9kb3ducmV2LnhtbERPTUsDMRC9C/0PYQRvNru1VlmbllIVROihrSDehs10&#10;d3EzCcnYXf+9EQRv83ifs1yPrldniqnzbKCcFqCIa287bgy8HZ+v70ElQbbYeyYD35RgvZpcLLGy&#10;fuA9nQ/SqBzCqUIDrUiotE51Sw7T1AfizJ18dCgZxkbbiEMOd72eFcVCO+w4N7QYaNtS/Xn4cgZ2&#10;w1N4vVvcnsJHnM90erTyvhVjri7HzQMooVH+xX/uF5vnz8vyB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RQ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mRrMUA&#10;AADeAAAADwAAAGRycy9kb3ducmV2LnhtbERPW2vCMBR+F/YfwhnsZWjaTWV0RlEhTNhgeIG9Hppj&#10;W9aclCSz3b83g4Fv5+O7nsVqsK24kA+NYwX5JANBXDrTcKXgdNTjFxAhIhtsHZOCXwqwWt6NFlgY&#10;1/OeLodYiRTCoUAFdYxdIWUoa7IYJq4jTtzZeYsxQV9J47FP4baVT1k2lxYbTg01drStqfw+/FgF&#10;m8++evaP5WZw7+e3r5nWRn9opR7uh/UriEhDvIn/3TuT5k/zfAp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ZG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+yMIA&#10;AADeAAAADwAAAGRycy9kb3ducmV2LnhtbERP3WrCMBS+H/gO4Qx2t6YVFemMIo7CGN748wCH5qzp&#10;bE5KEmv39osgeHc+vt+z2oy2EwP50DpWUGQ5COLa6ZYbBedT9b4EESKyxs4xKfijAJv15GWFpXY3&#10;PtBwjI1IIRxKVGBi7EspQ23IYshcT5y4H+ctxgR9I7XHWwq3nZzm+UJabDk1GOxpZ6i+HK9WQfU9&#10;3Q+Xq/aV244zS3Pzu/w0Sr29jtsPEJHG+BQ/3F86zZ8VxRzu76Qb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VX7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eqQMUA&#10;AADeAAAADwAAAGRycy9kb3ducmV2LnhtbERPW2vCMBR+H/gfwhnsZWjabYp0RtFBmLDB8AJ7PTTH&#10;tqw5KUlm6783wmBv5+O7nsVqsK04kw+NYwX5JANBXDrTcKXgeNDjOYgQkQ22jknBhQKslqO7BRbG&#10;9byj8z5WIoVwKFBBHWNXSBnKmiyGieuIE3dy3mJM0FfSeOxTuG3lU5bNpMWGU0ONHb3VVP7sf62C&#10;zVdfPfvHcjO4j9P791Rroz+1Ug/3w/oVRKQh/ov/3FuT5r/k+Q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6p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tFJMIA&#10;AADeAAAADwAAAGRycy9kb3ducmV2LnhtbERP3WrCMBS+H+wdwhl4N9OKblKNIhsFEW/mfIBDc2yq&#10;zUlJYq1vbwYD787H93uW68G2oicfGscK8nEGgrhyuuFawfG3fJ+DCBFZY+uYFNwpwHr1+rLEQrsb&#10;/1B/iLVIIRwKVGBi7AopQ2XIYhi7jjhxJ+ctxgR9LbXHWwq3rZxk2Ye02HBqMNjRl6HqcrhaBeVu&#10;su8vV+1LtxmmlmbmPP82So3ehs0CRKQhPsX/7q1O86d5/gl/76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y0U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pPvsQA&#10;AADeAAAADwAAAGRycy9kb3ducmV2LnhtbESPzW7CQAyE70h9h5WReoNN+KmqwIIQEgiOhD6AlXWT&#10;iKw3zS4kvH19QOJma8Yzn9fbwTXqQV2oPRtIpwko4sLbmksDP9fD5BtUiMgWG89k4EkBtpuP0Roz&#10;63u+0COPpZIQDhkaqGJsM61DUZHDMPUtsWi/vnMYZe1KbTvsJdw1epYkX9phzdJQYUv7iopbfncG&#10;Fs/++Jcvb8nBOkrP8/bMsVga8zkeditQkYb4Nr+uT1bwF2kqvPKOzK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aT7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T8isIA&#10;AADeAAAADwAAAGRycy9kb3ducmV2LnhtbERPS4vCMBC+C/sfwgh707Qiol1TkRVl8bRW3fPQTB/Y&#10;TEoTtf57syB4m4/vOctVbxpxo87VlhXE4wgEcW51zaWC03E7moNwHlljY5kUPMjBKv0YLDHR9s4H&#10;umW+FCGEXYIKKu/bREqXV2TQjW1LHLjCdgZ9gF0pdYf3EG4aOYmimTRYc2iosKXvivJLdjUKrrO/&#10;yYmLvf7NNo/dYrNdO3kulfoc9usvEJ56/xa/3D86zJ/G8QL+3wk3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1PyK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0vt8kA&#10;AADeAAAADwAAAGRycy9kb3ducmV2LnhtbESPT0/CQBDF7yZ+h82YeJMtSBqoLARITNSDhH8Hb2N3&#10;bAvd2dJdoX575mDCbSbz5r33m8w6V6sztaHybKDfS0AR595WXBjYbV+fRqBCRLZYeyYDfxRgNr2/&#10;m2Bm/YXXdN7EQokJhwwNlDE2mdYhL8lh6PmGWG4/vnUYZW0LbVu8iLmr9SBJUu2wYkkosaFlSflx&#10;8+sM7FejdLxavA8PH5/f+Ozs6ctWqTGPD938BVSkLt7E/99vVuoP+wMBEByZQU+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e0vt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gduMMA&#10;AADeAAAADwAAAGRycy9kb3ducmV2LnhtbERPS4vCMBC+C/6HMMLeNG0VkWoUddFd9uQLvA7N2Bab&#10;SWmyWv31ZmHB23x8z5ktWlOJGzWutKwgHkQgiDOrS84VnI6b/gSE88gaK8uk4EEOFvNuZ4aptnfe&#10;0+3gcxFC2KWooPC+TqV0WUEG3cDWxIG72MagD7DJpW7wHsJNJZMoGkuDJYeGAmtaF5RdD79GwXN8&#10;xp37SlafQ+3pMZps7c9uq9RHr11OQXhq/Vv87/7WYf4oTmL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gdu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PqYcMA&#10;AADeAAAADwAAAGRycy9kb3ducmV2LnhtbERPzWrCQBC+C77DMoI3szGkUlNXEbHQmzX1AYbsdBPM&#10;zsbsVmOf3i0UvM3H9zurzWBbcaXeN44VzJMUBHHldMNGwenrffYKwgdkja1jUnAnD5v1eLTCQrsb&#10;H+laBiNiCPsCFdQhdIWUvqrJok9cRxy5b9dbDBH2RuoebzHctjJL04W02HBsqLGjXU3VufyxCi4u&#10;e9FDucfDeb/8bIzJL7/HXKnpZNi+gQg0hKf43/2h4/x8nmXw9068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PqY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pEcQA&#10;AADeAAAADwAAAGRycy9kb3ducmV2LnhtbERPyW7CMBC9V+o/WIPErTiBQiGNQS0SEleWQ4+DPSQp&#10;8TiNDaR8PUaq1Ns8vXXyRWdrcaHWV44VpIMEBLF2puJCwX63epmC8AHZYO2YFPySh8X8+SnHzLgr&#10;b+iyDYWIIewzVFCG0GRSel2SRT9wDXHkjq61GCJsC2lavMZwW8thkkykxYpjQ4kNLUvSp+3ZKlhX&#10;BxpP9HFmp59683X7CaO3b6NUv9d9vIMI1IV/8Z97beL813Q4gsc78QY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DKR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tKcYA&#10;AADeAAAADwAAAGRycy9kb3ducmV2LnhtbERP0WrCQBB8L/gPxwp9ay6GKjZ6Si0UKlWhtujrkltz&#10;obm9kLvG+Pc9QfBtdmdnZme+7G0tOmp95VjBKElBEBdOV1wq+Pl+f5qC8AFZY+2YFFzIw3IxeJhj&#10;rt2Zv6jbh1JEE/Y5KjAhNLmUvjBk0SeuIY7cybUWQxzbUuoWz9Hc1jJL04m0WHFMMNjQm6Hid/9n&#10;FXS4u6RHs9q+rKtNke1Wh08d9+px2L/OQATqw/34pv7Q8f3nUTaG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ftK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sxMMA&#10;AADeAAAADwAAAGRycy9kb3ducmV2LnhtbERPTUvDQBC9C/6HZQRvdtMgRWK3pRRaPGr04HHMTrOp&#10;2Zmwu23S/npXELzN433Ocj35Xp0pxE7YwHxWgCJuxHbcGvh43z08gYoJ2WIvTAYuFGG9ur1ZYmVl&#10;5Dc616lVOYRjhQZcSkOldWwceYwzGYgzd5DgMWUYWm0Djjnc97osioX22HFucDjQ1lHzXZ+8gXHf&#10;fB3Lw6d11zDIrn6VY9mLMfd30+YZVKIp/Yv/3C82z3+clwv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isx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ZSMQA&#10;AADeAAAADwAAAGRycy9kb3ducmV2LnhtbERP22oCMRB9L/QfwhT6VrMuRWU1ilcoYhFv7+Nm3N02&#10;mSybVLd/bwoF3+ZwrjOatNaIKzW+cqyg20lAEOdOV1woOB5WbwMQPiBrNI5JwS95mIyfn0aYaXfj&#10;HV33oRAxhH2GCsoQ6kxKn5dk0XdcTRy5i2sshgibQuoGbzHcGpkmSU9arDg2lFjTvKT8e/9jFay2&#10;C/OVfu6mJxnmy/7ZDNazxUap15d2OgQRqA0P8b/7Q8f57920D3/vxBv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sGU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QrsgA&#10;AADeAAAADwAAAGRycy9kb3ducmV2LnhtbESPQWvCQBCF7wX/wzIFL6Vu1LZI6ioiiAoVrAq9jtlp&#10;EszOhuwa4793DoXeZnhv3vtmOu9cpVpqQunZwHCQgCLOvC05N3A6rl4noEJEtlh5JgN3CjCf9Z6m&#10;mFp/429qDzFXEsIhRQNFjHWqdcgKchgGviYW7dc3DqOsTa5tgzcJd5UeJcmHdliyNBRY07Kg7HK4&#10;OgPt/uucb9pQby+Tl/A+Pq/XO/tjTP+5W3yCitTFf/Pf9cYK/ttwJLzyjsygZ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xVC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WLKMUA&#10;AADeAAAADwAAAGRycy9kb3ducmV2LnhtbERPTWsCMRC9C/0PYQRvmnWxolujVEHwUlDbQ72Nm3F3&#10;cTNZk6jb/nojFHqbx/uc2aI1tbiR85VlBcNBAoI4t7riQsHX57o/AeEDssbaMin4IQ+L+Utnhpm2&#10;d97RbR8KEUPYZ6igDKHJpPR5SQb9wDbEkTtZZzBE6AqpHd5juKllmiRjabDi2FBiQ6uS8vP+ahQs&#10;p5PlZTvij9/d8UCH7+P5NXWJUr1u+/4GIlAb/sV/7o2O80fDdAr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YsoxQAAAN4AAAAPAAAAAAAAAAAAAAAAAJgCAABkcnMv&#10;ZG93bnJldi54bWxQSwUGAAAAAAQABAD1AAAAigMAAAAA&#10;" fillcolor="black" stroked="f"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W6aMkA&#10;AADeAAAADwAAAGRycy9kb3ducmV2LnhtbESPQU/CQBCF7yb+h82YeJMtCIRUFiIqCQl4AD14HLtj&#10;u2l3tumuUPz1zoGE20zmzXvvmy9736gjddEFNjAcZKCIi2AdlwY+P9YPM1AxIVtsApOBM0VYLm5v&#10;5pjbcOI9HQ+pVGLCMUcDVUptrnUsKvIYB6EllttP6DwmWbtS2w5PYu4bPcqyqfboWBIqbOmloqI+&#10;/HoDX9upm+0djb53f6s3u5vUq/fX2pj7u/75CVSiPl3Fl++Nlfrj4aMACI7MoBf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cW6a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tywcUA&#10;AADeAAAADwAAAGRycy9kb3ducmV2LnhtbERPS2sCMRC+F/wPYQreana1FNkaRSyilx7qA6/DZrrZ&#10;7mayTaKu/vqmUOhtPr7nzBa9bcWFfKgdK8hHGQji0umaKwWH/fppCiJEZI2tY1JwowCL+eBhhoV2&#10;V/6gyy5WIoVwKFCBibErpAylIYth5DrixH06bzEm6CupPV5TuG3lOMtepMWaU4PBjlaGymZ3tgr8&#10;8vTW3Pl8bLL7+y1svvrvKRqlho/98hVEpD7+i//cW53mP+eTH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23LB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ha/cUA&#10;AADeAAAADwAAAGRycy9kb3ducmV2LnhtbERP22rCQBB9L/gPywh9KboxLVVTV5FCoVARtH7AmB2T&#10;0N3ZkB019uu7hULf5nCus1j13qkLdbEJbGAyzkARl8E2XBk4fL6NZqCiIFt0gcnAjSKsloO7BRY2&#10;XHlHl71UKoVwLNBALdIWWseyJo9xHFrixJ1C51ES7CptO7ymcO90nmXP2mPDqaHGll5rKr/2Z2/A&#10;5Uc3/5jGjdwOepN9e9k9bK0x98N+/QJKqJd/8Z/73ab5T5PHH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eFr9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+PMUA&#10;AADeAAAADwAAAGRycy9kb3ducmV2LnhtbERPS2sCMRC+C/0PYQq9adYHUrZGsRVhLx66bvE6bqab&#10;xWSybFLd9tc3hYK3+fies9oMzoor9aH1rGA6yUAQ11633CiojvvxM4gQkTVaz6TgmwJs1g+jFeba&#10;3/idrmVsRArhkKMCE2OXSxlqQw7DxHfEifv0vcOYYN9I3eMthTsrZ1m2lA5bTg0GO3ozVF/KL6dg&#10;V3Z2VhXmNZw+DuezLX72dNop9fQ4bF9ARBriXfzvLnSav5jO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5L48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UfsMA&#10;AADeAAAADwAAAGRycy9kb3ducmV2LnhtbERPTWsCMRC9F/wPYQRvNbEVK6tRRLog9FSrB29DMu6u&#10;bibLJt1d/31TKPQ2j/c56+3gatFRGyrPGmZTBYLYeFtxoeH0lT8vQYSIbLH2TBoeFGC7GT2tMbO+&#10;50/qjrEQKYRDhhrKGJtMymBKchimviFO3NW3DmOCbSFti30Kd7V8UWohHVacGkpsaF+SuR+/nYZb&#10;Lj+8UWjOp3N/sG+X9wXVSuvJeNitQEQa4r/4z32waf589jq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iUf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zCgsUA&#10;AADeAAAADwAAAGRycy9kb3ducmV2LnhtbERPS2vCQBC+C/0PyxR6qxsfLZK6ihWEovTQKOJxzI5J&#10;SHY27K4a/70rFLzNx/ec6bwzjbiQ85VlBYN+AoI4t7riQsFuu3qfgPABWWNjmRTcyMN89tKbYqrt&#10;lf/okoVCxBD2KSooQ2hTKX1ekkHfty1x5E7WGQwRukJqh9cYbho5TJJPabDi2FBiS8uS8jo7GwWH&#10;84ZPv6P1wn2Hve22vh4eJ7VSb6/d4gtEoC48xf/uHx3njwejD3i8E2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MKC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Jh8UA&#10;AADeAAAADwAAAGRycy9kb3ducmV2LnhtbERPS2sCMRC+F/wPYQRvNatV0dUotVDopeDroLdxM+4u&#10;bibbJOq2v74RBG/z8T1ntmhMJa7kfGlZQa+bgCDOrC45V7Dbfr6OQfiArLGyTAp+ycNi3nqZYart&#10;jdd03YRcxBD2KSooQqhTKX1WkEHftTVx5E7WGQwRulxqh7cYbirZT5KRNFhybCiwpo+CsvPmYhQs&#10;J+Plz2rA33/r44EO++N52HeJUp128z4FEagJT/HD/aXj/EHvbQT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o4mHxQAAAN4AAAAPAAAAAAAAAAAAAAAAAJgCAABkcnMv&#10;ZG93bnJldi54bWxQSwUGAAAAAAQABAD1AAAAigMAAAAA&#10;" fillcolor="black" stroked="f"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kntsQA&#10;AADeAAAADwAAAGRycy9kb3ducmV2LnhtbERPTUsDMRC9C/6HMEJvNlsrtqxNy1KQiqdtq/Q63Yyb&#10;xc1kSWK6/nsjCL3N433OajPaXiTyoXOsYDYtQBA3TnfcKng/vtwvQYSIrLF3TAp+KMBmfXuzwlK7&#10;C+8pHWIrcgiHEhWYGIdSytAYshimbiDO3KfzFmOGvpXa4yWH214+FMWTtNhxbjA40NZQ83X4tgrS&#10;eVtX83RKZv/mq9a7evdxrpWa3I3VM4hIY7yK/92vOs9/nM0X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ZJ7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r3zcgA&#10;AADeAAAADwAAAGRycy9kb3ducmV2LnhtbESPQUvDQBCF7wX/wzKCN7tJK6XGbouUVtRLaxT0OGTH&#10;bDA7G7JrGv31zkHobYb35r1vVpvRt2qgPjaBDeTTDBRxFWzDtYG31/31ElRMyBbbwGTghyJs1heT&#10;FRY2nPiFhjLVSkI4FmjApdQVWsfKkcc4DR2xaJ+h95hk7WttezxJuG/1LMsW2mPD0uCwo62j6qv8&#10;9gZivt29P/vf2+HjwfGhfHKLY+2Muboc7+9AJRrT2fx//WgF/yafC6+8IzPo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avfN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300D" w:rsidRDefault="00E9300D" w:rsidP="00E930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9300D" w:rsidRDefault="00E9300D" w:rsidP="00E9300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E9300D" w:rsidRDefault="00E9300D" w:rsidP="00E930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9300D" w:rsidRDefault="00E9300D" w:rsidP="00E9300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.07. 2021р.                                                   Крупець                                           №_____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Л.М</w:t>
      </w:r>
    </w:p>
    <w:p w:rsidR="00E9300D" w:rsidRDefault="00E9300D" w:rsidP="00E9300D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Л.М,  сільська рада</w:t>
      </w: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Людмилі  Михайлівні,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576B8" w:rsidRPr="00D576B8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26.</w:t>
      </w: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Л.М.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9300D" w:rsidRDefault="00E9300D" w:rsidP="00E930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300D" w:rsidRDefault="00E9300D" w:rsidP="00E930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9300D" w:rsidRDefault="00E9300D" w:rsidP="00E930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822CE" w:rsidRPr="00E9300D" w:rsidRDefault="00E9300D" w:rsidP="00E93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9822CE" w:rsidRPr="00E930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0D"/>
    <w:rsid w:val="009822CE"/>
    <w:rsid w:val="00D576B8"/>
    <w:rsid w:val="00E9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0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264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2021-07-19T05:33:00Z</dcterms:created>
  <dcterms:modified xsi:type="dcterms:W3CDTF">2021-07-19T06:28:00Z</dcterms:modified>
</cp:coreProperties>
</file>