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B07" w:rsidRPr="003B50D1" w:rsidRDefault="00535B07" w:rsidP="00535B07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535B07" w:rsidRPr="003B50D1" w:rsidRDefault="00535B07" w:rsidP="00535B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305AC00" wp14:editId="0BA43121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016" name="Группа 220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01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2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3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8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69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0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1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2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3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4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5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6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77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5B07" w:rsidRDefault="00535B07" w:rsidP="00535B0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16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DVRAzFp3AABgWQQADgAAAAAA&#10;AAAAAAAAAAAuAgAAZHJzL2Uyb0RvYy54bWxQSwECLQAUAAYACAAAACEAntNkbd0AAAAGAQAADwAA&#10;AAAAAAAAAAAAAAC0eQAAZHJzL2Rvd25yZXYueG1sUEsFBgAAAAAEAAQA8wAAAL5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wsPMEA&#10;AADeAAAADwAAAGRycy9kb3ducmV2LnhtbESPzQrCMBCE74LvEFbwpqkVVKpRRFQ8COLffWnWtths&#10;ShO1vr0RBI/DzHzDzBaNKcWTaldYVjDoRyCIU6sLzhRczpveBITzyBpLy6TgTQ4W83Zrhom2Lz7S&#10;8+QzESDsElSQe18lUro0J4Oubyvi4N1sbdAHWWdS1/gKcFPKOIpG0mDBYSHHilY5pffTwyiww+1u&#10;f83i43DNY8/Lw+R2bfZKdTvNcgrCU+P/4V97pxXEcTQYw/dOuAJy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sLDz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cK7cYA&#10;AADeAAAADwAAAGRycy9kb3ducmV2LnhtbERPy2oCMRTdC/2HcAtupGachbVToxRh2tqF4APcXia3&#10;k2knN0MSdfTrm0XB5eG858vetuJMPjSOFUzGGQjiyumGawWHffk0AxEissbWMSm4UoDl4mEwx0K7&#10;C2/pvIu1SCEcClRgYuwKKUNlyGIYu444cd/OW4wJ+lpqj5cUbluZZ9lUWmw4NRjsaGWo+t2drIKf&#10;cmOOq+fbux+9bOk2Kr8+2vVUqeFj//YKIlIf7+J/96dWkOfZJO1Nd9IVkI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cK7c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gLd8UA&#10;AADeAAAADwAAAGRycy9kb3ducmV2LnhtbESPTWrDMBCF94HeQUyhm9DIcaCkbhRjSlyCN8FJDzBY&#10;E8vUGhlLid3bV4VCl4/38/F2+Wx7cafRd44VrFcJCOLG6Y5bBZ+X8nkLwgdkjb1jUvBNHvL9w2KH&#10;mXYT13Q/h1bEEfYZKjAhDJmUvjFk0a/cQBy9qxsthijHVuoRpzhue5kmyYu02HEkGBzo3VDzdb7Z&#10;CDlt8FRdp0v5MeOEh8rwsqiVenqcizcQgebwH/5rH7WCNE3Wr/B7J14Bu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KAt3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p9bcUA&#10;AADeAAAADwAAAGRycy9kb3ducmV2LnhtbESPTUsDMRCG70L/QxjBm80atJW1aSlVQQQPbQXxNmym&#10;u4ubSUjG7vrvzUHw+PJ+8aw2kx/UmVLuA1u4mVegiJvgem4tvB+fr+9BZUF2OAQmCz+UYbOeXayw&#10;dmHkPZ0P0qoywrlGC51IrLXOTUce8zxE4uKdQvIoRaZWu4RjGfeDNlW10B57Lg8dRtp11Hwdvr2F&#10;t/Epvi4Xd6f4mW6Nzo9OPnZi7dXltH0AJTTJf/iv/eIsGFOZAlBwCgro9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+n1t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LNzMQA&#10;AADeAAAADwAAAGRycy9kb3ducmV2LnhtbESP32rCMBTG7we+QziCN0NTOxijGkVkyuhNqe4BDs2x&#10;KTYnpcna+vZmMNjlx/fnx7fdT7YVA/W+caxgvUpAEFdON1wr+L6elh8gfEDW2DomBQ/ysN/NXraY&#10;aTdyScMl1CKOsM9QgQmhy6T0lSGLfuU64ujdXG8xRNnXUvc4xnHbyjRJ3qXFhiPBYEdHQ9X98mMj&#10;pHjDIr+N19N5whE/c8Ovh1KpxXw6bEAEmsJ/+K/9pRWkaZKu4fdOvAJy9w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syzcz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RGgcUA&#10;AADeAAAADwAAAGRycy9kb3ducmV2LnhtbESPQUsDMRSE70L/Q3gFbzZr0Cpr01JaBRE8WAXx9ti8&#10;7i5uXkLy7K7/3giCx2FmvmFWm8kP6kQp94EtXC4qUMRNcD23Ft5eHy5uQWVBdjgEJgvflGGznp2t&#10;sHZh5Bc6HaRVBcK5RgudSKy1zk1HHvMiROLiHUPyKEWmVruEY4H7QZuqWmqPPZeFDiPtOmo+D1/e&#10;wvN4H59ultfH+JGujM57J+87sfZ8Pm3vQAlN8h/+az86C8ZUxsDvnXIF9P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Ea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3+88cA&#10;AADeAAAADwAAAGRycy9kb3ducmV2LnhtbESPUWvCMBSF3wf+h3AFX8ZMV5lIZxQdhA0ciDrY66W5&#10;tsXmpiTRdv9+EQZ7PJxzvsNZrgfbihv50DhW8DzNQBCXzjRcKfg66acFiBCRDbaOScEPBVivRg9L&#10;LIzr+UC3Y6xEgnAoUEEdY1dIGcqaLIap64iTd3beYkzSV9J47BPctjLPsrm02HBaqLGjt5rKy/Fq&#10;FWz3fTXzj+V2cLvz+/eL1kZ/aqUm42HzCiLSEP/Df+0PoyDPs3wG9zvpCsjV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Qt/vP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QseMUA&#10;AADeAAAADwAAAGRycy9kb3ducmV2LnhtbESPzWrDMBCE74W+g9hCbo0ckYTgRgmhxRBKLvl5gMXa&#10;Wk6slZEUx337qlDocZiZb5j1dnSdGCjE1rOG2bQAQVx703Kj4XKuXlcgYkI22HkmDd8UYbt5flpj&#10;afyDjzScUiMyhGOJGmxKfSllrC05jFPfE2fvyweHKcvQSBPwkeGuk6ooltJhy3nBYk/vlurb6e40&#10;VJ/qMNzuJlR+N84dLex19WG1nryMuzcQicb0H/5r740GpQo1h987+Qr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9Cx4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jDHMcA&#10;AADeAAAADwAAAGRycy9kb3ducmV2LnhtbESPUWvCMBSF3wf+h3AFX8ZM16FIZxQdhA0ciDrY66W5&#10;tsXmpiTRdv/eDAZ7PJxzvsNZrgfbihv50DhW8DzNQBCXzjRcKfg66acFiBCRDbaOScEPBVivRg9L&#10;LIzr+UC3Y6xEgnAoUEEdY1dIGcqaLIap64iTd3beYkzSV9J47BPctjLPsrm02HBaqLGjt5rKy/Fq&#10;FWz3ffXiH8vt4Hbn9++Z1kZ/aqUm42HzCiLSEP/Df+0PoyDPs3wGv3fSFZCr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SIwx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oXlMQA&#10;AADeAAAADwAAAGRycy9kb3ducmV2LnhtbESP0WoCMRRE3wv9h3ALfatZg4psjSItCyJ90fYDLpvb&#10;zermZkniuv17UxB8HGbmDLPajK4TA4XYetYwnRQgiGtvWm40/HxXb0sQMSEb7DyThj+KsFk/P62w&#10;NP7KBxqOqREZwrFEDTalvpQy1pYcxonvibP364PDlGVopAl4zXDXSVUUC+mw5bxgsacPS/X5eHEa&#10;qr36Gs4XEyq/HWeO5va0/LRav76M23cQicb0CN/bO6NBqUIt4P9OvgJ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xqF5T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egs58QA&#10;AADeAAAADwAAAGRycy9kb3ducmV2LnhtbESPwWrDMBBE74H+g9hCb7EUN2mLGyWUQEJ8rNMPWKyt&#10;bWytXEuJ7b+PCoUeh5l5w2z3k+3EjQbfONawShQI4tKZhisNX5fj8g2ED8gGO8ekYSYP+93DYouZ&#10;cSN/0q0IlYgQ9hlqqEPoMyl9WZNFn7ieOHrfbrAYohwqaQYcI9x2MlXqRVpsOC7U2NOhprItrlbD&#10;eh5PP8WmVUdjaZU/9zmHcqP10+P08Q4i0BT+w3/ts9GQpip9hd878QrI3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XoLO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nWuOsMA&#10;AADeAAAADwAAAGRycy9kb3ducmV2LnhtbERPz2uDMBS+F/Y/hDforY3LQTbXKFLpKDttrtv5YV5V&#10;al7EpK3+98thsOPH93tXzHYQN5p871jD0zYBQdw403Or4fR12DyD8AHZ4OCYNCzkocgfVjvMjLvz&#10;J93q0IoYwj5DDV0IYyalbzqy6LduJI7c2U0WQ4RTK82E9xhuB6mSJJUWe44NHY6076i51Fer4Zr+&#10;qBOf381HXS1vL9Wh9PK71Xr9OJevIALN4V/85z4aDUolKu6Nd+I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nWuOs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la7vMgA&#10;AADeAAAADwAAAGRycy9kb3ducmV2LnhtbESPQWvCQBSE7wX/w/KE3pqNaQkaXcUWhLaHilYP3p7Z&#10;ZxLNvo3Zrab/3i0IPQ4z8w0zmXWmFhdqXWVZwSCKQRDnVldcKNh8L56GIJxH1lhbJgW/5GA27T1M&#10;MNP2yiu6rH0hAoRdhgpK75tMSpeXZNBFtiEO3sG2Bn2QbSF1i9cAN7VM4jiVBisOCyU29FZSflr/&#10;GAXb5TAdLV8/Xo6fX3t8Nvq801Wq1GO/m49BeOr8f/jeftcKkiRORvB3J1wBOb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iVru8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TaMUA&#10;AADeAAAADwAAAGRycy9kb3ducmV2LnhtbESPzWrCQBSF94W+w3CF7uqMsUiITkKr1BZXGgvdXjLX&#10;JDRzJ2SmGvv0nYXg8nD++FbFaDtxpsG3jjXMpgoEceVMy7WGr+P7cwrCB2SDnWPScCUPRf74sMLM&#10;uAsf6FyGWsQR9hlqaELoMyl91ZBFP3U9cfRObrAYohxqaQa8xHHbyUSphbTYcnxosKd1Q9VP+Ws1&#10;/C2+ce8/krfN3AS6vqRbt9tvtX6ajK9LEIHGcA/f2p9GQ5KoeQSIOBEFZP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TBNo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nfXcYA&#10;AADeAAAADwAAAGRycy9kb3ducmV2LnhtbESP0WrCQBRE3wX/YbmFvunGVMWmWUWKhb6p0Q+4ZG83&#10;Idm7MbvVtF/vFgo+DjNzhsk3g23FlXpfO1YwmyYgiEunazYKzqePyQqED8gaW8ek4Ic8bNbjUY6Z&#10;djc+0rUIRkQI+wwVVCF0mZS+rMiin7qOOHpfrrcYouyN1D3eIty2Mk2SpbRYc1yosKP3isqm+LYK&#10;Li5d6KHY4b7ZvR5qY+aX3+NcqeenYfsGItAQHuH/9qdWkKbJywz+7sQrI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znfX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cnwcUA&#10;AADeAAAADwAAAGRycy9kb3ducmV2LnhtbESPwW7CMBBE70j8g7VI3MAhCEoDBhUkJK7QHnrc2ksS&#10;iNdpbCDw9XUlJI6jmXmjWaxaW4krNb50rGA0TEAQa2dKzhV8fW4HMxA+IBusHJOCO3lYLbudBWbG&#10;3XhP10PIRYSwz1BBEUKdSel1QRb90NXE0Tu6xmKIssmlafAW4baSaZJMpcWS40KBNW0K0ufDxSrY&#10;lT80merju52t9f778RvGbyejVL/XfsxBBGrDK/xs74yCNE3GKfzfiVdAL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VyfB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p7jcIA&#10;AADeAAAADwAAAGRycy9kb3ducmV2LnhtbERPXWvCMBR9H/gfwhV8m8kqjFmNMgcDx5wwFX29NNem&#10;2NyUJqv135vBYI/nmzNf9q4WHbWh8qzhaaxAEBfeVFxqOOzfH19AhIhssPZMGm4UYLkYPMwxN/7K&#10;39TtYilSCYccNdgYm1zKUFhyGMa+IU7a2bcOY4JtKU2L11Tuapkp9SwdVpwWLDb0Zqm47H6chg63&#10;N3Wyq6/pR7Upsu3q+GkSr0fD/nUGIlIf/81/6bXRkGVqMoHfO+kKyM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OnuN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948Y8QA&#10;AADeAAAADwAAAGRycy9kb3ducmV2LnhtbESPQUsDMRSE74L/ITzBm80aRWRtWopQ8ahrDx6fm9fN&#10;tpv3liR2V3+9EQSPw8x8wyzXcxjUiWLqhS1cLypQxK24njsLu7ft1T2olJEdDsJk4YsSrFfnZ0us&#10;nUz8Sqcmd6pAONVowec81lqn1lPAtJCRuHh7iQFzkbHTLuJU4GHQpqrudMCey4LHkR49tcfmM1iY&#10;ntqPg9m/O/8dR9k2L3Iwg1h7eTFvHkBlmvN/+K/97CwYU93cwu+dcgX06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PePGP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qJ78gA&#10;AADeAAAADwAAAGRycy9kb3ducmV2LnhtbESPW2sCMRSE3wv+h3AE32rWFatsjWK9QClK8dL3083p&#10;7trkZNlE3f57Uyj0cZiZb5jpvLVGXKnxlWMFg34Cgjh3uuJCwem4eZyA8AFZo3FMCn7Iw3zWeZhi&#10;pt2N93Q9hEJECPsMFZQh1JmUPi/Jou+7mjh6X66xGKJsCqkbvEW4NTJNkidpseK4UGJNy5Ly78PF&#10;Kti8r8w53e0XHzIs1+NPM3l7WW2V6nXbxTOIQG34D/+1X7WCNE2GI/i9E6+AnN0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Uaonv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FAisgA&#10;AADeAAAADwAAAGRycy9kb3ducmV2LnhtbESPQWvCQBSE74X+h+UVvBTdNKVWYlYpgmhBwcZCry/Z&#10;ZxLMvg3ZNab/visUPA4z8w2TLgfTiJ46V1tW8DKJQBAXVtdcKvg+rsczEM4ja2wsk4JfcrBcPD6k&#10;mGh75S/qM1+KAGGXoILK+zaR0hUVGXQT2xIH72Q7gz7IrpS6w2uAm0bGUTSVBmsOCxW2tKqoOGcX&#10;o6A/7PJy27v28zx7dm+v+Waz1z9KjZ6GjzkIT4O/h//bW60gjqPpO9zuhCsgF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7sUCK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Kq5cQA&#10;AADeAAAADwAAAGRycy9kb3ducmV2LnhtbERPy2oCMRTdF/yHcAvd1aSDFZ0aRQtCNwVfC91dJ7cz&#10;g5ObaZLq1K83C8Hl4bwns8424kw+1I41vPUVCOLCmZpLDbvt8nUEIkRkg41j0vBPAWbT3tMEc+Mu&#10;vKbzJpYihXDIUUMVY5tLGYqKLIa+a4kT9+O8xZigL6XxeEnhtpGZUkNpsebUUGFLnxUVp82f1bAY&#10;jxa/qwF/X9fHAx32x9N75pXWL8/d/ANEpC4+xHf3l9GQZWqY9qY76QrI6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CquXEAAAA3gAAAA8AAAAAAAAAAAAAAAAAmAIAAGRycy9k&#10;b3ducmV2LnhtbFBLBQYAAAAABAAEAPUAAACJAwAAAAA=&#10;" fillcolor="black" stroked="f"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0BfsgA&#10;AADeAAAADwAAAGRycy9kb3ducmV2LnhtbESPQWvCQBSE74L/YXlCb7ppwGBTV6mthUL1oO2hx2f2&#10;mSzJvg3ZrUZ/vVsQehxm5htmvuxtI07UeeNYweMkAUFcOG24VPD99T6egfABWWPjmBRcyMNyMRzM&#10;MdfuzDs67UMpIoR9jgqqENpcSl9UZNFPXEscvaPrLIYou1LqDs8RbhuZJkkmLRqOCxW29FpRUe9/&#10;rYKfz8zMdobSw+a6WuvNtF5t32qlHkb9yzOIQH34D9/bH1pBmibZE/zdiVdALm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zQF+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xTDMUA&#10;AADeAAAADwAAAGRycy9kb3ducmV2LnhtbESPvW7CMBSF90p9B+tWYit2M1CUYhAqqsrCUNqq61V8&#10;iUPi62AbCDw9HpA6Hp0/fbPF4DpxohAbzxpexgoEceVNw7WGn++P5ymImJANdp5Jw4UiLOaPDzMs&#10;jT/zF522qRZ5hGOJGmxKfSllrCw5jGPfE2dv54PDlGWopQl4zuOuk4VSE+mw4fxgsad3S1W7PToN&#10;Yfm3aq98/G3VdXOJn/vhMEWr9ehpWL6BSDSk//C9vTYaikK9ZoCMk1FA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fFMMxQAAAN4AAAAPAAAAAAAAAAAAAAAAAJgCAABkcnMv&#10;ZG93bnJldi54bWxQSwUGAAAAAAQABAD1AAAAigMAAAAA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FA3MYA&#10;AADeAAAADwAAAGRycy9kb3ducmV2LnhtbESPUUsDMRCE3wX/Q1jBF7FJ76HVa9MigiBYhJ79AdvL&#10;9u5osjkua3v11zeC4OMwM98wy/UYvDrRkLrIFqYTA4q4jq7jxsLu6+3xCVQSZIc+Mlm4UIL16vZm&#10;iaWLZ97SqZJGZQinEi20In2pdapbCpgmsSfO3iEOASXLodFuwHOGB68LY2Y6YMd5ocWeXluqj9V3&#10;sOCLvX/+mKeNXHZ6Y36CbB8+nbX3d+PLApTQKP/hv/a7s1AUZj6F3zv5CujV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0FA3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EOf8cYA&#10;AADeAAAADwAAAGRycy9kb3ducmV2LnhtbESPwU7DMBBE70j8g7VI3KiDDwWlcSugqpQLB0KrXjfx&#10;EkfY6yh228DXYyQkjqOZeaOpNrN34kxTHAJruF8UIIi7YAbuNezfd3ePIGJCNugCk4YvirBZX19V&#10;WJpw4Tc6N6kXGcKxRA02pbGUMnaWPMZFGImz9xEmjynLqZdmwkuGeydVUSylx4HzgsWRXix1n83J&#10;a9g2o1P72j7H4+G1bV39vaPjVuvbm/lpBSLRnP7Df+3aaFCqeFDweydfAbn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EOf8c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gqIXMQA&#10;AADeAAAADwAAAGRycy9kb3ducmV2LnhtbESPQWsCMRSE7wX/Q3iCt5q4gspqFJEKgqdaPXh7JM/d&#10;1c3Lsknd9d83hUKPw8x8w6w2vavFk9pQedYwGSsQxMbbigsN56/9+wJEiMgWa8+k4UUBNuvB2wpz&#10;6zv+pOcpFiJBOOSooYyxyaUMpiSHYewb4uTdfOswJtkW0rbYJbirZabUTDqsOC2U2NCuJPM4fTsN&#10;9708eqPQXM6X7mDn148Z1Urr0bDfLkFE6uN/+K99sBqyTM2n8HsnXQG5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4KiFz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AvjT8YA&#10;AADeAAAADwAAAGRycy9kb3ducmV2LnhtbESPQWvCQBSE70L/w/IK3nTTKCqpq9iCIBYPaik9vmaf&#10;SUj2bdhdNf57tyB4HGbmG2a+7EwjLuR8ZVnB2zABQZxbXXGh4Pu4HsxA+ICssbFMCm7kYbl46c0x&#10;0/bKe7ocQiEihH2GCsoQ2kxKn5dk0A9tSxy9k3UGQ5SukNrhNcJNI9MkmUiDFceFElv6LCmvD2ej&#10;4Pf8xafdaLtyH+HHdkdfp3+zWqn+a7d6BxGoC8/wo73RCtI0mY7h/068AnJx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AvjT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qTpsgA&#10;AADeAAAADwAAAGRycy9kb3ducmV2LnhtbESPT2sCMRTE74V+h/AK3mrSRauuRqmFQi+F+uegt+fm&#10;ubu4edkmqW776Ruh4HGYmd8ws0VnG3EmH2rHGp76CgRx4UzNpYbt5u1xDCJEZIONY9LwQwEW8/u7&#10;GebGXXhF53UsRYJwyFFDFWObSxmKiiyGvmuJk3d03mJM0pfSeLwkuG1kptSztFhzWqiwpdeKitP6&#10;22pYTsbLr88Bf/yuDnva7w6nYeaV1r2H7mUKIlIXb+H/9rvRkGVqNITrnXQF5PwP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kmpOmyAAAAN4AAAAPAAAAAAAAAAAAAAAAAJgCAABk&#10;cnMvZG93bnJldi54bWxQSwUGAAAAAAQABAD1AAAAjQMAAAAA&#10;" fillcolor="black" stroked="f"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4Ge8YA&#10;AADeAAAADwAAAGRycy9kb3ducmV2LnhtbESPQUsDMRSE74X+h/AEb23WFaqsTctSKIqnbVW8vm5e&#10;N0s3L0sS0/XfG0HwOMzMN8x6O9lBJPKhd6zgblmAIG6d7rlT8P62XzyCCBFZ4+CYFHxTgO1mPltj&#10;pd2VD5SOsRMZwqFCBSbGsZIytIYshqUbibN3dt5izNJ3Unu8ZrgdZFkUK2mx57xgcKSdofZy/LIK&#10;0mnX1PfpM5nDq68775rnj1Oj1O3NVD+BiDTF//Bf+0UrKMviYQW/d/IVkJ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/4Ge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7n6ccA&#10;AADeAAAADwAAAGRycy9kb3ducmV2LnhtbESPQWvCQBSE7wX/w/IEb3VjDtpGVxFppfVSGwU9PrLP&#10;bDD7NmS3MfXXdwuFHoeZ+YZZrHpbi45aXzlWMBknIIgLpysuFRwPr49PIHxA1lg7JgXf5GG1HDws&#10;MNPuxp/U5aEUEcI+QwUmhCaT0heGLPqxa4ijd3GtxRBlW0rd4i3CbS3TJJlKixXHBYMNbQwV1/zL&#10;KvCTzctpZ+/P3Xlr+CN/N9N9aZQaDfv1HESgPvyH/9pvWkGaJrMZ/N6JV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e5+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5B07" w:rsidRDefault="00535B07" w:rsidP="00535B0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B07" w:rsidRPr="003B50D1" w:rsidRDefault="00535B07" w:rsidP="00535B07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35B07" w:rsidRPr="003B50D1" w:rsidRDefault="00535B07" w:rsidP="00535B07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35B07" w:rsidRPr="003B50D1" w:rsidRDefault="00535B07" w:rsidP="00535B0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535B07" w:rsidRPr="003B50D1" w:rsidRDefault="00535B07" w:rsidP="00535B0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35B07" w:rsidRPr="003B50D1" w:rsidRDefault="00535B07" w:rsidP="00535B0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535B07" w:rsidRPr="003B50D1" w:rsidRDefault="00535B07" w:rsidP="00535B0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Гарбаруку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В. М.</w:t>
      </w: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Гарбарука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В. М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535B07" w:rsidRPr="003B50D1" w:rsidRDefault="00535B07" w:rsidP="00535B0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35B07" w:rsidRPr="003A57AC" w:rsidRDefault="00535B07" w:rsidP="00535B0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Гарбаруку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Віталію Михайловичу,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791D79">
        <w:rPr>
          <w:rFonts w:ascii="Times New Roman" w:eastAsia="Calibri" w:hAnsi="Times New Roman" w:cs="Times New Roman"/>
          <w:sz w:val="24"/>
          <w:lang w:val="ru-RU"/>
        </w:rPr>
        <w:t>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</w:rPr>
        <w:t>відведення земельної ділянки, орієнтовною площею 0,12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ведення садівництва,  яка розташована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Гарбаруку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35B07" w:rsidRPr="003B50D1" w:rsidRDefault="00535B07" w:rsidP="00535B0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35B07" w:rsidRPr="003B50D1" w:rsidRDefault="00535B07" w:rsidP="00535B0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5B07" w:rsidRPr="003B50D1" w:rsidRDefault="00535B07" w:rsidP="00535B0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35B07" w:rsidRPr="003B50D1" w:rsidRDefault="00535B07" w:rsidP="00535B0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535B07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B07"/>
    <w:rsid w:val="00535B07"/>
    <w:rsid w:val="00791D79"/>
    <w:rsid w:val="00F11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07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5B07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232</Words>
  <Characters>1325</Characters>
  <Application>Microsoft Office Word</Application>
  <DocSecurity>0</DocSecurity>
  <Lines>11</Lines>
  <Paragraphs>3</Paragraphs>
  <ScaleCrop>false</ScaleCrop>
  <Company/>
  <LinksUpToDate>false</LinksUpToDate>
  <CharactersWithSpaces>1554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2022-02-11T13:43:00Z</dcterms:created>
  <dcterms:modified xsi:type="dcterms:W3CDTF">2022-02-14T07:46:00Z</dcterms:modified>
</cp:coreProperties>
</file>