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777C" w:rsidRPr="006A1608" w:rsidRDefault="001A777C" w:rsidP="001A777C">
      <w:pPr>
        <w:spacing w:after="0" w:line="240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2697480</wp:posOffset>
                </wp:positionH>
                <wp:positionV relativeFrom="paragraph">
                  <wp:posOffset>8255</wp:posOffset>
                </wp:positionV>
                <wp:extent cx="543560" cy="734695"/>
                <wp:effectExtent l="0" t="0" r="8890" b="8255"/>
                <wp:wrapNone/>
                <wp:docPr id="448" name="Групувати 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3834" y="994"/>
                          <a:chExt cx="1142" cy="1718"/>
                        </a:xfrm>
                      </wpg:grpSpPr>
                      <wps:wsp>
                        <wps:cNvPr id="449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0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1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2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3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4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5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6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7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8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9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0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1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2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3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4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5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6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7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8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472" o:spid="_x0000_s1026" style="position:absolute;margin-left:212.4pt;margin-top:.65pt;width:42.8pt;height:57.85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08y8UA&#10;AADcAAAADwAAAGRycy9kb3ducmV2LnhtbESPQWvCQBSE70L/w/IK3nTTKLaNrlKUiuBJbYvHR/aZ&#10;BLNvw+42xn/vCoLHYWa+YWaLztSiJecrywrehgkI4tzqigsFP4fvwQcIH5A11pZJwZU8LOYvvRlm&#10;2l54R+0+FCJC2GeooAyhyaT0eUkG/dA2xNE7WWcwROkKqR1eItzUMk2SiTRYcVwosaFlSfl5/28U&#10;bNt08ndcr8xhVKTvLh/9rtKqVqr/2n1NQQTqwjP8aG+0gvH4E+5n4hG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LTzLxQAAANw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q638EA&#10;AADcAAAADwAAAGRycy9kb3ducmV2LnhtbERPTYvCMBC9L/gfwgheFk0rrko1igiCuiBYBa9DM7bV&#10;ZlKaqPXfm8PCHh/ve75sTSWe1LjSsoJ4EIEgzqwuOVdwPm36UxDOI2usLJOCNzlYLjpfc0y0ffGR&#10;nqnPRQhhl6CCwvs6kdJlBRl0A1sTB+5qG4M+wCaXusFXCDeVHEbRWBosOTQUWNO6oOyePowCeUp3&#10;fjcpzXe8vxza2N7Wv9lNqV63Xc1AeGr9v/jPvdUKRj9hfjgTjoBc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Q6ut/BAAAA3AAAAA8AAAAAAAAAAAAAAAAAmAIAAGRycy9kb3du&#10;cmV2LnhtbFBLBQYAAAAABAAEAPUAAACG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kk3McA&#10;AADcAAAADwAAAGRycy9kb3ducmV2LnhtbESPT2sCMRTE70K/Q3iFXkSzFi3r1iitYJEeCvXP/XXz&#10;3F3dvKxJ1K2f3giFHoeZ+Q0zmbWmFmdyvrKsYNBPQBDnVldcKNisF70UhA/IGmvLpOCXPMymD50J&#10;Ztpe+JvOq1CICGGfoYIyhCaT0uclGfR92xBHb2edwRClK6R2eIlwU8vnJHmRBiuOCyU2NC8pP6xO&#10;RsFiSYfxtjl+DK9uVKT7n6/P93VXqafH9u0VRKA2/If/2kutYDgawP1MPAJye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xpJNzHAAAA3AAAAA8AAAAAAAAAAAAAAAAAmAIAAGRy&#10;cy9kb3ducmV2LnhtbFBLBQYAAAAABAAEAPUAAACM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BXo8UA&#10;AADcAAAADwAAAGRycy9kb3ducmV2LnhtbESPQWvCQBSE74L/YXmF3szGUCVEN6FYUgo9VcVeX7PP&#10;JJp9G7Jbk/77bqHgcZiZb5htMZlO3GhwrWUFyygGQVxZ3XKt4HgoFykI55E1dpZJwQ85KPL5bIuZ&#10;tiN/0G3vaxEg7DJU0HjfZ1K6qiGDLrI9cfDOdjDogxxqqQccA9x0MonjtTTYclhosKddQ9V1/20U&#10;xO+r7ut84in9fHmtrpex5LFdKvX4MD1vQHia/D38337TCp5WCfydCUd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4FejxQAAANw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cfMMcA&#10;AADcAAAADwAAAGRycy9kb3ducmV2LnhtbESPQWsCMRSE70L/Q3iFXqRmbbXo1iitoIgHQW3vz83r&#10;7urmZZukuvbXG0HwOMzMN8xo0phKHMn50rKCbicBQZxZXXKu4Gs7ex6A8AFZY2WZFJzJw2T80Bph&#10;qu2J13TchFxECPsUFRQh1KmUPivIoO/Ymjh6P9YZDFG6XGqHpwg3lXxJkjdpsOS4UGBN04Kyw+bP&#10;KJgt6DD8rn/nvX/Xzwf73Wr5uW0r9fTYfLyDCNSEe/jWXmgFvf4rXM/EIyDH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P3HzDHAAAA3AAAAA8AAAAAAAAAAAAAAAAAmAIAAGRy&#10;cy9kb3ducmV2LnhtbFBLBQYAAAAABAAEAPUAAACM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VqTMIA&#10;AADcAAAADwAAAGRycy9kb3ducmV2LnhtbESPzarCMBSE94LvEI7gTlNFRapRRPEiuPIH3R6bY1tt&#10;TkqTa+vbmwsXXA4z8w0zXzamEC+qXG5ZwaAfgSBOrM45VXA+bXtTEM4jaywsk4I3OVgu2q05xtrW&#10;fKDX0aciQNjFqCDzvoyldElGBl3flsTBu9vKoA+ySqWusA5wU8hhFE2kwZzDQoYlrTNKnsdfoyDa&#10;j4vb/cLN9Lr5SZ6Pest1PlCq22lWMxCeGv8N/7d3WsFoPIK/M+EIyM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RWpMwgAAANw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0wfsUA&#10;AADcAAAADwAAAGRycy9kb3ducmV2LnhtbESPT2vCQBTE7wW/w/KE3uqm/kNTV5FUwWs1PfT2zD6T&#10;kOzbkF1j7KfvCgWPw8z8hlltelOLjlpXWlbwPopAEGdWl5wrSE/7twUI55E11pZJwZ0cbNaDlxXG&#10;2t74i7qjz0WAsItRQeF9E0vpsoIMupFtiIN3sa1BH2SbS93iLcBNLcdRNJcGSw4LBTaUFJRVx6tR&#10;8P1ZVZMlR5Pfny5ZuOScpuPLTqnXYb/9AOGp98/wf/ugFUxnM3icCUd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LTB+xQAAANwAAAAPAAAAAAAAAAAAAAAAAJgCAABkcnMv&#10;ZG93bnJldi54bWxQSwUGAAAAAAQABAD1AAAAig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2KaccA&#10;AADcAAAADwAAAGRycy9kb3ducmV2LnhtbESPT2vCQBTE7wW/w/KEXopulFYkuoqIQgV7qIp/bo/s&#10;Mwlm38bsGmM/fbcg9DjM/GaY8bQxhaipcrllBb1uBII4sTrnVMFuu+wMQTiPrLGwTAoe5GA6ab2M&#10;Mdb2zt9Ub3wqQgm7GBVk3pexlC7JyKDr2pI4eGdbGfRBVqnUFd5DuSlkP4oG0mDOYSHDkuYZJZfN&#10;zSh4p/o4W/+cvvbH68Lb89th5XoHpV7bzWwEwlPj/8NP+lMH7mMAf2fCEZCT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3timnHAAAA3AAAAA8AAAAAAAAAAAAAAAAAmAIAAGRy&#10;cy9kb3ducmV2LnhtbFBLBQYAAAAABAAEAPUAAACM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MLksUA&#10;AADcAAAADwAAAGRycy9kb3ducmV2LnhtbESPQWvCQBSE7wX/w/IEb3VTrVVTV5HYQq9qPHh7Zp9J&#10;SPZtyK4x7a/vFoQeh5n5hlltelOLjlpXWlbwMo5AEGdWl5wrSI+fzwsQziNrrC2Tgm9ysFkPnlYY&#10;a3vnPXUHn4sAYRejgsL7JpbSZQUZdGPbEAfvaluDPsg2l7rFe4CbWk6i6E0aLDksFNhQUlBWHW5G&#10;wWlXVdMlR9Ofc5csXHJJ08n1Q6nRsN++g/DU+//wo/2lFbzO5vB3JhwB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swuSxQAAANw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67gMQA&#10;AADcAAAADwAAAGRycy9kb3ducmV2LnhtbERPTWvCQBC9F/oflil4KbpR2lJSVxFRUGgPtUXtbciO&#10;STA7G7NrjP31zqHQ4+N9j6edq1RLTSg9GxgOElDEmbcl5wa+v5b9V1AhIlusPJOBKwWYTu7vxpha&#10;f+FPajcxVxLCIUUDRYx1qnXICnIYBr4mFu7gG4dRYJNr2+BFwl2lR0nyoh2WLA0F1jQvKDtuzs7A&#10;E7X72fvvz8d2f1pEf3jcrcNwZ0zvoZu9gYrUxX/xn3tlxfcsa+WMHAE9u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+u4DEAAAA3A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D5AsgA&#10;AADcAAAADwAAAGRycy9kb3ducmV2LnhtbESPUUsCQRSF34P+w3AD33JWM8vVUcKoBCFwC3297Fx3&#10;VnfubDuju/brmyDo8XDO+Q5ntuhsJc7U+NKxgkE/AUGcO11yoeDz4+X2EYQPyBorx6TgQh4W8+ur&#10;GabatbyhcxYKESHsU1RgQqhTKX1uyKLvu5o4envXWAxRNoXUDbYRbis5TJKxtFhyXDBY09JQfsxO&#10;VsFudPfuzFvmTu3z6/dx8/Vw2C7XSvVuuqcpiEBd+A//tVdaweh+Ar9n4hGQ8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ToPkCyAAAANw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+v08EA&#10;AADcAAAADwAAAGRycy9kb3ducmV2LnhtbERPyW7CMBC9I/UfrKnUW3G6IRRwIkAEofZUlvsoHpKo&#10;8TiN3cT8PT5U4vj09mUeTCsG6l1jWcHLNAFBXFrdcKXgdCye5yCcR9bYWiYFV3KQZw+TJabajvxN&#10;w8FXIoawS1FB7X2XSunKmgy6qe2II3exvUEfYV9J3eMYw00rX5NkJg02HBtq7GhTU/lz+DMK3j4/&#10;fnd6XW2Hdr5zX/tLEZpwVurpMawWIDwFfxf/u/dawfsszo9n4hGQ2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lPr9PBAAAA3AAAAA8AAAAAAAAAAAAAAAAAmAIAAGRycy9kb3du&#10;cmV2LnhtbFBLBQYAAAAABAAEAPUAAACG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5mQcMA&#10;AADcAAAADwAAAGRycy9kb3ducmV2LnhtbESPQYvCMBSE78L+h/AWvGnaZalajSIrC4J4UPewx0fz&#10;bIrNS2lirf/eCILHYWa+YRar3taio9ZXjhWk4wQEceF0xaWCv9PvaArCB2SNtWNScCcPq+XHYIG5&#10;djc+UHcMpYgQ9jkqMCE0uZS+MGTRj11DHL2zay2GKNtS6hZvEW5r+ZUkmbRYcVww2NCPoeJyvFoF&#10;/7P9LO3NJtl1k/U2FIx46TKlhp/9eg4iUB/e4Vd7qxV8Zyk8z8Qj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5mQcMAAADc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iULccA&#10;AADcAAAADwAAAGRycy9kb3ducmV2LnhtbESPQWvCQBSE7wX/w/IK3uomUYKmbkQKFi8eqrb2+Mi+&#10;Jmmzb2N21dhf7wqFHoeZ+YaZL3rTiDN1rrasIB5FIIgLq2suFex3q6cpCOeRNTaWScGVHCzywcMc&#10;M20v/EbnrS9FgLDLUEHlfZtJ6YqKDLqRbYmD92U7gz7IrpS6w0uAm0YmUZRKgzWHhQpbeqmo+Nme&#10;jIJDvPmdteP+Pfn0x/V38nosVh+pUsPHfvkMwlPv/8N/7bVWMEkTuJ8JR0Dm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xIlC3HAAAA3A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pWisMA&#10;AADcAAAADwAAAGRycy9kb3ducmV2LnhtbESPUWvCMBSF3wf+h3CFvc1UJ92oRinKQNmT3X7Apbm2&#10;1eYmJNF2/94MBns8nHO+w1lvR9OLO/nQWVYwn2UgiGurO24UfH99vLyDCBFZY2+ZFPxQgO1m8rTG&#10;QtuBT3SvYiMShEOBCtoYXSFlqFsyGGbWESfvbL3BmKRvpPY4JLjp5SLLcmmw47TQoqNdS/W1uhkF&#10;6N3b3lVyOOWXTzxcjiUtbanU83QsVyAijfE//Nc+aAXL/BV+z6QjID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pWisMAAADc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mdWcYA&#10;AADcAAAADwAAAGRycy9kb3ducmV2LnhtbESPQWvCQBSE70L/w/IEb7rRipXoKmoNiOZS2x68PbLP&#10;JDT7NmRXjf76bkHocZiZb5j5sjWVuFLjSssKhoMIBHFmdcm5gq/PpD8F4TyyxsoyKbiTg+XipTPH&#10;WNsbf9D16HMRIOxiVFB4X8dSuqwgg25ga+LgnW1j0AfZ5FI3eAtwU8lRFE2kwZLDQoE1bQrKfo4X&#10;oyBN0jo98HZ6er+sX0+7x/cb7xOlet12NQPhqfX/4Wd7pxWMJ2P4OxOO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9mdWcYAAADcAAAADwAAAAAAAAAAAAAAAACYAgAAZHJz&#10;L2Rvd25yZXYueG1sUEsFBgAAAAAEAAQA9QAAAIs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ZZTsYA&#10;AADcAAAADwAAAGRycy9kb3ducmV2LnhtbESPQWvCQBSE7wX/w/IEb3VjscFGVxFBqtAWqoX2+Mw+&#10;k2D2bdxdY/z3bqHQ4zAz3zCzRWdq0ZLzlWUFo2ECgji3uuJCwdd+/TgB4QOyxtoyKbiRh8W89zDD&#10;TNsrf1K7C4WIEPYZKihDaDIpfV6SQT+0DXH0jtYZDFG6QmqH1wg3tXxKklQarDgulNjQqqT8tLsY&#10;BR/n9PLWfv+8Hly3bs71dvWuXyqlBv1uOQURqAv/4b/2RisYp8/weyYeAT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ZZTsYAAADc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ErXMQA&#10;AADcAAAADwAAAGRycy9kb3ducmV2LnhtbESP0WrCQBRE34X+w3ILfTOblhpLdJVSsIoIYuoHXLLX&#10;bGj2bsiuGv16VxB8HGbmDDOd97YRJ+p87VjBe5KCIC6drrlSsP9bDL9A+ICssXFMCi7kYT57GUwx&#10;1+7MOzoVoRIRwj5HBSaENpfSl4Ys+sS1xNE7uM5iiLKrpO7wHOG2kR9pmkmLNccFgy39GCr/i6NV&#10;wKlcbDdlo+XvdT9eL02xHh0Lpd5e++8JiEB9eIYf7ZVW8JllcD8Tj4C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xK1zEAAAA3A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58e8cA&#10;AADcAAAADwAAAGRycy9kb3ducmV2LnhtbESPW2vCQBSE3wX/w3IE33RTtV5SV2m9gPXNKIhvh+wx&#10;CWbPhuxW0/76bkHo4zAz3zDzZWNKcafaFZYVvPQjEMSp1QVnCk7HbW8KwnlkjaVlUvBNDpaLdmuO&#10;sbYPPtA98ZkIEHYxKsi9r2IpXZqTQde3FXHwrrY26IOsM6lrfAS4KeUgisbSYMFhIceKVjmlt+TL&#10;KEiul4v+4M3oc/rqVvv98Gd23q6V6naa9zcQnhr/H362d1rBaDyBvzPhCM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cOfHvHAAAA3AAAAA8AAAAAAAAAAAAAAAAAmAIAAGRy&#10;cy9kb3ducmV2LnhtbFBLBQYAAAAABAAEAPUAAACM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o8jb4A&#10;AADcAAAADwAAAGRycy9kb3ducmV2LnhtbERPSwrCMBDdC94hjOBOUz+IVKOIKLhw4e8AQzM21WZS&#10;m6j19mYhuHy8/3zZ2FK8qPaFYwWDfgKCOHO64FzB5bztTUH4gKyxdEwKPuRhuWi35phq9+YjvU4h&#10;FzGEfYoKTAhVKqXPDFn0fVcRR+7qaoshwjqXusZ3DLelHCbJRFosODYYrGhtKLufnlbB8LK6ra+H&#10;0f72GCW8sabZPI9GqW6nWc1ABGrCX/xz77SC8SSujWfiEZCL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m6PI2+AAAA3AAAAA8AAAAAAAAAAAAAAAAAmAIAAGRycy9kb3ducmV2&#10;LnhtbFBLBQYAAAAABAAEAPUAAACD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a8lMYA&#10;AADcAAAADwAAAGRycy9kb3ducmV2LnhtbESPQWsCMRSE74L/ITyhNzerqOjWKFUQeilU20O9PTfP&#10;3cXNyzZJdfXXN4LgcZiZb5j5sjW1OJPzlWUFgyQFQZxbXXGh4Ptr05+C8AFZY22ZFFzJw3LR7cwx&#10;0/bCWzrvQiEihH2GCsoQmkxKn5dk0Ce2IY7e0TqDIUpXSO3wEuGmlsM0nUiDFceFEhtal5Sfdn9G&#10;wWo2Xf1+jvjjtj3saf9zOI2HLlXqpde+vYII1IZn+NF+1wpGkxncz8QjIB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Sa8lMYAAADcAAAADwAAAAAAAAAAAAAAAACYAgAAZHJz&#10;L2Rvd25yZXYueG1sUEsFBgAAAAAEAAQA9QAAAIsDAAAAAA==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41R8MA&#10;AADcAAAADwAAAGRycy9kb3ducmV2LnhtbERPTWuDQBC9F/oflin0UpLVIkmw2UgIKbS9BE0COQ7u&#10;VEV3VtyN2n/fPRR6fLzvbTabTow0uMaygngZgSAurW64UnA5vy82IJxH1thZJgU/5CDbPT5sMdV2&#10;4pzGwlcihLBLUUHtfZ9K6cqaDLql7YkD920Hgz7AoZJ6wCmEm06+RtFKGmw4NNTY06Gmsi3uRsGX&#10;LMeXz4TiUzXe2uNpczWrPFbq+Wnev4HwNPt/8Z/7QytI1mF+OBOO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841R8MAAADcAAAADwAAAAAAAAAAAAAAAACYAgAAZHJzL2Rv&#10;d25yZXYueG1sUEsFBgAAAAAEAAQA9QAAAIgDAAAAAA=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e7o8UA&#10;AADcAAAADwAAAGRycy9kb3ducmV2LnhtbESP3WrCQBSE7wt9h+UUvKsbpbY2dRUpFRQK4s8DHHZP&#10;k9Ds2ZA9mujTu0Khl8PMfMPMFr2v1ZnaWAU2MBpmoIhtcBUXBo6H1fMUVBRkh3VgMnChCIv548MM&#10;cxc63tF5L4VKEI45GihFmlzraEvyGIehIU7eT2g9SpJtoV2LXYL7Wo+z7FV7rDgtlNjQZ0n2d3/y&#10;BsYnK9a/b67fX0eZbA9Nl02mS2MGT/3yA5RQL//hv/baGXh5G8H9TDoCe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V7ujxQAAANwAAAAPAAAAAAAAAAAAAAAAAJgCAABkcnMv&#10;ZG93bnJldi54bWxQSwUGAAAAAAQABAD1AAAAig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uEN8YA&#10;AADcAAAADwAAAGRycy9kb3ducmV2LnhtbESPT2sCMRTE7wW/Q3iCt5qtYpHVKKVUUdgq/rn09kie&#10;m6Wbl2UTdfvtm0LB4zAzv2Hmy87V4kZtqDwreBlmIIi1NxWXCs6n1fMURIjIBmvPpOCHAiwXvac5&#10;5sbf+UC3YyxFgnDIUYGNscmlDNqSwzD0DXHyLr51GJNsS2lavCe4q+Uoy16lw4rTgsWG3i3p7+PV&#10;KdDrcfGxLb6svo72n2W12xfucFFq0O/eZiAidfER/m9vjIJJNoa/M+kI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kuEN8YAAADcAAAADwAAAAAAAAAAAAAAAACYAgAAZHJz&#10;L2Rvd25yZXYueG1sUEsFBgAAAAAEAAQA9QAAAIsDAAAAAA=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n9kMQA&#10;AADcAAAADwAAAGRycy9kb3ducmV2LnhtbESPQWvCQBSE74X+h+UVemt2I1VK6ioSKLSXghppj4/s&#10;Mwlm34bsNkn99a4geBxm5htmuZ5sKwbqfeNYQ5ooEMSlMw1XGor9x8sbCB+QDbaOScM/eVivHh+W&#10;mBk38paGXahEhLDPUEMdQpdJ6cuaLPrEdcTRO7reYoiyr6TpcYxw28qZUgtpseG4UGNHeU3lafdn&#10;NXT2fCh+v74Hlf7gzIw5j6cFa/38NG3eQQSawj18a38aDXP1Ctcz8QjI1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p/ZDEAAAA3AAAAA8AAAAAAAAAAAAAAAAAmAIAAGRycy9k&#10;b3ducmV2LnhtbFBLBQYAAAAABAAEAPUAAACJAwAAAAA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uoGsQA&#10;AADcAAAADwAAAGRycy9kb3ducmV2LnhtbESPQYvCMBSE78L+h/AWvNnURWW3GkUWFE+CdqHr7dE8&#10;22LzUpqo1V9vBMHjMDPfMLNFZ2pxodZVlhUMoxgEcW51xYWCv3Q1+AbhPLLG2jIpuJGDxfyjN8NE&#10;2yvv6LL3hQgQdgkqKL1vEildXpJBF9mGOHhH2xr0QbaF1C1eA9zU8iuOJ9JgxWGhxIZ+S8pP+7NR&#10;MPr/WaYZHe6nbG0zuUm3drs6K9X/7JZTEJ46/w6/2hutYByP4XkmHAE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7qBrEAAAA3AAAAA8AAAAAAAAAAAAAAAAAmAIAAGRycy9k&#10;b3ducmV2LnhtbFBLBQYAAAAABAAEAPUAAACJ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3TJMUA&#10;AADcAAAADwAAAGRycy9kb3ducmV2LnhtbESPQWvCQBSE7wX/w/KE3upGS4NEVxGlUCkIVcHrM/tM&#10;YrJv4+5W47/vCgWPw8x8w0znnWnElZyvLCsYDhIQxLnVFRcK9rvPtzEIH5A1NpZJwZ08zGe9lylm&#10;2t74h67bUIgIYZ+hgjKENpPS5yUZ9APbEkfvZJ3BEKUrpHZ4i3DTyFGSpNJgxXGhxJaWJeX19tco&#10;uLyv6o07Hs7H7/X4ntb5ZSTXqVKv/W4xARGoC8/wf/tLK/hIUniciUdAz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DdMkxQAAANwAAAAPAAAAAAAAAAAAAAAAAJgCAABkcnMv&#10;ZG93bnJldi54bWxQSwUGAAAAAAQABAD1AAAAigMAAAAA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tnQMYA&#10;AADcAAAADwAAAGRycy9kb3ducmV2LnhtbESPT2sCMRTE70K/Q3hCb5ooterWKLVQ6EWofw56e25e&#10;dxc3L9sk1a2fvhEKHoeZ+Q0zW7S2FmfyoXKsYdBXIIhzZyouNOy2770JiBCRDdaOScMvBVjMHzoz&#10;zIy78JrOm1iIBOGQoYYyxiaTMuQlWQx91xAn78t5izFJX0jj8ZLgtpZDpZ6lxYrTQokNvZWUnzY/&#10;VsNyOll+fz7x6ro+HuiwP55GQ6+0fuy2ry8gIrXxHv5vfxgNIzWG25l0BOT8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MtnQMYAAADc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QR18IA&#10;AADcAAAADwAAAGRycy9kb3ducmV2LnhtbERP3WrCMBS+H+wdwhnsZsxkwsRVo4hM2Fih+PMAx+bY&#10;FpOTkkTt3n65GHj58f3Pl4Oz4kohdp41vI0UCOLam44bDYf95nUKIiZkg9YzafilCMvF48McC+Nv&#10;vKXrLjUih3AsUEObUl9IGeuWHMaR74kzd/LBYcowNNIEvOVwZ+VYqYl02HFuaLGndUv1eXdxGj7H&#10;x1Ad8cfWat/Y8rsqXz6qUuvnp2E1A5FoSHfxv/vLaHhXeW0+k4+AX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RBHXwgAAANwAAAAPAAAAAAAAAAAAAAAAAJgCAABkcnMvZG93&#10;bnJldi54bWxQSwUGAAAAAAQABAD1AAAAhwMAAAAA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li9MYA&#10;AADcAAAADwAAAGRycy9kb3ducmV2LnhtbESPQWvCQBSE7wX/w/KE3urGFqVGV0kLgYJQrXrw+Mw+&#10;s8Hs2zS7NfHfd4VCj8PMfMMsVr2txZVaXzlWMB4lIIgLpysuFRz2+dMrCB+QNdaOScGNPKyWg4cF&#10;ptp1/EXXXShFhLBPUYEJoUml9IUhi37kGuLonV1rMUTZllK32EW4reVzkkylxYrjgsGG3g0Vl92P&#10;VWAlHk/lNC8+s5f1Zj2r3rbfuVHqcdhncxCB+vAf/mt/aAWTZAb3M/EI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Mli9MYAAADcAAAADwAAAAAAAAAAAAAAAACYAgAAZHJz&#10;L2Rvd25yZXYueG1sUEsFBgAAAAAEAAQA9QAAAIsDAAAAAA=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1A777C" w:rsidRPr="006A1608" w:rsidRDefault="001A777C" w:rsidP="001A777C">
      <w:pPr>
        <w:spacing w:after="0" w:line="240" w:lineRule="auto"/>
        <w:rPr>
          <w:rFonts w:ascii="Times New Roman" w:hAnsi="Times New Roman"/>
          <w:lang w:val="ru-RU"/>
        </w:rPr>
      </w:pPr>
    </w:p>
    <w:p w:rsidR="001A777C" w:rsidRPr="006A1608" w:rsidRDefault="001A777C" w:rsidP="001A777C">
      <w:pPr>
        <w:spacing w:after="0" w:line="240" w:lineRule="auto"/>
        <w:jc w:val="center"/>
        <w:rPr>
          <w:rFonts w:ascii="Times New Roman" w:hAnsi="Times New Roman"/>
          <w:lang w:val="ru-RU"/>
        </w:rPr>
      </w:pPr>
    </w:p>
    <w:p w:rsidR="001A777C" w:rsidRPr="006A1608" w:rsidRDefault="001A777C" w:rsidP="001A777C">
      <w:pPr>
        <w:spacing w:after="0" w:line="240" w:lineRule="auto"/>
        <w:rPr>
          <w:rFonts w:ascii="Times New Roman" w:hAnsi="Times New Roman"/>
          <w:lang w:val="ru-RU"/>
        </w:rPr>
      </w:pPr>
    </w:p>
    <w:p w:rsidR="001A777C" w:rsidRPr="006A1608" w:rsidRDefault="001A777C" w:rsidP="001A777C">
      <w:pPr>
        <w:spacing w:after="0" w:line="240" w:lineRule="auto"/>
        <w:rPr>
          <w:rFonts w:ascii="Times New Roman" w:hAnsi="Times New Roman"/>
          <w:lang w:val="ru-RU"/>
        </w:rPr>
      </w:pPr>
    </w:p>
    <w:p w:rsidR="001A777C" w:rsidRPr="006A1608" w:rsidRDefault="001A777C" w:rsidP="001A777C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6A1608">
        <w:rPr>
          <w:rFonts w:ascii="Times New Roman" w:hAnsi="Times New Roman"/>
          <w:b/>
          <w:lang w:val="ru-RU"/>
        </w:rPr>
        <w:t>УКРАЇНА</w:t>
      </w:r>
    </w:p>
    <w:p w:rsidR="001A777C" w:rsidRPr="006A1608" w:rsidRDefault="001A777C" w:rsidP="001A777C">
      <w:pPr>
        <w:keepNext/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6A1608">
        <w:rPr>
          <w:rFonts w:ascii="Times New Roman" w:hAnsi="Times New Roman"/>
          <w:b/>
          <w:lang w:val="ru-RU"/>
        </w:rPr>
        <w:t>КРУПЕЦЬКА СІЛЬСЬКА РАДА</w:t>
      </w:r>
    </w:p>
    <w:p w:rsidR="001A777C" w:rsidRPr="006A1608" w:rsidRDefault="001A777C" w:rsidP="001A777C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6A1608">
        <w:rPr>
          <w:rFonts w:ascii="Times New Roman" w:hAnsi="Times New Roman"/>
          <w:b/>
          <w:lang w:val="ru-RU"/>
        </w:rPr>
        <w:t>СЛАВУТСЬКОГО РАЙОНУ</w:t>
      </w:r>
    </w:p>
    <w:p w:rsidR="001A777C" w:rsidRPr="006A1608" w:rsidRDefault="001A777C" w:rsidP="001A777C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6A1608">
        <w:rPr>
          <w:rFonts w:ascii="Times New Roman" w:hAnsi="Times New Roman"/>
          <w:b/>
          <w:lang w:val="ru-RU"/>
        </w:rPr>
        <w:t>ХМЕЛЬНИЦЬКОЇ ОБЛАСТІ</w:t>
      </w:r>
    </w:p>
    <w:p w:rsidR="001A777C" w:rsidRPr="006A1608" w:rsidRDefault="001A777C" w:rsidP="001A777C">
      <w:pPr>
        <w:spacing w:after="0" w:line="240" w:lineRule="auto"/>
        <w:rPr>
          <w:rFonts w:ascii="Times New Roman" w:hAnsi="Times New Roman"/>
          <w:lang w:val="ru-RU"/>
        </w:rPr>
      </w:pPr>
      <w:r w:rsidRPr="006A1608">
        <w:rPr>
          <w:rFonts w:ascii="Times New Roman" w:hAnsi="Times New Roman"/>
          <w:lang w:val="ru-RU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увати 4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3834" y="994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478" o:spid="_x0000_s1026" style="position:absolute;margin-left:219.6pt;margin-top:717.85pt;width:42.8pt;height:57.85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">
                <v:shape id="Freeform 34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35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36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37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38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39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40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41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42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43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44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45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46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47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48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49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50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51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52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53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54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55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56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57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58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59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60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61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62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63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1A777C" w:rsidRPr="0059239A" w:rsidRDefault="001A777C" w:rsidP="001A777C">
      <w:pPr>
        <w:spacing w:after="0" w:line="240" w:lineRule="auto"/>
        <w:jc w:val="center"/>
        <w:rPr>
          <w:rFonts w:ascii="Times New Roman" w:hAnsi="Times New Roman"/>
          <w:b/>
        </w:rPr>
      </w:pPr>
      <w:r w:rsidRPr="0059239A">
        <w:rPr>
          <w:rFonts w:ascii="Times New Roman" w:hAnsi="Times New Roman"/>
          <w:b/>
        </w:rPr>
        <w:t>РІШЕННЯ</w:t>
      </w:r>
    </w:p>
    <w:p w:rsidR="001A777C" w:rsidRDefault="001A777C" w:rsidP="001A777C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 ХХХХ</w:t>
      </w:r>
      <w:r>
        <w:rPr>
          <w:rFonts w:ascii="Times New Roman" w:hAnsi="Times New Roman"/>
          <w:lang w:val="en-US"/>
        </w:rPr>
        <w:t>I</w:t>
      </w:r>
      <w:r w:rsidRPr="0059239A">
        <w:rPr>
          <w:rFonts w:ascii="Times New Roman" w:hAnsi="Times New Roman"/>
        </w:rPr>
        <w:t xml:space="preserve"> </w:t>
      </w:r>
      <w:r w:rsidRPr="0059239A">
        <w:rPr>
          <w:rFonts w:ascii="Times New Roman" w:hAnsi="Times New Roman"/>
          <w:color w:val="FF0000"/>
        </w:rPr>
        <w:t xml:space="preserve"> </w:t>
      </w:r>
      <w:r w:rsidRPr="0059239A">
        <w:rPr>
          <w:rFonts w:ascii="Times New Roman" w:hAnsi="Times New Roman"/>
        </w:rPr>
        <w:t xml:space="preserve"> </w:t>
      </w:r>
      <w:r w:rsidRPr="0059239A">
        <w:rPr>
          <w:rFonts w:ascii="Times New Roman" w:hAnsi="Times New Roman"/>
          <w:color w:val="FF0000"/>
        </w:rPr>
        <w:t xml:space="preserve"> </w:t>
      </w:r>
      <w:r w:rsidRPr="0059239A">
        <w:rPr>
          <w:rFonts w:ascii="Times New Roman" w:hAnsi="Times New Roman"/>
        </w:rPr>
        <w:t xml:space="preserve">сесії сільської ради  </w:t>
      </w:r>
      <w:r w:rsidRPr="0059239A"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</w:rPr>
        <w:t xml:space="preserve">ІІ скликання                                                                                        </w:t>
      </w:r>
      <w:r w:rsidRPr="004573CE">
        <w:rPr>
          <w:rFonts w:ascii="Times New Roman" w:hAnsi="Times New Roman"/>
          <w:sz w:val="24"/>
        </w:rPr>
        <w:t xml:space="preserve">Крупець       </w:t>
      </w:r>
    </w:p>
    <w:p w:rsidR="001A777C" w:rsidRPr="004573CE" w:rsidRDefault="001A777C" w:rsidP="001A777C">
      <w:pPr>
        <w:spacing w:after="0" w:line="240" w:lineRule="auto"/>
        <w:jc w:val="center"/>
        <w:rPr>
          <w:rFonts w:ascii="Times New Roman" w:hAnsi="Times New Roman"/>
        </w:rPr>
      </w:pPr>
      <w:r w:rsidRPr="004573CE">
        <w:rPr>
          <w:rFonts w:ascii="Times New Roman" w:hAnsi="Times New Roman"/>
          <w:sz w:val="24"/>
        </w:rPr>
        <w:t xml:space="preserve">                                                        </w:t>
      </w:r>
    </w:p>
    <w:p w:rsidR="001A777C" w:rsidRPr="004573CE" w:rsidRDefault="001A777C" w:rsidP="001A777C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2</w:t>
      </w:r>
      <w:r w:rsidRPr="00753453">
        <w:rPr>
          <w:rFonts w:ascii="Times New Roman" w:hAnsi="Times New Roman"/>
          <w:sz w:val="24"/>
          <w:lang w:val="ru-RU"/>
        </w:rPr>
        <w:t>3</w:t>
      </w:r>
      <w:r>
        <w:rPr>
          <w:rFonts w:ascii="Times New Roman" w:hAnsi="Times New Roman"/>
          <w:sz w:val="24"/>
        </w:rPr>
        <w:t>.09.2020р                                                                                                                            №</w:t>
      </w:r>
    </w:p>
    <w:p w:rsidR="001A777C" w:rsidRDefault="001A777C" w:rsidP="001A777C">
      <w:pPr>
        <w:spacing w:after="0" w:line="240" w:lineRule="auto"/>
        <w:rPr>
          <w:rFonts w:ascii="Times New Roman" w:hAnsi="Times New Roman"/>
          <w:sz w:val="24"/>
          <w:lang w:val="ru-RU"/>
        </w:rPr>
      </w:pPr>
    </w:p>
    <w:p w:rsidR="001A777C" w:rsidRDefault="001A777C" w:rsidP="001A777C">
      <w:pPr>
        <w:spacing w:after="0" w:line="240" w:lineRule="auto"/>
        <w:rPr>
          <w:rFonts w:ascii="Times New Roman" w:hAnsi="Times New Roman"/>
          <w:sz w:val="24"/>
          <w:lang w:val="ru-RU"/>
        </w:rPr>
      </w:pPr>
    </w:p>
    <w:p w:rsidR="001A777C" w:rsidRPr="006A1608" w:rsidRDefault="001A777C" w:rsidP="001A777C">
      <w:pPr>
        <w:spacing w:after="0" w:line="240" w:lineRule="auto"/>
        <w:rPr>
          <w:rFonts w:ascii="Times New Roman" w:hAnsi="Times New Roman"/>
          <w:sz w:val="24"/>
          <w:lang w:val="ru-RU"/>
        </w:rPr>
      </w:pPr>
    </w:p>
    <w:p w:rsidR="001A777C" w:rsidRPr="003A3C86" w:rsidRDefault="001A777C" w:rsidP="001A777C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r w:rsidRPr="003A3C86">
        <w:rPr>
          <w:rFonts w:ascii="Times New Roman" w:hAnsi="Times New Roman"/>
          <w:b/>
          <w:sz w:val="24"/>
          <w:lang w:val="ru-RU"/>
        </w:rPr>
        <w:t xml:space="preserve">Про надання дозволу на розробку </w:t>
      </w:r>
    </w:p>
    <w:p w:rsidR="001A777C" w:rsidRPr="003A3C86" w:rsidRDefault="001A777C" w:rsidP="001A777C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r w:rsidRPr="003A3C86">
        <w:rPr>
          <w:rFonts w:ascii="Times New Roman" w:hAnsi="Times New Roman"/>
          <w:b/>
          <w:sz w:val="24"/>
          <w:lang w:val="ru-RU"/>
        </w:rPr>
        <w:t xml:space="preserve">технічної документації із землеустрою </w:t>
      </w:r>
    </w:p>
    <w:p w:rsidR="001A777C" w:rsidRPr="003A3C86" w:rsidRDefault="001A777C" w:rsidP="001A777C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r w:rsidRPr="003A3C86">
        <w:rPr>
          <w:rFonts w:ascii="Times New Roman" w:hAnsi="Times New Roman"/>
          <w:b/>
          <w:sz w:val="24"/>
          <w:lang w:val="ru-RU"/>
        </w:rPr>
        <w:t xml:space="preserve">щодо встановлення (відновлення) меж </w:t>
      </w:r>
    </w:p>
    <w:p w:rsidR="001A777C" w:rsidRPr="003A3C86" w:rsidRDefault="001A777C" w:rsidP="001A777C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r w:rsidRPr="003A3C86">
        <w:rPr>
          <w:rFonts w:ascii="Times New Roman" w:hAnsi="Times New Roman"/>
          <w:b/>
          <w:sz w:val="24"/>
          <w:lang w:val="ru-RU"/>
        </w:rPr>
        <w:t>земельної ділянки в натурі (на місцевості)</w:t>
      </w:r>
    </w:p>
    <w:p w:rsidR="001A777C" w:rsidRPr="003A3C86" w:rsidRDefault="001A777C" w:rsidP="001A777C">
      <w:pPr>
        <w:tabs>
          <w:tab w:val="left" w:pos="2160"/>
        </w:tabs>
        <w:spacing w:after="0" w:line="240" w:lineRule="auto"/>
        <w:rPr>
          <w:rFonts w:ascii="Times New Roman" w:hAnsi="Times New Roman"/>
          <w:b/>
          <w:sz w:val="24"/>
        </w:rPr>
      </w:pPr>
      <w:r w:rsidRPr="003A3C86">
        <w:rPr>
          <w:rFonts w:ascii="Times New Roman" w:hAnsi="Times New Roman"/>
          <w:b/>
          <w:sz w:val="24"/>
        </w:rPr>
        <w:t>ТОВ «Акріс Агро»</w:t>
      </w:r>
    </w:p>
    <w:p w:rsidR="001A777C" w:rsidRPr="003A3C86" w:rsidRDefault="001A777C" w:rsidP="001A777C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</w:p>
    <w:p w:rsidR="001A777C" w:rsidRPr="003A3C86" w:rsidRDefault="001A777C" w:rsidP="001A777C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</w:p>
    <w:p w:rsidR="001A777C" w:rsidRPr="003A3C86" w:rsidRDefault="001A777C" w:rsidP="001A777C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3A3C86">
        <w:rPr>
          <w:rFonts w:ascii="Times New Roman" w:hAnsi="Times New Roman"/>
          <w:sz w:val="24"/>
          <w:lang w:val="ru-RU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клопотання  ТОВ «Акріс Агро»</w:t>
      </w:r>
      <w:r w:rsidRPr="003A3C86">
        <w:rPr>
          <w:rFonts w:ascii="Times New Roman" w:hAnsi="Times New Roman"/>
          <w:sz w:val="24"/>
        </w:rPr>
        <w:t xml:space="preserve">,  </w:t>
      </w:r>
      <w:r w:rsidRPr="003A3C86">
        <w:rPr>
          <w:rFonts w:ascii="Times New Roman" w:hAnsi="Times New Roman"/>
          <w:sz w:val="24"/>
          <w:lang w:val="ru-RU"/>
        </w:rPr>
        <w:t xml:space="preserve"> сільська рада</w:t>
      </w:r>
    </w:p>
    <w:p w:rsidR="001A777C" w:rsidRPr="003A3C86" w:rsidRDefault="001A777C" w:rsidP="001A777C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3A3C86">
        <w:rPr>
          <w:rFonts w:ascii="Times New Roman" w:hAnsi="Times New Roman"/>
          <w:sz w:val="24"/>
          <w:lang w:val="ru-RU"/>
        </w:rPr>
        <w:t>ВИРІШИЛА:</w:t>
      </w:r>
    </w:p>
    <w:p w:rsidR="001A777C" w:rsidRPr="003A3C86" w:rsidRDefault="001A777C" w:rsidP="001A777C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1A777C" w:rsidRPr="003A3C86" w:rsidRDefault="001A777C" w:rsidP="001A777C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3A3C86">
        <w:rPr>
          <w:rFonts w:ascii="Times New Roman" w:hAnsi="Times New Roman"/>
          <w:sz w:val="24"/>
          <w:lang w:val="ru-RU"/>
        </w:rPr>
        <w:t xml:space="preserve">        1.Надати </w:t>
      </w:r>
      <w:r w:rsidRPr="003A3C86">
        <w:rPr>
          <w:rFonts w:ascii="Times New Roman" w:hAnsi="Times New Roman"/>
          <w:sz w:val="24"/>
        </w:rPr>
        <w:t xml:space="preserve"> Товариству з обмеженою відповідальністю «Акріс Агро»»  дозвіл на розробку технічної документації із землеустрою щодо встановлення (відновлення) меж земельної ділянки в натурі (на місцевості), на польові (проектні) дороги,</w:t>
      </w:r>
      <w:r>
        <w:rPr>
          <w:rFonts w:ascii="Times New Roman" w:hAnsi="Times New Roman"/>
          <w:sz w:val="24"/>
        </w:rPr>
        <w:t xml:space="preserve"> орієнтовною площею 8,88га,</w:t>
      </w:r>
      <w:r w:rsidRPr="003A3C86">
        <w:rPr>
          <w:rFonts w:ascii="Times New Roman" w:hAnsi="Times New Roman"/>
          <w:sz w:val="24"/>
        </w:rPr>
        <w:t xml:space="preserve"> які розташовані на території Крупецької сільської ради за межами населеного пункту села Крупець. </w:t>
      </w:r>
    </w:p>
    <w:p w:rsidR="001A777C" w:rsidRPr="003A3C86" w:rsidRDefault="001A777C" w:rsidP="001A777C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3A3C86">
        <w:rPr>
          <w:rFonts w:ascii="Times New Roman" w:hAnsi="Times New Roman"/>
          <w:sz w:val="24"/>
        </w:rPr>
        <w:t xml:space="preserve">        </w:t>
      </w:r>
      <w:r w:rsidRPr="003A3C86">
        <w:rPr>
          <w:rFonts w:ascii="Times New Roman" w:hAnsi="Times New Roman"/>
          <w:sz w:val="24"/>
          <w:lang w:val="ru-RU"/>
        </w:rPr>
        <w:t>2.ТОВ</w:t>
      </w:r>
      <w:r w:rsidRPr="003A3C86">
        <w:rPr>
          <w:rFonts w:ascii="Times New Roman" w:hAnsi="Times New Roman"/>
          <w:sz w:val="24"/>
        </w:rPr>
        <w:t xml:space="preserve"> «Акріс Агро»</w:t>
      </w:r>
      <w:r w:rsidRPr="003A3C86">
        <w:rPr>
          <w:rFonts w:ascii="Times New Roman" w:hAnsi="Times New Roman"/>
          <w:sz w:val="24"/>
          <w:lang w:val="ru-RU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1A777C" w:rsidRPr="003A3C86" w:rsidRDefault="001A777C" w:rsidP="001A777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uk-UA"/>
        </w:rPr>
      </w:pPr>
      <w:r w:rsidRPr="003A3C86">
        <w:rPr>
          <w:rFonts w:ascii="Times New Roman" w:eastAsia="Arial Unicode MS" w:hAnsi="Times New Roman"/>
          <w:sz w:val="24"/>
          <w:szCs w:val="24"/>
          <w:lang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A777C" w:rsidRPr="006A1608" w:rsidRDefault="001A777C" w:rsidP="001A777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1A777C" w:rsidRPr="006A1608" w:rsidRDefault="001A777C" w:rsidP="001A777C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1A777C" w:rsidRPr="006A1608" w:rsidRDefault="001A777C" w:rsidP="001A777C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1A777C" w:rsidRPr="006A1608" w:rsidRDefault="001A777C" w:rsidP="001A777C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1A777C" w:rsidRPr="006A1608" w:rsidRDefault="001A777C" w:rsidP="001A777C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6A1608">
        <w:rPr>
          <w:rFonts w:ascii="Times New Roman" w:hAnsi="Times New Roman"/>
          <w:sz w:val="24"/>
        </w:rPr>
        <w:t xml:space="preserve">Сільський  голова                                                                                            В.А.Михалюк </w:t>
      </w:r>
    </w:p>
    <w:p w:rsidR="0030644D" w:rsidRDefault="0030644D">
      <w:bookmarkStart w:id="0" w:name="_GoBack"/>
      <w:bookmarkEnd w:id="0"/>
    </w:p>
    <w:sectPr w:rsidR="0030644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77C"/>
    <w:rsid w:val="00171A2E"/>
    <w:rsid w:val="001A777C"/>
    <w:rsid w:val="00304C90"/>
    <w:rsid w:val="0030644D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77C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777C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271</Words>
  <Characters>1549</Characters>
  <Application>Microsoft Office Word</Application>
  <DocSecurity>0</DocSecurity>
  <Lines>12</Lines>
  <Paragraphs>3</Paragraphs>
  <ScaleCrop>false</ScaleCrop>
  <Company>Microsoft</Company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2020-09-17T15:12:00Z</dcterms:created>
  <dcterms:modified xsi:type="dcterms:W3CDTF">2020-09-17T15:13:00Z</dcterms:modified>
</cp:coreProperties>
</file>