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977" w:rsidRDefault="002B7977" w:rsidP="002B797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7977" w:rsidRDefault="002B7977" w:rsidP="002B79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7977" w:rsidRDefault="002B7977" w:rsidP="002B79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B7977" w:rsidRDefault="002B7977" w:rsidP="002B797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7977" w:rsidRDefault="002B7977" w:rsidP="002B79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B7977" w:rsidRDefault="002B7977" w:rsidP="002B79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B7977" w:rsidRPr="00EB4539" w:rsidRDefault="002B7977" w:rsidP="002B79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№74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2B7977" w:rsidRPr="0024314B" w:rsidRDefault="002B7977" w:rsidP="002B797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2B7977" w:rsidRPr="0024314B" w:rsidRDefault="002B7977" w:rsidP="002B79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2B7977" w:rsidRPr="0024314B" w:rsidRDefault="002B7977" w:rsidP="002B79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2B7977" w:rsidRPr="0024314B" w:rsidRDefault="002B7977" w:rsidP="002B79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2B7977" w:rsidRPr="0024314B" w:rsidRDefault="002B7977" w:rsidP="002B79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2B7977" w:rsidRPr="0024314B" w:rsidRDefault="002B7977" w:rsidP="002B79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Лаврук</w:t>
      </w:r>
      <w:proofErr w:type="spellEnd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Г.В.</w:t>
      </w:r>
    </w:p>
    <w:p w:rsidR="002B7977" w:rsidRPr="0024314B" w:rsidRDefault="002B7977" w:rsidP="002B79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B7977" w:rsidRPr="0024314B" w:rsidRDefault="002B7977" w:rsidP="002B79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Лаврук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Г.В.  сільська  рада </w:t>
      </w:r>
    </w:p>
    <w:p w:rsidR="002B7977" w:rsidRPr="0024314B" w:rsidRDefault="002B7977" w:rsidP="002B79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2B7977" w:rsidRPr="0024314B" w:rsidRDefault="002B7977" w:rsidP="002B79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Лаврук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Галині Василівні, 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 зареєстрована за </w:t>
      </w:r>
      <w:proofErr w:type="spellStart"/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9B2F9D" w:rsidRPr="009B2F9D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 </w:t>
      </w:r>
      <w:r w:rsidR="009B2F9D" w:rsidRPr="009B2F9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bookmarkStart w:id="0" w:name="_GoBack"/>
      <w:bookmarkEnd w:id="0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4,3240 га, кадастровий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номер: 6823984000:03:001:0057,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ля ведення товарного сільськогосподарського виробництва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 Шепетівський (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)  район,  за межами  населеного пункту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Крупець.</w:t>
      </w:r>
    </w:p>
    <w:p w:rsidR="002B7977" w:rsidRPr="0024314B" w:rsidRDefault="002B7977" w:rsidP="002B79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Лаврук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Г.В.,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2B7977" w:rsidRPr="0024314B" w:rsidRDefault="002B7977" w:rsidP="002B79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7977" w:rsidRPr="0024314B" w:rsidRDefault="002B7977" w:rsidP="002B79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B7977" w:rsidRPr="002B7977" w:rsidRDefault="002B7977" w:rsidP="002B797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2B7977" w:rsidRPr="002B7977" w:rsidRDefault="002B7977" w:rsidP="002B79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</w:p>
    <w:p w:rsidR="000719CF" w:rsidRPr="002B7977" w:rsidRDefault="002B7977" w:rsidP="002B79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0719CF" w:rsidRPr="002B797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977"/>
    <w:rsid w:val="000719CF"/>
    <w:rsid w:val="002B7977"/>
    <w:rsid w:val="009B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7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B79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797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B797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97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2B79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797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2B797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2021-07-26T12:47:00Z</dcterms:created>
  <dcterms:modified xsi:type="dcterms:W3CDTF">2021-07-27T07:33:00Z</dcterms:modified>
</cp:coreProperties>
</file>