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200" w:rsidRDefault="00FB2200" w:rsidP="00FB2200">
      <w:pPr>
        <w:spacing w:after="0"/>
        <w:jc w:val="both"/>
        <w:rPr>
          <w:rFonts w:ascii="Times New Roman" w:hAnsi="Times New Roman" w:cs="Times New Roman"/>
          <w:sz w:val="24"/>
          <w:szCs w:val="24"/>
        </w:rPr>
      </w:pPr>
    </w:p>
    <w:p w:rsidR="00FB2200" w:rsidRDefault="00FB2200" w:rsidP="00FB2200">
      <w:pPr>
        <w:jc w:val="both"/>
        <w:rPr>
          <w:rFonts w:ascii="Times New Roman" w:hAnsi="Times New Roman" w:cs="Times New Roman"/>
        </w:rPr>
      </w:pPr>
      <w:r w:rsidRPr="00B35B72">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B2200" w:rsidRDefault="00FB2200" w:rsidP="00FB2200">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B2200" w:rsidRDefault="00FB2200" w:rsidP="00FB2200">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B2200" w:rsidRDefault="00FB2200" w:rsidP="00FB2200">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B2200" w:rsidRDefault="00FB2200" w:rsidP="00FB2200">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B2200" w:rsidRDefault="00FB2200" w:rsidP="00FB2200">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B2200" w:rsidRDefault="00FB2200" w:rsidP="00FB2200">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B2200" w:rsidRDefault="00FB2200" w:rsidP="00FB2200">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B2200" w:rsidRDefault="00FB2200" w:rsidP="00FB2200">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B2200" w:rsidRDefault="00FB2200" w:rsidP="00FB2200">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B2200" w:rsidRDefault="00FB2200" w:rsidP="00FB2200">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B2200" w:rsidRDefault="00FB2200" w:rsidP="00FB2200">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B2200" w:rsidRDefault="00FB2200" w:rsidP="00FB2200">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B2200" w:rsidRDefault="00FB2200" w:rsidP="00FB2200">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B2200" w:rsidRDefault="00FB2200" w:rsidP="00FB2200">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B2200" w:rsidRDefault="00FB2200" w:rsidP="00FB2200">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B2200" w:rsidRDefault="00FB2200" w:rsidP="00FB2200">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B2200" w:rsidRDefault="00FB2200" w:rsidP="00FB2200">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B2200" w:rsidRDefault="00FB2200" w:rsidP="00FB2200">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B2200" w:rsidRDefault="00FB2200" w:rsidP="00FB2200">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B2200" w:rsidRDefault="00FB2200" w:rsidP="00FB2200">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FB2200" w:rsidRDefault="00FB2200" w:rsidP="00FB2200">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B2200" w:rsidRDefault="00FB2200" w:rsidP="00FB2200">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B2200" w:rsidRDefault="00FB2200" w:rsidP="00FB2200">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B2200" w:rsidRDefault="00FB2200" w:rsidP="00FB2200">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B2200" w:rsidRDefault="00FB2200" w:rsidP="00FB2200">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B2200" w:rsidRDefault="00FB2200" w:rsidP="00FB2200">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B2200" w:rsidRDefault="00FB2200" w:rsidP="00FB2200">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FB2200" w:rsidRDefault="00FB2200" w:rsidP="00FB2200">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B2200" w:rsidRDefault="00FB2200" w:rsidP="00FB2200">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FB2200" w:rsidRDefault="00FB2200" w:rsidP="00FB2200">
                    <w:pPr>
                      <w:rPr>
                        <w:rFonts w:eastAsia="Times New Roman"/>
                      </w:rPr>
                    </w:pPr>
                  </w:p>
                </w:txbxContent>
              </v:textbox>
            </v:shape>
            <w10:wrap anchorx="margin"/>
          </v:group>
        </w:pict>
      </w:r>
    </w:p>
    <w:p w:rsidR="00FB2200" w:rsidRDefault="00FB2200" w:rsidP="00FB2200">
      <w:pPr>
        <w:spacing w:after="0" w:line="240" w:lineRule="auto"/>
        <w:jc w:val="center"/>
        <w:rPr>
          <w:rFonts w:ascii="Times New Roman" w:eastAsia="Arial Unicode MS" w:hAnsi="Times New Roman" w:cs="Times New Roman"/>
          <w:b/>
          <w:color w:val="000000"/>
          <w:sz w:val="24"/>
          <w:szCs w:val="24"/>
        </w:rPr>
      </w:pPr>
    </w:p>
    <w:p w:rsidR="00FB2200" w:rsidRDefault="00FB2200" w:rsidP="00FB2200">
      <w:pPr>
        <w:spacing w:after="0" w:line="240" w:lineRule="auto"/>
        <w:rPr>
          <w:rFonts w:ascii="Times New Roman" w:eastAsia="Arial Unicode MS" w:hAnsi="Times New Roman" w:cs="Times New Roman"/>
          <w:b/>
          <w:color w:val="000000"/>
          <w:sz w:val="24"/>
          <w:szCs w:val="24"/>
        </w:rPr>
      </w:pPr>
    </w:p>
    <w:p w:rsidR="00FB2200" w:rsidRDefault="00FB2200" w:rsidP="00FB2200">
      <w:pPr>
        <w:spacing w:after="0" w:line="240" w:lineRule="auto"/>
        <w:jc w:val="center"/>
        <w:rPr>
          <w:rFonts w:ascii="Times New Roman" w:eastAsia="Arial Unicode MS" w:hAnsi="Times New Roman" w:cs="Times New Roman"/>
          <w:b/>
          <w:color w:val="000000"/>
          <w:sz w:val="24"/>
          <w:szCs w:val="24"/>
        </w:rPr>
      </w:pPr>
    </w:p>
    <w:p w:rsidR="00FB2200" w:rsidRDefault="00FB2200" w:rsidP="00FB2200">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FB2200" w:rsidRDefault="00FB2200" w:rsidP="00FB2200">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FB2200" w:rsidRDefault="00FB2200" w:rsidP="00FB220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FB2200" w:rsidRDefault="00FB2200" w:rsidP="00FB220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FB2200" w:rsidRDefault="00FB2200" w:rsidP="00FB2200">
      <w:pPr>
        <w:spacing w:after="0" w:line="240" w:lineRule="auto"/>
        <w:jc w:val="center"/>
        <w:rPr>
          <w:rFonts w:ascii="Times New Roman" w:eastAsia="Arial Unicode MS" w:hAnsi="Times New Roman" w:cs="Times New Roman"/>
          <w:b/>
          <w:color w:val="000000"/>
          <w:sz w:val="24"/>
          <w:szCs w:val="24"/>
        </w:rPr>
      </w:pPr>
    </w:p>
    <w:p w:rsidR="00FB2200" w:rsidRDefault="00FB2200" w:rsidP="00FB220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FB2200" w:rsidRDefault="00FB2200" w:rsidP="00FB2200">
      <w:pPr>
        <w:spacing w:after="0" w:line="240" w:lineRule="auto"/>
        <w:jc w:val="center"/>
        <w:rPr>
          <w:rFonts w:ascii="Times New Roman" w:eastAsia="Arial Unicode MS" w:hAnsi="Times New Roman" w:cs="Times New Roman"/>
          <w:b/>
          <w:color w:val="000000"/>
          <w:sz w:val="24"/>
          <w:szCs w:val="24"/>
        </w:rPr>
      </w:pPr>
    </w:p>
    <w:p w:rsidR="00FB2200" w:rsidRDefault="00FB2200" w:rsidP="00FB220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FB2200" w:rsidRDefault="00FB2200" w:rsidP="00FB2200">
      <w:pPr>
        <w:spacing w:after="0" w:line="240" w:lineRule="auto"/>
        <w:jc w:val="center"/>
        <w:rPr>
          <w:rFonts w:ascii="Times New Roman" w:eastAsia="Arial Unicode MS" w:hAnsi="Times New Roman" w:cs="Times New Roman"/>
          <w:color w:val="000000"/>
          <w:sz w:val="24"/>
          <w:szCs w:val="24"/>
        </w:rPr>
      </w:pPr>
    </w:p>
    <w:p w:rsidR="00FB2200" w:rsidRDefault="00FB2200" w:rsidP="00FB2200">
      <w:pPr>
        <w:spacing w:after="0" w:line="240" w:lineRule="auto"/>
        <w:rPr>
          <w:rFonts w:ascii="Times New Roman" w:eastAsia="Arial Unicode MS" w:hAnsi="Times New Roman" w:cs="Times New Roman"/>
          <w:color w:val="000000"/>
          <w:sz w:val="24"/>
          <w:szCs w:val="24"/>
        </w:rPr>
      </w:pPr>
    </w:p>
    <w:p w:rsidR="00FB2200" w:rsidRPr="003C4F33" w:rsidRDefault="00FB2200" w:rsidP="00FB220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16.12.2019 року                                            Крупець                                                 №63</w:t>
      </w:r>
    </w:p>
    <w:p w:rsidR="00FB2200" w:rsidRDefault="00FB2200" w:rsidP="00FB2200"/>
    <w:p w:rsidR="00FB2200" w:rsidRDefault="00FB2200" w:rsidP="00FB2200">
      <w:pPr>
        <w:pStyle w:val="af4"/>
        <w:shd w:val="clear" w:color="auto" w:fill="FFFFFF"/>
        <w:spacing w:before="0" w:beforeAutospacing="0" w:after="0" w:afterAutospacing="0" w:line="276" w:lineRule="auto"/>
        <w:rPr>
          <w:color w:val="333333"/>
        </w:rPr>
      </w:pPr>
      <w:r>
        <w:rPr>
          <w:b/>
          <w:bCs/>
          <w:color w:val="333333"/>
        </w:rPr>
        <w:t>Про план роботи Крупецької сільської ради</w:t>
      </w:r>
    </w:p>
    <w:p w:rsidR="00FB2200" w:rsidRDefault="00FB2200" w:rsidP="00FB2200">
      <w:pPr>
        <w:pStyle w:val="af4"/>
        <w:shd w:val="clear" w:color="auto" w:fill="FFFFFF"/>
        <w:spacing w:before="0" w:beforeAutospacing="0" w:after="0" w:afterAutospacing="0" w:line="276" w:lineRule="auto"/>
        <w:rPr>
          <w:b/>
          <w:bCs/>
          <w:color w:val="333333"/>
        </w:rPr>
      </w:pPr>
      <w:r>
        <w:rPr>
          <w:b/>
          <w:bCs/>
          <w:color w:val="333333"/>
        </w:rPr>
        <w:t>та її виконавчого комітету на 2020 рік</w:t>
      </w:r>
    </w:p>
    <w:p w:rsidR="00FB2200" w:rsidRPr="000832F9" w:rsidRDefault="00FB2200" w:rsidP="00FB2200">
      <w:pPr>
        <w:pStyle w:val="af4"/>
        <w:shd w:val="clear" w:color="auto" w:fill="FFFFFF"/>
        <w:spacing w:before="0" w:beforeAutospacing="0" w:after="0" w:afterAutospacing="0" w:line="276" w:lineRule="auto"/>
        <w:rPr>
          <w:color w:val="333333"/>
        </w:rPr>
      </w:pPr>
    </w:p>
    <w:p w:rsidR="00FB2200" w:rsidRPr="000832F9" w:rsidRDefault="00FB2200" w:rsidP="00FB2200">
      <w:pPr>
        <w:pStyle w:val="af4"/>
        <w:shd w:val="clear" w:color="auto" w:fill="FFFFFF"/>
        <w:spacing w:before="0" w:beforeAutospacing="0" w:after="0" w:afterAutospacing="0" w:line="276" w:lineRule="auto"/>
        <w:jc w:val="both"/>
        <w:rPr>
          <w:color w:val="333333"/>
        </w:rPr>
      </w:pPr>
      <w:r>
        <w:rPr>
          <w:color w:val="333333"/>
        </w:rPr>
        <w:t>         </w:t>
      </w:r>
      <w:r w:rsidRPr="000832F9">
        <w:rPr>
          <w:color w:val="333333"/>
        </w:rPr>
        <w:t xml:space="preserve"> Керуючись статтею 26 Закону України «Про місцеве самоврядування в Україні», з метою забезпечення ефективної діяльності сільської ради в 20</w:t>
      </w:r>
      <w:r>
        <w:rPr>
          <w:color w:val="333333"/>
        </w:rPr>
        <w:t>20</w:t>
      </w:r>
      <w:r w:rsidRPr="000832F9">
        <w:rPr>
          <w:color w:val="333333"/>
        </w:rPr>
        <w:t xml:space="preserve"> році, сільська рада</w:t>
      </w:r>
    </w:p>
    <w:p w:rsidR="00FB2200" w:rsidRDefault="00FB2200" w:rsidP="00FB2200">
      <w:pPr>
        <w:pStyle w:val="af4"/>
        <w:shd w:val="clear" w:color="auto" w:fill="FFFFFF"/>
        <w:spacing w:before="0" w:beforeAutospacing="0" w:after="0" w:afterAutospacing="0" w:line="276" w:lineRule="auto"/>
        <w:jc w:val="both"/>
        <w:rPr>
          <w:color w:val="333333"/>
        </w:rPr>
      </w:pPr>
      <w:r w:rsidRPr="000832F9">
        <w:rPr>
          <w:color w:val="333333"/>
        </w:rPr>
        <w:t xml:space="preserve"> </w:t>
      </w:r>
      <w:r>
        <w:rPr>
          <w:color w:val="333333"/>
        </w:rPr>
        <w:t>ВИРІШИЛА:</w:t>
      </w:r>
    </w:p>
    <w:p w:rsidR="00FB2200" w:rsidRDefault="00FB2200" w:rsidP="00FB2200">
      <w:pPr>
        <w:pStyle w:val="af4"/>
        <w:shd w:val="clear" w:color="auto" w:fill="FFFFFF"/>
        <w:spacing w:before="0" w:beforeAutospacing="0" w:after="0" w:afterAutospacing="0" w:line="276" w:lineRule="auto"/>
        <w:jc w:val="both"/>
        <w:rPr>
          <w:color w:val="333333"/>
        </w:rPr>
      </w:pPr>
      <w:r>
        <w:rPr>
          <w:color w:val="333333"/>
        </w:rPr>
        <w:t xml:space="preserve">    1.     Затвердити план роботи сільської ради та її виконавчого комітету на 2020 рік  (додається).</w:t>
      </w:r>
    </w:p>
    <w:p w:rsidR="00FB2200" w:rsidRDefault="00FB2200" w:rsidP="00FB2200">
      <w:pPr>
        <w:pStyle w:val="af4"/>
        <w:shd w:val="clear" w:color="auto" w:fill="FFFFFF"/>
        <w:spacing w:before="0" w:beforeAutospacing="0" w:after="0" w:afterAutospacing="0" w:line="276" w:lineRule="auto"/>
        <w:jc w:val="both"/>
        <w:rPr>
          <w:color w:val="333333"/>
        </w:rPr>
      </w:pPr>
      <w:r>
        <w:rPr>
          <w:color w:val="333333"/>
        </w:rPr>
        <w:t xml:space="preserve">   2.     Дозволити сільському голові та постійним комісіям ради при необхідності вносити зміни та доповнення до плану роботи. </w:t>
      </w:r>
    </w:p>
    <w:p w:rsidR="00FB2200" w:rsidRDefault="00FB2200" w:rsidP="00FB2200">
      <w:pPr>
        <w:pStyle w:val="af4"/>
        <w:shd w:val="clear" w:color="auto" w:fill="FFFFFF"/>
        <w:spacing w:before="0" w:beforeAutospacing="0" w:after="0" w:afterAutospacing="0" w:line="276" w:lineRule="auto"/>
        <w:jc w:val="both"/>
        <w:rPr>
          <w:color w:val="333333"/>
        </w:rPr>
      </w:pPr>
      <w:r>
        <w:rPr>
          <w:color w:val="333333"/>
        </w:rPr>
        <w:t xml:space="preserve">   3.     Контроль за виконанням цього рішення покласти на постійну комісію з питань прав людини, законності, депутатської діяльності, етики та регламенту (Л.І.Кравчук). </w:t>
      </w:r>
    </w:p>
    <w:p w:rsidR="00FB2200" w:rsidRDefault="00FB2200" w:rsidP="00FB2200">
      <w:pPr>
        <w:pStyle w:val="af4"/>
        <w:shd w:val="clear" w:color="auto" w:fill="FFFFFF"/>
        <w:spacing w:before="0" w:beforeAutospacing="0" w:after="0" w:afterAutospacing="0" w:line="276" w:lineRule="auto"/>
        <w:jc w:val="both"/>
        <w:rPr>
          <w:color w:val="333333"/>
        </w:rPr>
      </w:pPr>
    </w:p>
    <w:p w:rsidR="00FB2200" w:rsidRDefault="00FB2200" w:rsidP="00FB2200">
      <w:pPr>
        <w:pStyle w:val="af4"/>
        <w:shd w:val="clear" w:color="auto" w:fill="FFFFFF"/>
        <w:spacing w:before="0" w:beforeAutospacing="0" w:after="0" w:afterAutospacing="0" w:line="276" w:lineRule="auto"/>
        <w:jc w:val="both"/>
        <w:rPr>
          <w:color w:val="333333"/>
        </w:rPr>
      </w:pPr>
    </w:p>
    <w:p w:rsidR="00FB2200" w:rsidRDefault="00FB2200" w:rsidP="00FB2200">
      <w:pPr>
        <w:pStyle w:val="af4"/>
        <w:shd w:val="clear" w:color="auto" w:fill="FFFFFF"/>
        <w:spacing w:before="0" w:beforeAutospacing="0" w:after="0" w:afterAutospacing="0" w:line="276" w:lineRule="auto"/>
        <w:jc w:val="both"/>
        <w:rPr>
          <w:color w:val="333333"/>
        </w:rPr>
      </w:pPr>
    </w:p>
    <w:p w:rsidR="00FB2200" w:rsidRDefault="00FB2200" w:rsidP="00FB2200">
      <w:pPr>
        <w:pStyle w:val="af4"/>
        <w:shd w:val="clear" w:color="auto" w:fill="FFFFFF"/>
        <w:spacing w:before="0" w:beforeAutospacing="0" w:after="0" w:afterAutospacing="0" w:line="276" w:lineRule="auto"/>
        <w:jc w:val="both"/>
        <w:rPr>
          <w:color w:val="333333"/>
        </w:rPr>
      </w:pPr>
    </w:p>
    <w:p w:rsidR="00FB2200" w:rsidRDefault="00FB2200" w:rsidP="00FB2200">
      <w:pPr>
        <w:pStyle w:val="af4"/>
        <w:shd w:val="clear" w:color="auto" w:fill="FFFFFF"/>
        <w:spacing w:before="0" w:beforeAutospacing="0" w:after="0" w:afterAutospacing="0" w:line="276" w:lineRule="auto"/>
        <w:jc w:val="both"/>
        <w:rPr>
          <w:color w:val="333333"/>
        </w:rPr>
      </w:pPr>
    </w:p>
    <w:p w:rsidR="00FB2200" w:rsidRDefault="00FB2200" w:rsidP="00FB2200">
      <w:pPr>
        <w:pStyle w:val="af4"/>
        <w:shd w:val="clear" w:color="auto" w:fill="FFFFFF"/>
        <w:spacing w:before="0" w:beforeAutospacing="0" w:after="0" w:afterAutospacing="0" w:line="276" w:lineRule="auto"/>
        <w:jc w:val="both"/>
        <w:rPr>
          <w:color w:val="333333"/>
        </w:rPr>
      </w:pPr>
      <w:r>
        <w:rPr>
          <w:color w:val="333333"/>
        </w:rPr>
        <w:t xml:space="preserve">  </w:t>
      </w:r>
    </w:p>
    <w:p w:rsidR="00FB2200" w:rsidRDefault="00FB2200" w:rsidP="00FB2200">
      <w:pPr>
        <w:pStyle w:val="af4"/>
        <w:shd w:val="clear" w:color="auto" w:fill="FFFFFF"/>
        <w:spacing w:before="0" w:beforeAutospacing="0" w:after="0" w:afterAutospacing="0" w:line="276" w:lineRule="auto"/>
        <w:jc w:val="both"/>
        <w:rPr>
          <w:color w:val="333333"/>
        </w:rPr>
      </w:pPr>
      <w:r>
        <w:rPr>
          <w:color w:val="333333"/>
        </w:rPr>
        <w:t>Сільський голова                                                                                                  В.А.</w:t>
      </w:r>
      <w:proofErr w:type="spellStart"/>
      <w:r>
        <w:rPr>
          <w:color w:val="333333"/>
        </w:rPr>
        <w:t>Михалюк</w:t>
      </w:r>
      <w:proofErr w:type="spellEnd"/>
    </w:p>
    <w:p w:rsidR="00FB2200" w:rsidRDefault="00FB2200" w:rsidP="00FB2200">
      <w:pPr>
        <w:pStyle w:val="af4"/>
        <w:shd w:val="clear" w:color="auto" w:fill="FFFFFF"/>
        <w:spacing w:before="0" w:beforeAutospacing="0" w:after="0" w:afterAutospacing="0" w:line="276" w:lineRule="auto"/>
        <w:jc w:val="both"/>
        <w:rPr>
          <w:color w:val="333333"/>
        </w:rPr>
      </w:pPr>
    </w:p>
    <w:p w:rsidR="00FB2200" w:rsidRDefault="00FB2200" w:rsidP="00FB2200">
      <w:pPr>
        <w:pStyle w:val="af4"/>
        <w:shd w:val="clear" w:color="auto" w:fill="FFFFFF"/>
        <w:spacing w:before="0" w:beforeAutospacing="0" w:after="0" w:afterAutospacing="0" w:line="276" w:lineRule="auto"/>
        <w:jc w:val="both"/>
        <w:rPr>
          <w:color w:val="333333"/>
        </w:rPr>
      </w:pPr>
    </w:p>
    <w:p w:rsidR="00FB2200" w:rsidRDefault="00FB2200" w:rsidP="00FB2200">
      <w:pPr>
        <w:pStyle w:val="af4"/>
        <w:shd w:val="clear" w:color="auto" w:fill="FFFFFF"/>
        <w:spacing w:before="0" w:beforeAutospacing="0" w:after="0" w:afterAutospacing="0"/>
        <w:rPr>
          <w:color w:val="333333"/>
        </w:rPr>
      </w:pPr>
    </w:p>
    <w:p w:rsidR="00FB2200" w:rsidRDefault="00FB2200" w:rsidP="00FB2200">
      <w:pPr>
        <w:pStyle w:val="af4"/>
        <w:shd w:val="clear" w:color="auto" w:fill="FFFFFF"/>
        <w:spacing w:before="0" w:beforeAutospacing="0" w:after="0" w:afterAutospacing="0"/>
        <w:rPr>
          <w:color w:val="333333"/>
        </w:rPr>
      </w:pPr>
    </w:p>
    <w:p w:rsidR="00FB2200" w:rsidRDefault="00FB2200" w:rsidP="00FB2200">
      <w:pPr>
        <w:pStyle w:val="af4"/>
        <w:shd w:val="clear" w:color="auto" w:fill="FFFFFF"/>
        <w:spacing w:before="0" w:beforeAutospacing="0" w:after="0" w:afterAutospacing="0"/>
        <w:rPr>
          <w:color w:val="333333"/>
        </w:rPr>
      </w:pPr>
    </w:p>
    <w:p w:rsidR="00FB2200" w:rsidRDefault="00FB2200" w:rsidP="00FB2200">
      <w:pPr>
        <w:pStyle w:val="af4"/>
        <w:shd w:val="clear" w:color="auto" w:fill="FFFFFF"/>
        <w:spacing w:before="0" w:beforeAutospacing="0" w:after="0" w:afterAutospacing="0"/>
        <w:rPr>
          <w:color w:val="333333"/>
        </w:rPr>
      </w:pPr>
    </w:p>
    <w:p w:rsidR="00FB2200" w:rsidRDefault="00FB2200" w:rsidP="00FB2200">
      <w:pPr>
        <w:pStyle w:val="af4"/>
        <w:shd w:val="clear" w:color="auto" w:fill="FFFFFF"/>
        <w:spacing w:before="0" w:beforeAutospacing="0" w:after="0" w:afterAutospacing="0"/>
        <w:rPr>
          <w:color w:val="333333"/>
        </w:rPr>
      </w:pPr>
    </w:p>
    <w:p w:rsidR="00FB2200" w:rsidRDefault="00FB2200" w:rsidP="00FB2200">
      <w:pPr>
        <w:pStyle w:val="af4"/>
        <w:shd w:val="clear" w:color="auto" w:fill="FFFFFF"/>
        <w:spacing w:before="0" w:beforeAutospacing="0" w:after="0" w:afterAutospacing="0"/>
        <w:rPr>
          <w:color w:val="333333"/>
        </w:rPr>
      </w:pPr>
    </w:p>
    <w:p w:rsidR="00FB2200" w:rsidRDefault="00FB2200" w:rsidP="00FB2200">
      <w:pPr>
        <w:pStyle w:val="af4"/>
        <w:shd w:val="clear" w:color="auto" w:fill="FFFFFF"/>
        <w:spacing w:before="0" w:beforeAutospacing="0" w:after="0" w:afterAutospacing="0"/>
        <w:rPr>
          <w:color w:val="333333"/>
        </w:rPr>
      </w:pPr>
    </w:p>
    <w:p w:rsidR="00FB2200" w:rsidRDefault="00FB2200" w:rsidP="00FB2200">
      <w:pPr>
        <w:pStyle w:val="af4"/>
        <w:shd w:val="clear" w:color="auto" w:fill="FFFFFF"/>
        <w:spacing w:before="0" w:beforeAutospacing="0" w:after="0" w:afterAutospacing="0"/>
        <w:rPr>
          <w:color w:val="333333"/>
        </w:rPr>
      </w:pPr>
    </w:p>
    <w:p w:rsidR="00FB2200" w:rsidRDefault="00FB2200" w:rsidP="00FB2200">
      <w:pPr>
        <w:pStyle w:val="af4"/>
        <w:shd w:val="clear" w:color="auto" w:fill="FFFFFF"/>
        <w:spacing w:before="0" w:beforeAutospacing="0" w:after="0" w:afterAutospacing="0"/>
        <w:rPr>
          <w:color w:val="333333"/>
        </w:rPr>
      </w:pPr>
    </w:p>
    <w:p w:rsidR="00FB2200" w:rsidRDefault="00FB2200" w:rsidP="00FB2200">
      <w:pPr>
        <w:pStyle w:val="af4"/>
        <w:shd w:val="clear" w:color="auto" w:fill="FFFFFF"/>
        <w:spacing w:before="0" w:beforeAutospacing="0" w:after="0" w:afterAutospacing="0"/>
        <w:rPr>
          <w:color w:val="333333"/>
        </w:rPr>
      </w:pPr>
    </w:p>
    <w:p w:rsidR="00FB2200" w:rsidRPr="00382888" w:rsidRDefault="00FB2200" w:rsidP="00FB2200">
      <w:pPr>
        <w:pStyle w:val="af4"/>
        <w:shd w:val="clear" w:color="auto" w:fill="FFFFFF"/>
        <w:spacing w:before="0" w:beforeAutospacing="0" w:after="0" w:afterAutospacing="0" w:line="276" w:lineRule="auto"/>
        <w:jc w:val="center"/>
      </w:pPr>
      <w:r w:rsidRPr="00382888">
        <w:t xml:space="preserve">                                                                                                                                      Додаток</w:t>
      </w:r>
    </w:p>
    <w:p w:rsidR="00FB2200" w:rsidRPr="00382888" w:rsidRDefault="00FB2200" w:rsidP="00FB2200">
      <w:pPr>
        <w:pStyle w:val="af4"/>
        <w:shd w:val="clear" w:color="auto" w:fill="FFFFFF"/>
        <w:spacing w:before="0" w:beforeAutospacing="0" w:after="0" w:afterAutospacing="0" w:line="276" w:lineRule="auto"/>
        <w:jc w:val="right"/>
      </w:pPr>
      <w:r w:rsidRPr="00382888">
        <w:t>                                                                                                     до рішення сесії  сільської  ради</w:t>
      </w:r>
    </w:p>
    <w:p w:rsidR="00FB2200" w:rsidRPr="00382888" w:rsidRDefault="00FB2200" w:rsidP="00FB2200">
      <w:pPr>
        <w:pStyle w:val="af4"/>
        <w:shd w:val="clear" w:color="auto" w:fill="FFFFFF"/>
        <w:tabs>
          <w:tab w:val="left" w:pos="6804"/>
        </w:tabs>
        <w:spacing w:before="0" w:beforeAutospacing="0" w:after="0" w:afterAutospacing="0" w:line="276" w:lineRule="auto"/>
        <w:ind w:left="4962" w:hanging="6379"/>
        <w:jc w:val="right"/>
      </w:pPr>
      <w:r w:rsidRPr="00382888">
        <w:t>                                      </w:t>
      </w:r>
      <w:r>
        <w:t>            </w:t>
      </w:r>
      <w:r w:rsidRPr="00382888">
        <w:t xml:space="preserve">від </w:t>
      </w:r>
      <w:r>
        <w:t>16</w:t>
      </w:r>
      <w:r w:rsidRPr="00382888">
        <w:t xml:space="preserve">  грудня  201</w:t>
      </w:r>
      <w:r>
        <w:t>9</w:t>
      </w:r>
      <w:r w:rsidRPr="00382888">
        <w:t xml:space="preserve"> року</w:t>
      </w:r>
    </w:p>
    <w:p w:rsidR="00FB2200" w:rsidRPr="00382888" w:rsidRDefault="00FB2200" w:rsidP="00FB2200">
      <w:pPr>
        <w:pStyle w:val="af4"/>
        <w:shd w:val="clear" w:color="auto" w:fill="FFFFFF"/>
        <w:spacing w:before="0" w:beforeAutospacing="0" w:after="0" w:afterAutospacing="0" w:line="276" w:lineRule="auto"/>
        <w:jc w:val="right"/>
      </w:pPr>
      <w:r w:rsidRPr="00382888">
        <w:t xml:space="preserve">                                                                                 № </w:t>
      </w:r>
      <w:r>
        <w:t>63</w:t>
      </w:r>
    </w:p>
    <w:p w:rsidR="00FB2200" w:rsidRPr="00382888" w:rsidRDefault="00FB2200" w:rsidP="00FB2200">
      <w:pPr>
        <w:pStyle w:val="af4"/>
        <w:shd w:val="clear" w:color="auto" w:fill="FFFFFF"/>
        <w:spacing w:before="0" w:beforeAutospacing="0" w:after="0" w:afterAutospacing="0" w:line="276" w:lineRule="auto"/>
      </w:pPr>
      <w:r w:rsidRPr="00382888">
        <w:t> </w:t>
      </w:r>
    </w:p>
    <w:p w:rsidR="00FB2200" w:rsidRDefault="00FB2200" w:rsidP="00FB2200">
      <w:pPr>
        <w:pStyle w:val="af4"/>
        <w:shd w:val="clear" w:color="auto" w:fill="FFFFFF"/>
        <w:spacing w:before="0" w:beforeAutospacing="0" w:after="0" w:afterAutospacing="0" w:line="276" w:lineRule="auto"/>
        <w:jc w:val="center"/>
        <w:rPr>
          <w:bCs/>
        </w:rPr>
      </w:pPr>
      <w:r w:rsidRPr="00382888">
        <w:rPr>
          <w:bCs/>
        </w:rPr>
        <w:t xml:space="preserve">ПЛАН  РОБОТИ  СІЛЬСЬКОЇ  РАДИ  </w:t>
      </w:r>
    </w:p>
    <w:p w:rsidR="00FB2200" w:rsidRPr="00382888" w:rsidRDefault="00FB2200" w:rsidP="00FB2200">
      <w:pPr>
        <w:pStyle w:val="af4"/>
        <w:shd w:val="clear" w:color="auto" w:fill="FFFFFF"/>
        <w:spacing w:before="0" w:beforeAutospacing="0" w:after="0" w:afterAutospacing="0" w:line="276" w:lineRule="auto"/>
        <w:jc w:val="center"/>
      </w:pPr>
      <w:r w:rsidRPr="00382888">
        <w:rPr>
          <w:bCs/>
        </w:rPr>
        <w:t>ТА  ЇЇ  ВИКОНАВЧОГО</w:t>
      </w:r>
    </w:p>
    <w:p w:rsidR="00FB2200" w:rsidRPr="00382888" w:rsidRDefault="00FB2200" w:rsidP="00FB2200">
      <w:pPr>
        <w:pStyle w:val="af4"/>
        <w:shd w:val="clear" w:color="auto" w:fill="FFFFFF"/>
        <w:spacing w:before="0" w:beforeAutospacing="0" w:after="0" w:afterAutospacing="0" w:line="276" w:lineRule="auto"/>
        <w:jc w:val="center"/>
      </w:pPr>
      <w:r w:rsidRPr="00382888">
        <w:rPr>
          <w:bCs/>
        </w:rPr>
        <w:t>КОМІТЕТУ  НА  20</w:t>
      </w:r>
      <w:r>
        <w:rPr>
          <w:bCs/>
        </w:rPr>
        <w:t>20</w:t>
      </w:r>
      <w:r w:rsidRPr="00382888">
        <w:rPr>
          <w:bCs/>
        </w:rPr>
        <w:t xml:space="preserve"> РІК</w:t>
      </w:r>
      <w:r w:rsidRPr="00382888">
        <w:t> </w:t>
      </w:r>
    </w:p>
    <w:p w:rsidR="00FB2200" w:rsidRPr="00382888" w:rsidRDefault="00FB2200" w:rsidP="00FB2200">
      <w:pPr>
        <w:pStyle w:val="af4"/>
        <w:shd w:val="clear" w:color="auto" w:fill="FFFFFF"/>
        <w:spacing w:before="0" w:beforeAutospacing="0" w:after="0" w:afterAutospacing="0" w:line="276" w:lineRule="auto"/>
        <w:jc w:val="center"/>
      </w:pPr>
      <w:r w:rsidRPr="00382888">
        <w:t>РОЗДІЛ 1</w:t>
      </w:r>
    </w:p>
    <w:p w:rsidR="00FB2200" w:rsidRPr="00146599" w:rsidRDefault="00FB2200" w:rsidP="00FB2200">
      <w:pPr>
        <w:pStyle w:val="af4"/>
        <w:shd w:val="clear" w:color="auto" w:fill="FFFFFF"/>
        <w:spacing w:before="0" w:beforeAutospacing="0" w:after="0" w:afterAutospacing="0" w:line="276" w:lineRule="auto"/>
        <w:jc w:val="center"/>
        <w:rPr>
          <w:bCs/>
          <w:iCs/>
        </w:rPr>
      </w:pPr>
      <w:r w:rsidRPr="00382888">
        <w:rPr>
          <w:rStyle w:val="a9"/>
          <w:bCs/>
        </w:rPr>
        <w:t>ПИТАННЯ, ЯКІ РОЗГЛЯДАТИМУТЬСЯ НА СЕСІЯХ СІЛЬСЬКОЇ РАДИ</w:t>
      </w:r>
    </w:p>
    <w:p w:rsidR="00FB2200" w:rsidRPr="00382888" w:rsidRDefault="00FB2200" w:rsidP="00FB2200">
      <w:pPr>
        <w:pStyle w:val="af4"/>
        <w:shd w:val="clear" w:color="auto" w:fill="FFFFFF"/>
        <w:spacing w:before="0" w:beforeAutospacing="0" w:after="0" w:afterAutospacing="0" w:line="276" w:lineRule="auto"/>
        <w:rPr>
          <w:bCs/>
        </w:rPr>
      </w:pPr>
      <w:r w:rsidRPr="00382888">
        <w:t>                                                               </w:t>
      </w:r>
      <w:r w:rsidRPr="00382888">
        <w:rPr>
          <w:bCs/>
        </w:rPr>
        <w:t>І квартал</w:t>
      </w:r>
    </w:p>
    <w:p w:rsidR="00FB2200" w:rsidRPr="00382888" w:rsidRDefault="00FB2200" w:rsidP="00FB2200">
      <w:pPr>
        <w:spacing w:after="0"/>
        <w:rPr>
          <w:rFonts w:ascii="Times New Roman" w:hAnsi="Times New Roman" w:cs="Times New Roman"/>
          <w:sz w:val="24"/>
          <w:szCs w:val="24"/>
        </w:rPr>
      </w:pPr>
      <w:r w:rsidRPr="00382888">
        <w:rPr>
          <w:rFonts w:ascii="Times New Roman" w:hAnsi="Times New Roman" w:cs="Times New Roman"/>
          <w:sz w:val="24"/>
          <w:szCs w:val="24"/>
        </w:rPr>
        <w:t>1. Пр</w:t>
      </w:r>
      <w:r>
        <w:rPr>
          <w:rFonts w:ascii="Times New Roman" w:hAnsi="Times New Roman" w:cs="Times New Roman"/>
          <w:sz w:val="24"/>
          <w:szCs w:val="24"/>
        </w:rPr>
        <w:t>о звіт про виконання  місцевого</w:t>
      </w:r>
      <w:r w:rsidRPr="00382888">
        <w:rPr>
          <w:rFonts w:ascii="Times New Roman" w:hAnsi="Times New Roman" w:cs="Times New Roman"/>
          <w:sz w:val="24"/>
          <w:szCs w:val="24"/>
        </w:rPr>
        <w:t xml:space="preserve"> бюджету </w:t>
      </w:r>
      <w:r>
        <w:rPr>
          <w:rFonts w:ascii="Times New Roman" w:hAnsi="Times New Roman" w:cs="Times New Roman"/>
          <w:sz w:val="24"/>
          <w:szCs w:val="24"/>
        </w:rPr>
        <w:t xml:space="preserve"> Крупецької сільської ради </w:t>
      </w:r>
      <w:r w:rsidRPr="00382888">
        <w:rPr>
          <w:rFonts w:ascii="Times New Roman" w:hAnsi="Times New Roman" w:cs="Times New Roman"/>
          <w:sz w:val="24"/>
          <w:szCs w:val="24"/>
        </w:rPr>
        <w:t>за 201</w:t>
      </w:r>
      <w:r>
        <w:rPr>
          <w:rFonts w:ascii="Times New Roman" w:hAnsi="Times New Roman" w:cs="Times New Roman"/>
          <w:sz w:val="24"/>
          <w:szCs w:val="24"/>
        </w:rPr>
        <w:t>9</w:t>
      </w:r>
      <w:r w:rsidRPr="00382888">
        <w:rPr>
          <w:rFonts w:ascii="Times New Roman" w:hAnsi="Times New Roman" w:cs="Times New Roman"/>
          <w:sz w:val="24"/>
          <w:szCs w:val="24"/>
        </w:rPr>
        <w:t xml:space="preserve"> рік</w:t>
      </w:r>
    </w:p>
    <w:p w:rsidR="00FB2200" w:rsidRPr="00382888" w:rsidRDefault="00FB2200" w:rsidP="00FB2200">
      <w:pPr>
        <w:spacing w:after="0"/>
        <w:rPr>
          <w:rFonts w:ascii="Times New Roman" w:hAnsi="Times New Roman" w:cs="Times New Roman"/>
          <w:sz w:val="24"/>
          <w:szCs w:val="24"/>
        </w:rPr>
      </w:pPr>
      <w:r w:rsidRPr="00382888">
        <w:rPr>
          <w:rFonts w:ascii="Times New Roman" w:hAnsi="Times New Roman" w:cs="Times New Roman"/>
          <w:sz w:val="24"/>
          <w:szCs w:val="24"/>
        </w:rPr>
        <w:t>2</w:t>
      </w:r>
      <w:r>
        <w:rPr>
          <w:rFonts w:ascii="Times New Roman" w:hAnsi="Times New Roman" w:cs="Times New Roman"/>
          <w:sz w:val="24"/>
          <w:szCs w:val="24"/>
        </w:rPr>
        <w:t>.Про внесення змін до місцевого</w:t>
      </w:r>
      <w:r w:rsidRPr="00382888">
        <w:rPr>
          <w:rFonts w:ascii="Times New Roman" w:hAnsi="Times New Roman" w:cs="Times New Roman"/>
          <w:sz w:val="24"/>
          <w:szCs w:val="24"/>
        </w:rPr>
        <w:t xml:space="preserve"> бюджету  на 20</w:t>
      </w:r>
      <w:r>
        <w:rPr>
          <w:rFonts w:ascii="Times New Roman" w:hAnsi="Times New Roman" w:cs="Times New Roman"/>
          <w:sz w:val="24"/>
          <w:szCs w:val="24"/>
        </w:rPr>
        <w:t>20</w:t>
      </w:r>
      <w:r w:rsidRPr="00382888">
        <w:rPr>
          <w:rFonts w:ascii="Times New Roman" w:hAnsi="Times New Roman" w:cs="Times New Roman"/>
          <w:sz w:val="24"/>
          <w:szCs w:val="24"/>
        </w:rPr>
        <w:t xml:space="preserve"> рік </w:t>
      </w:r>
    </w:p>
    <w:p w:rsidR="00FB2200" w:rsidRPr="00382888" w:rsidRDefault="00FB2200" w:rsidP="00FB2200">
      <w:pPr>
        <w:pStyle w:val="af4"/>
        <w:shd w:val="clear" w:color="auto" w:fill="FFFFFF"/>
        <w:spacing w:before="0" w:beforeAutospacing="0" w:after="0" w:afterAutospacing="0" w:line="276" w:lineRule="auto"/>
      </w:pPr>
      <w:r w:rsidRPr="00382888">
        <w:t>3. Питання регулювання земельних відносин</w:t>
      </w:r>
    </w:p>
    <w:p w:rsidR="00FB2200" w:rsidRPr="00382888" w:rsidRDefault="00FB2200" w:rsidP="00FB2200">
      <w:pPr>
        <w:pStyle w:val="af4"/>
        <w:shd w:val="clear" w:color="auto" w:fill="FFFFFF"/>
        <w:spacing w:before="0" w:beforeAutospacing="0" w:after="0" w:afterAutospacing="0" w:line="276" w:lineRule="auto"/>
      </w:pPr>
      <w:r w:rsidRPr="00382888">
        <w:t>4.Різне</w:t>
      </w:r>
    </w:p>
    <w:p w:rsidR="00FB2200" w:rsidRPr="00382888" w:rsidRDefault="00FB2200" w:rsidP="00FB2200">
      <w:pPr>
        <w:pStyle w:val="af4"/>
        <w:shd w:val="clear" w:color="auto" w:fill="FFFFFF"/>
        <w:spacing w:before="0" w:beforeAutospacing="0" w:after="0" w:afterAutospacing="0" w:line="276" w:lineRule="auto"/>
        <w:rPr>
          <w:bCs/>
        </w:rPr>
      </w:pPr>
      <w:r w:rsidRPr="00382888">
        <w:t>                                                             </w:t>
      </w:r>
      <w:r w:rsidRPr="00382888">
        <w:rPr>
          <w:bCs/>
        </w:rPr>
        <w:t>ІІ квартал</w:t>
      </w:r>
    </w:p>
    <w:p w:rsidR="00FB2200" w:rsidRPr="00382888" w:rsidRDefault="00FB2200" w:rsidP="00FB2200">
      <w:pPr>
        <w:pStyle w:val="af4"/>
        <w:shd w:val="clear" w:color="auto" w:fill="FFFFFF"/>
        <w:spacing w:before="0" w:beforeAutospacing="0" w:after="0" w:afterAutospacing="0" w:line="276" w:lineRule="auto"/>
      </w:pPr>
      <w:r w:rsidRPr="00382888">
        <w:t>1. </w:t>
      </w:r>
      <w:r>
        <w:t>Про внесення змін до  місцевого</w:t>
      </w:r>
      <w:r w:rsidRPr="00382888">
        <w:t xml:space="preserve">  бюджету  на  20</w:t>
      </w:r>
      <w:r>
        <w:t>20</w:t>
      </w:r>
      <w:r w:rsidRPr="00382888">
        <w:t xml:space="preserve"> рік</w:t>
      </w:r>
    </w:p>
    <w:p w:rsidR="00FB2200" w:rsidRPr="00382888" w:rsidRDefault="00FB2200" w:rsidP="00FB2200">
      <w:pPr>
        <w:pStyle w:val="af4"/>
        <w:shd w:val="clear" w:color="auto" w:fill="FFFFFF"/>
        <w:spacing w:before="0" w:beforeAutospacing="0" w:after="0" w:afterAutospacing="0" w:line="276" w:lineRule="auto"/>
      </w:pPr>
      <w:r w:rsidRPr="00382888">
        <w:t>2. Питання регулювання земельних відносин</w:t>
      </w:r>
    </w:p>
    <w:p w:rsidR="00FB2200" w:rsidRPr="00382888" w:rsidRDefault="00FB2200" w:rsidP="00FB2200">
      <w:pPr>
        <w:pStyle w:val="af4"/>
        <w:shd w:val="clear" w:color="auto" w:fill="FFFFFF"/>
        <w:spacing w:before="0" w:beforeAutospacing="0" w:after="0" w:afterAutospacing="0" w:line="276" w:lineRule="auto"/>
      </w:pPr>
      <w:r w:rsidRPr="00382888">
        <w:t>3. Різне</w:t>
      </w:r>
    </w:p>
    <w:p w:rsidR="00FB2200" w:rsidRPr="00382888" w:rsidRDefault="00FB2200" w:rsidP="00FB2200">
      <w:pPr>
        <w:pStyle w:val="af4"/>
        <w:shd w:val="clear" w:color="auto" w:fill="FFFFFF"/>
        <w:spacing w:before="0" w:beforeAutospacing="0" w:after="0" w:afterAutospacing="0" w:line="276" w:lineRule="auto"/>
        <w:rPr>
          <w:bCs/>
        </w:rPr>
      </w:pPr>
      <w:r w:rsidRPr="00382888">
        <w:t>                                                                 </w:t>
      </w:r>
      <w:r w:rsidRPr="00382888">
        <w:rPr>
          <w:bCs/>
        </w:rPr>
        <w:t>ІІІ квартал    </w:t>
      </w:r>
    </w:p>
    <w:p w:rsidR="00FB2200" w:rsidRPr="00382888" w:rsidRDefault="00FB2200" w:rsidP="00FB2200">
      <w:pPr>
        <w:pStyle w:val="af4"/>
        <w:shd w:val="clear" w:color="auto" w:fill="FFFFFF"/>
        <w:spacing w:before="0" w:beforeAutospacing="0" w:after="0" w:afterAutospacing="0" w:line="276" w:lineRule="auto"/>
      </w:pPr>
      <w:r w:rsidRPr="00382888">
        <w:t>1.Про затвердженн</w:t>
      </w:r>
      <w:r>
        <w:t xml:space="preserve">я звіту про виконання місцевого </w:t>
      </w:r>
      <w:r w:rsidRPr="00382888">
        <w:t xml:space="preserve"> бюджету за І півріччя  20</w:t>
      </w:r>
      <w:r>
        <w:t>20</w:t>
      </w:r>
      <w:r w:rsidRPr="00382888">
        <w:t xml:space="preserve"> року</w:t>
      </w:r>
    </w:p>
    <w:p w:rsidR="00FB2200" w:rsidRPr="00382888" w:rsidRDefault="00FB2200" w:rsidP="00FB2200">
      <w:pPr>
        <w:pStyle w:val="af4"/>
        <w:shd w:val="clear" w:color="auto" w:fill="FFFFFF"/>
        <w:spacing w:before="0" w:beforeAutospacing="0" w:after="0" w:afterAutospacing="0" w:line="276" w:lineRule="auto"/>
      </w:pPr>
      <w:r w:rsidRPr="00382888">
        <w:t>2.</w:t>
      </w:r>
      <w:r>
        <w:t> Про внесення змін до місцевого</w:t>
      </w:r>
      <w:r w:rsidRPr="00382888">
        <w:t xml:space="preserve">  бюджету  на  20</w:t>
      </w:r>
      <w:r>
        <w:t>20</w:t>
      </w:r>
      <w:r w:rsidRPr="00382888">
        <w:t xml:space="preserve"> рік</w:t>
      </w:r>
    </w:p>
    <w:p w:rsidR="00FB2200" w:rsidRPr="00382888" w:rsidRDefault="00FB2200" w:rsidP="00FB2200">
      <w:pPr>
        <w:pStyle w:val="af4"/>
        <w:shd w:val="clear" w:color="auto" w:fill="FFFFFF"/>
        <w:spacing w:before="0" w:beforeAutospacing="0" w:after="0" w:afterAutospacing="0" w:line="276" w:lineRule="auto"/>
      </w:pPr>
      <w:r w:rsidRPr="00382888">
        <w:t>3. Питання регулювання земельних відносин</w:t>
      </w:r>
    </w:p>
    <w:p w:rsidR="00FB2200" w:rsidRPr="00382888" w:rsidRDefault="00FB2200" w:rsidP="00FB2200">
      <w:pPr>
        <w:pStyle w:val="af4"/>
        <w:shd w:val="clear" w:color="auto" w:fill="FFFFFF"/>
        <w:spacing w:before="0" w:beforeAutospacing="0" w:after="0" w:afterAutospacing="0" w:line="276" w:lineRule="auto"/>
      </w:pPr>
      <w:r w:rsidRPr="00382888">
        <w:t xml:space="preserve">4.Різне. </w:t>
      </w:r>
    </w:p>
    <w:p w:rsidR="00FB2200" w:rsidRPr="00382888" w:rsidRDefault="00FB2200" w:rsidP="00FB2200">
      <w:pPr>
        <w:pStyle w:val="af4"/>
        <w:shd w:val="clear" w:color="auto" w:fill="FFFFFF"/>
        <w:spacing w:before="0" w:beforeAutospacing="0" w:after="0" w:afterAutospacing="0" w:line="276" w:lineRule="auto"/>
        <w:rPr>
          <w:bCs/>
        </w:rPr>
      </w:pPr>
      <w:r w:rsidRPr="00382888">
        <w:t>                                                               </w:t>
      </w:r>
      <w:r w:rsidRPr="00382888">
        <w:rPr>
          <w:bCs/>
        </w:rPr>
        <w:t>ІV квартал</w:t>
      </w:r>
    </w:p>
    <w:p w:rsidR="00FB2200" w:rsidRPr="00382888" w:rsidRDefault="00FB2200" w:rsidP="00FB2200">
      <w:pPr>
        <w:pStyle w:val="af4"/>
        <w:shd w:val="clear" w:color="auto" w:fill="FFFFFF"/>
        <w:spacing w:before="0" w:beforeAutospacing="0" w:after="0" w:afterAutospacing="0" w:line="276" w:lineRule="auto"/>
      </w:pPr>
      <w:r w:rsidRPr="00382888">
        <w:t>1.</w:t>
      </w:r>
      <w:r>
        <w:t xml:space="preserve"> Про внесення змін до місцевого </w:t>
      </w:r>
      <w:r w:rsidRPr="00382888">
        <w:t xml:space="preserve">  бюджету  на  20</w:t>
      </w:r>
      <w:r>
        <w:t>20</w:t>
      </w:r>
      <w:r w:rsidRPr="00382888">
        <w:t xml:space="preserve"> рік</w:t>
      </w:r>
    </w:p>
    <w:p w:rsidR="00FB2200" w:rsidRPr="00382888" w:rsidRDefault="00FB2200" w:rsidP="00FB2200">
      <w:pPr>
        <w:pStyle w:val="af4"/>
        <w:shd w:val="clear" w:color="auto" w:fill="FFFFFF"/>
        <w:spacing w:before="0" w:beforeAutospacing="0" w:after="0" w:afterAutospacing="0" w:line="276" w:lineRule="auto"/>
      </w:pPr>
      <w:r w:rsidRPr="00382888">
        <w:t>2. Про план роботи Крупецької сільської ради та її виконавчого комітету на 202</w:t>
      </w:r>
      <w:r>
        <w:t>1</w:t>
      </w:r>
      <w:r w:rsidRPr="00382888">
        <w:t xml:space="preserve"> рік</w:t>
      </w:r>
    </w:p>
    <w:p w:rsidR="00FB2200" w:rsidRPr="00382888" w:rsidRDefault="00FB2200" w:rsidP="00FB2200">
      <w:pPr>
        <w:pStyle w:val="af4"/>
        <w:shd w:val="clear" w:color="auto" w:fill="FFFFFF"/>
        <w:spacing w:before="0" w:beforeAutospacing="0" w:after="0" w:afterAutospacing="0" w:line="276" w:lineRule="auto"/>
      </w:pPr>
      <w:r w:rsidRPr="00382888">
        <w:t>3. Питання регулювання земельних відносин</w:t>
      </w:r>
    </w:p>
    <w:p w:rsidR="00FB2200" w:rsidRPr="00382888" w:rsidRDefault="00FB2200" w:rsidP="00FB2200">
      <w:pPr>
        <w:pStyle w:val="af4"/>
        <w:shd w:val="clear" w:color="auto" w:fill="FFFFFF"/>
        <w:spacing w:before="0" w:beforeAutospacing="0" w:after="0" w:afterAutospacing="0" w:line="276" w:lineRule="auto"/>
      </w:pPr>
      <w:r>
        <w:t xml:space="preserve">4.Про місцевий </w:t>
      </w:r>
      <w:r w:rsidRPr="00382888">
        <w:t xml:space="preserve"> бюджет на 20</w:t>
      </w:r>
      <w:r>
        <w:t>21</w:t>
      </w:r>
      <w:r w:rsidRPr="00382888">
        <w:t xml:space="preserve"> рік</w:t>
      </w:r>
    </w:p>
    <w:p w:rsidR="00FB2200" w:rsidRPr="00382888" w:rsidRDefault="00FB2200" w:rsidP="00FB2200">
      <w:pPr>
        <w:pStyle w:val="af4"/>
        <w:shd w:val="clear" w:color="auto" w:fill="FFFFFF"/>
        <w:spacing w:before="0" w:beforeAutospacing="0" w:after="0" w:afterAutospacing="0" w:line="276" w:lineRule="auto"/>
      </w:pPr>
      <w:r w:rsidRPr="00382888">
        <w:t>5. Різне</w:t>
      </w:r>
    </w:p>
    <w:p w:rsidR="00FB2200" w:rsidRPr="00382888" w:rsidRDefault="00FB2200" w:rsidP="00FB2200">
      <w:pPr>
        <w:pStyle w:val="af4"/>
        <w:shd w:val="clear" w:color="auto" w:fill="FFFFFF"/>
        <w:spacing w:before="0" w:beforeAutospacing="0" w:after="0" w:afterAutospacing="0" w:line="276" w:lineRule="auto"/>
        <w:jc w:val="center"/>
      </w:pPr>
      <w:r w:rsidRPr="00382888">
        <w:t>РОЗДІЛ  2</w:t>
      </w:r>
    </w:p>
    <w:p w:rsidR="00FB2200" w:rsidRPr="00382888" w:rsidRDefault="00FB2200" w:rsidP="00FB2200">
      <w:pPr>
        <w:pStyle w:val="af4"/>
        <w:shd w:val="clear" w:color="auto" w:fill="FFFFFF"/>
        <w:spacing w:before="0" w:beforeAutospacing="0" w:after="0" w:afterAutospacing="0" w:line="276" w:lineRule="auto"/>
        <w:jc w:val="center"/>
      </w:pPr>
      <w:r w:rsidRPr="00382888">
        <w:rPr>
          <w:bCs/>
        </w:rPr>
        <w:t>ПЕРЕЛІК ПИТАНЬ ДЛЯ ОБГОВОРЕННЯ НА ЗАСІДАННІ</w:t>
      </w:r>
    </w:p>
    <w:p w:rsidR="00FB2200" w:rsidRPr="00382888" w:rsidRDefault="00FB2200" w:rsidP="00FB2200">
      <w:pPr>
        <w:pStyle w:val="af4"/>
        <w:shd w:val="clear" w:color="auto" w:fill="FFFFFF"/>
        <w:spacing w:before="0" w:beforeAutospacing="0" w:after="0" w:afterAutospacing="0" w:line="276" w:lineRule="auto"/>
        <w:jc w:val="center"/>
      </w:pPr>
      <w:r w:rsidRPr="00382888">
        <w:rPr>
          <w:bCs/>
        </w:rPr>
        <w:t xml:space="preserve">ВИКОНАВЧОГО КОМІТЕТУ </w:t>
      </w:r>
    </w:p>
    <w:p w:rsidR="00FB2200" w:rsidRPr="003E5D71" w:rsidRDefault="00FB2200" w:rsidP="00FB2200">
      <w:pPr>
        <w:pStyle w:val="af4"/>
        <w:shd w:val="clear" w:color="auto" w:fill="FFFFFF"/>
        <w:spacing w:before="0" w:beforeAutospacing="0" w:after="0" w:afterAutospacing="0" w:line="276" w:lineRule="auto"/>
        <w:jc w:val="center"/>
        <w:rPr>
          <w:spacing w:val="-20"/>
        </w:rPr>
      </w:pPr>
      <w:r w:rsidRPr="003E5D71">
        <w:rPr>
          <w:bCs/>
          <w:smallCaps/>
          <w:spacing w:val="-20"/>
          <w:u w:val="single"/>
        </w:rPr>
        <w:t> </w:t>
      </w:r>
      <w:r w:rsidRPr="003E5D71">
        <w:rPr>
          <w:bCs/>
          <w:spacing w:val="-20"/>
          <w:u w:val="single"/>
        </w:rPr>
        <w:t>с і ч е н ь</w:t>
      </w:r>
    </w:p>
    <w:p w:rsidR="00FB2200" w:rsidRPr="00382888" w:rsidRDefault="00FB2200" w:rsidP="00FB2200">
      <w:pPr>
        <w:pStyle w:val="af4"/>
        <w:shd w:val="clear" w:color="auto" w:fill="FFFFFF"/>
        <w:spacing w:before="0" w:beforeAutospacing="0" w:after="0" w:afterAutospacing="0" w:line="276" w:lineRule="auto"/>
      </w:pPr>
      <w:r w:rsidRPr="00382888">
        <w:lastRenderedPageBreak/>
        <w:t>1.Про схваленн</w:t>
      </w:r>
      <w:r>
        <w:t xml:space="preserve">я проекту рішення «Про місцевий </w:t>
      </w:r>
      <w:r w:rsidRPr="00382888">
        <w:t xml:space="preserve"> бюджет на 20</w:t>
      </w:r>
      <w:r>
        <w:t>20</w:t>
      </w:r>
      <w:r w:rsidRPr="00382888">
        <w:t xml:space="preserve"> рік»  </w:t>
      </w:r>
    </w:p>
    <w:p w:rsidR="00FB2200" w:rsidRPr="00382888" w:rsidRDefault="00FB2200" w:rsidP="00FB2200">
      <w:pPr>
        <w:pStyle w:val="af4"/>
        <w:shd w:val="clear" w:color="auto" w:fill="FFFFFF"/>
        <w:spacing w:before="0" w:beforeAutospacing="0" w:after="0" w:afterAutospacing="0" w:line="276" w:lineRule="auto"/>
      </w:pPr>
      <w:r>
        <w:t xml:space="preserve">2.Про виконання місцевого </w:t>
      </w:r>
      <w:r w:rsidRPr="00382888">
        <w:t xml:space="preserve"> бюджету     за </w:t>
      </w:r>
      <w:r>
        <w:t xml:space="preserve"> </w:t>
      </w:r>
      <w:r w:rsidRPr="00382888">
        <w:t>201</w:t>
      </w:r>
      <w:r>
        <w:t>9</w:t>
      </w:r>
      <w:r w:rsidRPr="00382888">
        <w:t xml:space="preserve"> рік</w:t>
      </w:r>
    </w:p>
    <w:p w:rsidR="00FB2200" w:rsidRPr="00382888" w:rsidRDefault="00FB2200" w:rsidP="00FB2200">
      <w:pPr>
        <w:widowControl w:val="0"/>
        <w:autoSpaceDE w:val="0"/>
        <w:autoSpaceDN w:val="0"/>
        <w:adjustRightInd w:val="0"/>
        <w:spacing w:after="0"/>
        <w:rPr>
          <w:rFonts w:ascii="Times New Roman" w:hAnsi="Times New Roman" w:cs="Times New Roman"/>
          <w:sz w:val="24"/>
          <w:szCs w:val="24"/>
        </w:rPr>
      </w:pPr>
      <w:r w:rsidRPr="00382888">
        <w:rPr>
          <w:rFonts w:ascii="Times New Roman" w:hAnsi="Times New Roman" w:cs="Times New Roman"/>
          <w:sz w:val="24"/>
          <w:szCs w:val="24"/>
        </w:rPr>
        <w:t>3.Про підсумки роботи виконкому сільської ради по здійсненню делегованих повноважень виконкомом сільської ради за 201</w:t>
      </w:r>
      <w:r>
        <w:rPr>
          <w:rFonts w:ascii="Times New Roman" w:hAnsi="Times New Roman" w:cs="Times New Roman"/>
          <w:sz w:val="24"/>
          <w:szCs w:val="24"/>
        </w:rPr>
        <w:t>9</w:t>
      </w:r>
      <w:r w:rsidRPr="00382888">
        <w:rPr>
          <w:rFonts w:ascii="Times New Roman" w:hAnsi="Times New Roman" w:cs="Times New Roman"/>
          <w:sz w:val="24"/>
          <w:szCs w:val="24"/>
        </w:rPr>
        <w:t xml:space="preserve"> рік</w:t>
      </w:r>
    </w:p>
    <w:p w:rsidR="00FB2200" w:rsidRPr="00382888" w:rsidRDefault="00FB2200" w:rsidP="00FB2200">
      <w:pPr>
        <w:pStyle w:val="af4"/>
        <w:shd w:val="clear" w:color="auto" w:fill="FFFFFF"/>
        <w:spacing w:before="0" w:beforeAutospacing="0" w:after="0" w:afterAutospacing="0" w:line="276" w:lineRule="auto"/>
      </w:pPr>
      <w:r w:rsidRPr="00382888">
        <w:t>4.Про  план  роботи виконкому на І півріччя  20</w:t>
      </w:r>
      <w:r>
        <w:t>20</w:t>
      </w:r>
      <w:r w:rsidRPr="00382888">
        <w:t xml:space="preserve">  року</w:t>
      </w:r>
    </w:p>
    <w:p w:rsidR="00FB2200" w:rsidRPr="00146599" w:rsidRDefault="00FB2200" w:rsidP="00FB2200">
      <w:pPr>
        <w:pStyle w:val="af4"/>
        <w:shd w:val="clear" w:color="auto" w:fill="FFFFFF"/>
        <w:spacing w:before="0" w:beforeAutospacing="0" w:after="0" w:afterAutospacing="0" w:line="276" w:lineRule="auto"/>
      </w:pPr>
      <w:r w:rsidRPr="00382888">
        <w:t>5.Про виконання  виконкомом сільської ради Закону України «Про звернення громадян» у 201</w:t>
      </w:r>
      <w:r>
        <w:t>9</w:t>
      </w:r>
      <w:r w:rsidRPr="00382888">
        <w:t xml:space="preserve">  році та завдання на 20</w:t>
      </w:r>
      <w:r>
        <w:t>20</w:t>
      </w:r>
      <w:r w:rsidRPr="00382888">
        <w:t xml:space="preserve"> рік                                                           </w:t>
      </w:r>
    </w:p>
    <w:p w:rsidR="00FB2200" w:rsidRPr="00382888" w:rsidRDefault="00FB2200" w:rsidP="00FB2200">
      <w:pPr>
        <w:pStyle w:val="af4"/>
        <w:shd w:val="clear" w:color="auto" w:fill="FFFFFF"/>
        <w:spacing w:before="0" w:beforeAutospacing="0" w:after="0" w:afterAutospacing="0" w:line="276" w:lineRule="auto"/>
        <w:jc w:val="center"/>
      </w:pPr>
      <w:r w:rsidRPr="00382888">
        <w:rPr>
          <w:bCs/>
          <w:u w:val="single"/>
        </w:rPr>
        <w:t>лютий</w:t>
      </w:r>
    </w:p>
    <w:p w:rsidR="00FB2200" w:rsidRPr="00382888" w:rsidRDefault="00FB2200" w:rsidP="00FB2200">
      <w:pPr>
        <w:spacing w:after="0"/>
        <w:jc w:val="both"/>
        <w:rPr>
          <w:rFonts w:ascii="Times New Roman" w:hAnsi="Times New Roman" w:cs="Times New Roman"/>
          <w:sz w:val="24"/>
          <w:szCs w:val="24"/>
        </w:rPr>
      </w:pPr>
      <w:r w:rsidRPr="00382888">
        <w:rPr>
          <w:rFonts w:ascii="Times New Roman" w:hAnsi="Times New Roman" w:cs="Times New Roman"/>
          <w:sz w:val="24"/>
          <w:szCs w:val="24"/>
        </w:rPr>
        <w:t>1.Про перелік об’єктів та види суспільно корисних робіт для відбування порушниками громадських робіт</w:t>
      </w:r>
    </w:p>
    <w:p w:rsidR="00FB2200" w:rsidRPr="00382888" w:rsidRDefault="00FB2200" w:rsidP="00FB2200">
      <w:pPr>
        <w:widowControl w:val="0"/>
        <w:autoSpaceDE w:val="0"/>
        <w:autoSpaceDN w:val="0"/>
        <w:adjustRightInd w:val="0"/>
        <w:spacing w:after="0"/>
        <w:jc w:val="both"/>
        <w:rPr>
          <w:rFonts w:ascii="Times New Roman" w:hAnsi="Times New Roman" w:cs="Times New Roman"/>
          <w:sz w:val="24"/>
          <w:szCs w:val="24"/>
        </w:rPr>
      </w:pPr>
      <w:r w:rsidRPr="00382888">
        <w:rPr>
          <w:rFonts w:ascii="Times New Roman" w:hAnsi="Times New Roman" w:cs="Times New Roman"/>
          <w:sz w:val="24"/>
          <w:szCs w:val="24"/>
        </w:rPr>
        <w:t>2. Про визначення переліку видів громадських робіт в установах ,організаціях та сільських радах , що мають суспільно – корисну спрямованість , відповідають потребам громади та сприяють його  соціальному розвитку на 20</w:t>
      </w:r>
      <w:r>
        <w:rPr>
          <w:rFonts w:ascii="Times New Roman" w:hAnsi="Times New Roman" w:cs="Times New Roman"/>
          <w:sz w:val="24"/>
          <w:szCs w:val="24"/>
        </w:rPr>
        <w:t>20</w:t>
      </w:r>
      <w:r w:rsidRPr="00382888">
        <w:rPr>
          <w:rFonts w:ascii="Times New Roman" w:hAnsi="Times New Roman" w:cs="Times New Roman"/>
          <w:sz w:val="24"/>
          <w:szCs w:val="24"/>
        </w:rPr>
        <w:t xml:space="preserve"> рік</w:t>
      </w:r>
      <w:r>
        <w:rPr>
          <w:rFonts w:ascii="Times New Roman" w:hAnsi="Times New Roman" w:cs="Times New Roman"/>
          <w:sz w:val="24"/>
          <w:szCs w:val="24"/>
        </w:rPr>
        <w:t>.</w:t>
      </w:r>
    </w:p>
    <w:p w:rsidR="00FB2200" w:rsidRPr="00146599" w:rsidRDefault="00FB2200" w:rsidP="00FB2200">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3</w:t>
      </w:r>
      <w:r w:rsidRPr="00382888">
        <w:rPr>
          <w:rFonts w:ascii="Times New Roman" w:hAnsi="Times New Roman" w:cs="Times New Roman"/>
          <w:sz w:val="24"/>
          <w:szCs w:val="24"/>
        </w:rPr>
        <w:t>. Про графік особистого прийому громадян посадовими особами місцевого самоврядування.</w:t>
      </w:r>
    </w:p>
    <w:p w:rsidR="00FB2200" w:rsidRPr="00722638" w:rsidRDefault="00FB2200" w:rsidP="00FB2200">
      <w:pPr>
        <w:pStyle w:val="af4"/>
        <w:shd w:val="clear" w:color="auto" w:fill="FFFFFF"/>
        <w:spacing w:before="0" w:beforeAutospacing="0" w:after="0" w:afterAutospacing="0" w:line="276" w:lineRule="auto"/>
        <w:jc w:val="center"/>
        <w:rPr>
          <w:bCs/>
          <w:u w:val="single"/>
        </w:rPr>
      </w:pPr>
      <w:r w:rsidRPr="00382888">
        <w:rPr>
          <w:bCs/>
          <w:u w:val="single"/>
        </w:rPr>
        <w:t>березень</w:t>
      </w:r>
    </w:p>
    <w:p w:rsidR="00FB2200" w:rsidRPr="00382888" w:rsidRDefault="00FB2200" w:rsidP="00FB2200">
      <w:pPr>
        <w:pStyle w:val="af4"/>
        <w:shd w:val="clear" w:color="auto" w:fill="FFFFFF"/>
        <w:spacing w:before="0" w:beforeAutospacing="0" w:after="0" w:afterAutospacing="0" w:line="276" w:lineRule="auto"/>
        <w:jc w:val="both"/>
      </w:pPr>
      <w:r w:rsidRPr="00382888">
        <w:t>1.  Про роботу виконкому з неблагополучними сім</w:t>
      </w:r>
      <w:r w:rsidRPr="00382888">
        <w:rPr>
          <w:vertAlign w:val="superscript"/>
        </w:rPr>
        <w:t>,</w:t>
      </w:r>
      <w:r w:rsidRPr="00382888">
        <w:t>ями на території сільської ради та умови проживання сиріт та дітей , позбавлених батьківського піклування.</w:t>
      </w:r>
    </w:p>
    <w:p w:rsidR="00FB2200" w:rsidRPr="00146599" w:rsidRDefault="00FB2200" w:rsidP="00FB2200">
      <w:pPr>
        <w:pStyle w:val="af4"/>
        <w:shd w:val="clear" w:color="auto" w:fill="FFFFFF"/>
        <w:spacing w:before="0" w:beforeAutospacing="0" w:after="0" w:afterAutospacing="0" w:line="276" w:lineRule="auto"/>
        <w:jc w:val="both"/>
      </w:pPr>
      <w:r w:rsidRPr="00382888">
        <w:t>2. Про місячник з благоустрою і санітарної очистки населених пунктів сільської ради.</w:t>
      </w:r>
    </w:p>
    <w:p w:rsidR="00FB2200" w:rsidRPr="00382888" w:rsidRDefault="00FB2200" w:rsidP="00FB2200">
      <w:pPr>
        <w:pStyle w:val="af4"/>
        <w:shd w:val="clear" w:color="auto" w:fill="FFFFFF"/>
        <w:spacing w:before="0" w:beforeAutospacing="0" w:after="0" w:afterAutospacing="0" w:line="276" w:lineRule="auto"/>
        <w:jc w:val="center"/>
      </w:pPr>
      <w:r w:rsidRPr="00382888">
        <w:rPr>
          <w:bCs/>
          <w:u w:val="single"/>
        </w:rPr>
        <w:t>квітень</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1.Про підготовку заходів до відзначення Дня </w:t>
      </w:r>
      <w:proofErr w:type="spellStart"/>
      <w:r w:rsidRPr="00382888">
        <w:t>пам</w:t>
      </w:r>
      <w:proofErr w:type="spellEnd"/>
      <w:r w:rsidRPr="00382888">
        <w:rPr>
          <w:vertAlign w:val="superscript"/>
        </w:rPr>
        <w:t>,</w:t>
      </w:r>
      <w:r w:rsidRPr="00382888">
        <w:t>яті та примирення на території сільської ради.</w:t>
      </w:r>
    </w:p>
    <w:p w:rsidR="00FB2200" w:rsidRDefault="00FB2200" w:rsidP="00FB2200">
      <w:pPr>
        <w:pStyle w:val="af4"/>
        <w:shd w:val="clear" w:color="auto" w:fill="FFFFFF"/>
        <w:spacing w:before="0" w:beforeAutospacing="0" w:after="0" w:afterAutospacing="0" w:line="276" w:lineRule="auto"/>
        <w:jc w:val="both"/>
      </w:pPr>
      <w:r w:rsidRPr="00382888">
        <w:t xml:space="preserve"> 2.</w:t>
      </w:r>
      <w:r w:rsidRPr="006C2E64">
        <w:t xml:space="preserve"> </w:t>
      </w:r>
      <w:r w:rsidRPr="00382888">
        <w:t>Про стан торгівельного обслуговування на території  сільської ради.</w:t>
      </w:r>
    </w:p>
    <w:p w:rsidR="00FB2200" w:rsidRPr="006C2E64" w:rsidRDefault="00FB2200" w:rsidP="00FB2200">
      <w:pPr>
        <w:pStyle w:val="af4"/>
        <w:shd w:val="clear" w:color="auto" w:fill="FFFFFF"/>
        <w:spacing w:before="0" w:beforeAutospacing="0" w:after="0" w:afterAutospacing="0" w:line="276" w:lineRule="auto"/>
        <w:jc w:val="both"/>
      </w:pPr>
      <w:r>
        <w:t xml:space="preserve">3. </w:t>
      </w:r>
      <w:r w:rsidRPr="00382888">
        <w:t>Про роботу соціальних працівників по обслуговуванню вдома самотніх непрацездатних громадян похилого віку</w:t>
      </w:r>
      <w:r>
        <w:t>.</w:t>
      </w:r>
    </w:p>
    <w:p w:rsidR="00FB2200" w:rsidRPr="00382888" w:rsidRDefault="00FB2200" w:rsidP="00FB2200">
      <w:pPr>
        <w:pStyle w:val="af4"/>
        <w:shd w:val="clear" w:color="auto" w:fill="FFFFFF"/>
        <w:spacing w:before="0" w:beforeAutospacing="0" w:after="0" w:afterAutospacing="0" w:line="276" w:lineRule="auto"/>
        <w:jc w:val="center"/>
      </w:pPr>
      <w:r w:rsidRPr="00382888">
        <w:rPr>
          <w:bCs/>
          <w:u w:val="single"/>
        </w:rPr>
        <w:t>травень</w:t>
      </w:r>
      <w:r w:rsidRPr="00382888">
        <w:t> </w:t>
      </w:r>
    </w:p>
    <w:p w:rsidR="00FB2200" w:rsidRPr="00382888"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1.Про роботу  дошкільних закладів на території сільської ради.</w:t>
      </w:r>
    </w:p>
    <w:p w:rsidR="00FB2200" w:rsidRPr="006C2E64"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w:t>
      </w:r>
      <w:r w:rsidRPr="00382888">
        <w:t xml:space="preserve"> </w:t>
      </w:r>
      <w:r w:rsidRPr="006C2E64">
        <w:rPr>
          <w:rFonts w:ascii="Times New Roman" w:hAnsi="Times New Roman" w:cs="Times New Roman"/>
          <w:sz w:val="24"/>
          <w:szCs w:val="24"/>
        </w:rPr>
        <w:t>Про роботу  військового столу та реєстрації громадян сільської ради</w:t>
      </w:r>
    </w:p>
    <w:p w:rsidR="00FB2200"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3.Про безпеку поведінки на водоймах</w:t>
      </w:r>
    </w:p>
    <w:p w:rsidR="00FB2200" w:rsidRPr="006C2E64" w:rsidRDefault="00FB2200" w:rsidP="00FB2200">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6C2E64">
        <w:rPr>
          <w:rFonts w:ascii="Times New Roman" w:hAnsi="Times New Roman" w:cs="Times New Roman"/>
          <w:sz w:val="24"/>
          <w:szCs w:val="24"/>
        </w:rPr>
        <w:t>Про організацію оздоровлення дітей   і підлітків влітку 2020 року</w:t>
      </w:r>
    </w:p>
    <w:p w:rsidR="00FB2200" w:rsidRPr="00146599" w:rsidRDefault="00FB2200" w:rsidP="00FB2200">
      <w:pPr>
        <w:pStyle w:val="af4"/>
        <w:shd w:val="clear" w:color="auto" w:fill="FFFFFF"/>
        <w:spacing w:before="0" w:beforeAutospacing="0" w:after="0" w:afterAutospacing="0" w:line="276" w:lineRule="auto"/>
      </w:pPr>
      <w:r>
        <w:t>5</w:t>
      </w:r>
      <w:r w:rsidRPr="00382888">
        <w:t>. Про план роботи ви</w:t>
      </w:r>
      <w:r>
        <w:t xml:space="preserve">конкому на ІІ півріччя </w:t>
      </w:r>
      <w:r w:rsidRPr="00382888">
        <w:t>20</w:t>
      </w:r>
      <w:r>
        <w:t>20</w:t>
      </w:r>
      <w:r w:rsidRPr="00382888">
        <w:t xml:space="preserve"> року.</w:t>
      </w:r>
    </w:p>
    <w:p w:rsidR="00FB2200" w:rsidRPr="00382888" w:rsidRDefault="00FB2200" w:rsidP="00FB2200">
      <w:pPr>
        <w:pStyle w:val="af4"/>
        <w:shd w:val="clear" w:color="auto" w:fill="FFFFFF"/>
        <w:spacing w:before="0" w:beforeAutospacing="0" w:after="0" w:afterAutospacing="0" w:line="276" w:lineRule="auto"/>
        <w:jc w:val="center"/>
      </w:pPr>
      <w:r w:rsidRPr="00382888">
        <w:rPr>
          <w:bCs/>
          <w:u w:val="single"/>
        </w:rPr>
        <w:t>червень</w:t>
      </w:r>
    </w:p>
    <w:p w:rsidR="00FB2200" w:rsidRPr="00382888" w:rsidRDefault="00FB2200" w:rsidP="00FB2200">
      <w:pPr>
        <w:pStyle w:val="af4"/>
        <w:shd w:val="clear" w:color="auto" w:fill="FFFFFF"/>
        <w:spacing w:before="0" w:beforeAutospacing="0" w:after="0" w:afterAutospacing="0" w:line="276" w:lineRule="auto"/>
      </w:pPr>
      <w:r w:rsidRPr="00382888">
        <w:t>1. Про підготовку об’єктів соціально-культурного призначення до роботи в осінньо-зимовий період 20</w:t>
      </w:r>
      <w:r>
        <w:t>20</w:t>
      </w:r>
      <w:r w:rsidRPr="00382888">
        <w:t>/202</w:t>
      </w:r>
      <w:r>
        <w:t>1</w:t>
      </w:r>
      <w:r w:rsidRPr="00382888">
        <w:t xml:space="preserve"> років </w:t>
      </w:r>
      <w:r>
        <w:t>.</w:t>
      </w:r>
      <w:r w:rsidRPr="00382888">
        <w:t>                                                            </w:t>
      </w:r>
    </w:p>
    <w:p w:rsidR="00FB2200" w:rsidRPr="00382888" w:rsidRDefault="00FB2200" w:rsidP="00FB2200">
      <w:pPr>
        <w:pStyle w:val="af4"/>
        <w:shd w:val="clear" w:color="auto" w:fill="FFFFFF"/>
        <w:spacing w:before="0" w:beforeAutospacing="0" w:after="0" w:afterAutospacing="0" w:line="276" w:lineRule="auto"/>
        <w:jc w:val="both"/>
      </w:pPr>
      <w:r w:rsidRPr="00382888">
        <w:t> 2. Про стан дотримання правил благоустрою населеного пункту жителями села та керівниками підзвітних установ,  підприємств та організацій  незалежно від форм власності та підпорядкування</w:t>
      </w:r>
      <w:r>
        <w:t xml:space="preserve"> .</w:t>
      </w:r>
    </w:p>
    <w:p w:rsidR="00FB2200" w:rsidRPr="00382888" w:rsidRDefault="00FB2200" w:rsidP="00FB2200">
      <w:pPr>
        <w:pStyle w:val="af4"/>
        <w:shd w:val="clear" w:color="auto" w:fill="FFFFFF"/>
        <w:spacing w:before="0" w:beforeAutospacing="0" w:after="0" w:afterAutospacing="0" w:line="276" w:lineRule="auto"/>
        <w:jc w:val="center"/>
      </w:pPr>
      <w:r w:rsidRPr="00382888">
        <w:rPr>
          <w:bCs/>
          <w:u w:val="single"/>
        </w:rPr>
        <w:t>липень</w:t>
      </w:r>
      <w:r w:rsidRPr="00382888">
        <w:t> </w:t>
      </w:r>
    </w:p>
    <w:p w:rsidR="00FB2200" w:rsidRPr="00382888" w:rsidRDefault="00FB2200" w:rsidP="00FB2200">
      <w:pPr>
        <w:pStyle w:val="af4"/>
        <w:shd w:val="clear" w:color="auto" w:fill="FFFFFF"/>
        <w:spacing w:before="0" w:beforeAutospacing="0" w:after="0" w:afterAutospacing="0" w:line="276" w:lineRule="auto"/>
        <w:jc w:val="both"/>
      </w:pPr>
      <w:r>
        <w:t xml:space="preserve">1.Про виконання  місцевого </w:t>
      </w:r>
      <w:r w:rsidRPr="00382888">
        <w:t xml:space="preserve"> бюджету за І півріччя  20</w:t>
      </w:r>
      <w:r>
        <w:t>20</w:t>
      </w:r>
      <w:r w:rsidRPr="00382888">
        <w:t xml:space="preserve"> року </w:t>
      </w:r>
    </w:p>
    <w:p w:rsidR="00FB2200" w:rsidRPr="00382888"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lastRenderedPageBreak/>
        <w:t>2.Про виконання виконкомом сільської ради Закону України «Про звернення громадян»  за І півріччя 2020 року</w:t>
      </w:r>
      <w:r>
        <w:rPr>
          <w:rFonts w:ascii="Times New Roman" w:hAnsi="Times New Roman" w:cs="Times New Roman"/>
          <w:sz w:val="24"/>
          <w:szCs w:val="24"/>
        </w:rPr>
        <w:t>.</w:t>
      </w:r>
      <w:r w:rsidRPr="00382888">
        <w:rPr>
          <w:rFonts w:ascii="Times New Roman" w:hAnsi="Times New Roman" w:cs="Times New Roman"/>
          <w:sz w:val="24"/>
          <w:szCs w:val="24"/>
        </w:rPr>
        <w:t> </w:t>
      </w:r>
    </w:p>
    <w:p w:rsidR="00FB2200" w:rsidRPr="00382888"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3.Про підсумки роботи виконкому сільської ради по здійсненню делегованих повноважень за </w:t>
      </w:r>
      <w:r>
        <w:rPr>
          <w:rFonts w:ascii="Times New Roman" w:hAnsi="Times New Roman" w:cs="Times New Roman"/>
          <w:sz w:val="24"/>
          <w:szCs w:val="24"/>
        </w:rPr>
        <w:t xml:space="preserve"> </w:t>
      </w:r>
      <w:r w:rsidRPr="00382888">
        <w:rPr>
          <w:rFonts w:ascii="Times New Roman" w:hAnsi="Times New Roman" w:cs="Times New Roman"/>
          <w:sz w:val="24"/>
          <w:szCs w:val="24"/>
        </w:rPr>
        <w:t>І півріччя 2020 року</w:t>
      </w:r>
      <w:r>
        <w:rPr>
          <w:rFonts w:ascii="Times New Roman" w:hAnsi="Times New Roman" w:cs="Times New Roman"/>
          <w:sz w:val="24"/>
          <w:szCs w:val="24"/>
        </w:rPr>
        <w:t>.</w:t>
      </w:r>
      <w:r w:rsidRPr="00382888">
        <w:rPr>
          <w:rFonts w:ascii="Times New Roman" w:hAnsi="Times New Roman" w:cs="Times New Roman"/>
          <w:sz w:val="24"/>
          <w:szCs w:val="24"/>
        </w:rPr>
        <w:t>       </w:t>
      </w:r>
    </w:p>
    <w:p w:rsidR="00FB2200" w:rsidRPr="00382888"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4. Про план заходів по підготовці до святкування дня Незалежності України</w:t>
      </w:r>
      <w:r>
        <w:rPr>
          <w:rFonts w:ascii="Times New Roman" w:hAnsi="Times New Roman" w:cs="Times New Roman"/>
          <w:sz w:val="24"/>
          <w:szCs w:val="24"/>
        </w:rPr>
        <w:t>.</w:t>
      </w:r>
      <w:r w:rsidRPr="00382888">
        <w:rPr>
          <w:rFonts w:ascii="Times New Roman" w:hAnsi="Times New Roman" w:cs="Times New Roman"/>
          <w:sz w:val="24"/>
          <w:szCs w:val="24"/>
        </w:rPr>
        <w:t>                               </w:t>
      </w:r>
    </w:p>
    <w:p w:rsidR="00FB2200" w:rsidRPr="00382888" w:rsidRDefault="00FB2200" w:rsidP="00FB2200">
      <w:pPr>
        <w:pStyle w:val="af4"/>
        <w:shd w:val="clear" w:color="auto" w:fill="FFFFFF"/>
        <w:spacing w:before="0" w:beforeAutospacing="0" w:after="0" w:afterAutospacing="0" w:line="276" w:lineRule="auto"/>
        <w:jc w:val="center"/>
      </w:pPr>
      <w:r w:rsidRPr="00382888">
        <w:rPr>
          <w:bCs/>
          <w:u w:val="single"/>
        </w:rPr>
        <w:t>серпень</w:t>
      </w:r>
      <w:r w:rsidRPr="00382888">
        <w:t> </w:t>
      </w:r>
    </w:p>
    <w:p w:rsidR="00FB2200" w:rsidRPr="00FA607B" w:rsidRDefault="00FB2200" w:rsidP="00FB2200">
      <w:pPr>
        <w:pStyle w:val="af4"/>
        <w:shd w:val="clear" w:color="auto" w:fill="FFFFFF"/>
        <w:spacing w:before="0" w:beforeAutospacing="0" w:after="0" w:afterAutospacing="0" w:line="276" w:lineRule="auto"/>
      </w:pPr>
      <w:r w:rsidRPr="00382888">
        <w:t>1.</w:t>
      </w:r>
      <w:r>
        <w:t xml:space="preserve"> </w:t>
      </w:r>
      <w:r w:rsidRPr="00382888">
        <w:t>Про готовність закладів освіти до нового навчального року в 20</w:t>
      </w:r>
      <w:r>
        <w:t>20</w:t>
      </w:r>
      <w:r w:rsidRPr="00382888">
        <w:t xml:space="preserve"> -202</w:t>
      </w:r>
      <w:r>
        <w:t>1</w:t>
      </w:r>
      <w:r w:rsidRPr="00382888">
        <w:t xml:space="preserve"> роках</w:t>
      </w:r>
      <w:r>
        <w:t>.</w:t>
      </w:r>
    </w:p>
    <w:p w:rsidR="00FB2200" w:rsidRPr="00146599" w:rsidRDefault="00FB2200" w:rsidP="00FB2200">
      <w:pPr>
        <w:pStyle w:val="af4"/>
        <w:shd w:val="clear" w:color="auto" w:fill="FFFFFF"/>
        <w:spacing w:before="0" w:beforeAutospacing="0" w:after="0" w:afterAutospacing="0" w:line="276" w:lineRule="auto"/>
        <w:jc w:val="both"/>
      </w:pPr>
      <w:r w:rsidRPr="00382888">
        <w:t xml:space="preserve">2. Про підготовку об’єктів соціальної сфери сіл  до роботи в </w:t>
      </w:r>
      <w:proofErr w:type="spellStart"/>
      <w:r w:rsidRPr="00382888">
        <w:t>осінньо-</w:t>
      </w:r>
      <w:proofErr w:type="spellEnd"/>
      <w:r w:rsidRPr="00382888">
        <w:t xml:space="preserve"> зимовий період</w:t>
      </w:r>
      <w:r>
        <w:t>.</w:t>
      </w:r>
      <w:r w:rsidRPr="00382888">
        <w:t>                                                                                </w:t>
      </w:r>
    </w:p>
    <w:p w:rsidR="00FB2200" w:rsidRPr="00382888" w:rsidRDefault="00FB2200" w:rsidP="00FB2200">
      <w:pPr>
        <w:pStyle w:val="af4"/>
        <w:shd w:val="clear" w:color="auto" w:fill="FFFFFF"/>
        <w:spacing w:before="0" w:beforeAutospacing="0" w:after="0" w:afterAutospacing="0" w:line="276" w:lineRule="auto"/>
        <w:jc w:val="center"/>
      </w:pPr>
      <w:r w:rsidRPr="00382888">
        <w:rPr>
          <w:bCs/>
          <w:u w:val="single"/>
        </w:rPr>
        <w:t>вересень</w:t>
      </w:r>
      <w:r w:rsidRPr="00382888">
        <w:t> </w:t>
      </w:r>
    </w:p>
    <w:p w:rsidR="00FB2200" w:rsidRPr="00382888" w:rsidRDefault="00FB2200" w:rsidP="00FB2200">
      <w:pPr>
        <w:pStyle w:val="af4"/>
        <w:shd w:val="clear" w:color="auto" w:fill="FFFFFF"/>
        <w:spacing w:before="0" w:beforeAutospacing="0" w:after="0" w:afterAutospacing="0" w:line="276" w:lineRule="auto"/>
      </w:pPr>
      <w:r w:rsidRPr="00382888">
        <w:t>1.Про організацію харчування дітей в навчально-дошкільних закладах</w:t>
      </w:r>
    </w:p>
    <w:p w:rsidR="00FB2200"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2.Про стан виконавської дисципліни у виконкомі сільської ради</w:t>
      </w:r>
    </w:p>
    <w:p w:rsidR="00FB2200" w:rsidRPr="00146599" w:rsidRDefault="00FB2200" w:rsidP="00FB2200">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3.</w:t>
      </w:r>
      <w:r w:rsidRPr="006C2E64">
        <w:t xml:space="preserve"> </w:t>
      </w:r>
      <w:r w:rsidRPr="00382888">
        <w:t xml:space="preserve"> </w:t>
      </w:r>
      <w:r w:rsidRPr="006C2E64">
        <w:rPr>
          <w:rFonts w:ascii="Times New Roman" w:hAnsi="Times New Roman" w:cs="Times New Roman"/>
          <w:sz w:val="24"/>
          <w:szCs w:val="24"/>
        </w:rPr>
        <w:t>Про план заходів по підготовці до святкування Дня села</w:t>
      </w:r>
    </w:p>
    <w:p w:rsidR="00FB2200" w:rsidRPr="00382888" w:rsidRDefault="00FB2200" w:rsidP="00FB2200">
      <w:pPr>
        <w:pStyle w:val="af4"/>
        <w:shd w:val="clear" w:color="auto" w:fill="FFFFFF"/>
        <w:spacing w:before="0" w:beforeAutospacing="0" w:after="0" w:afterAutospacing="0" w:line="276" w:lineRule="auto"/>
        <w:jc w:val="center"/>
      </w:pPr>
      <w:r w:rsidRPr="00382888">
        <w:rPr>
          <w:bCs/>
          <w:u w:val="single"/>
        </w:rPr>
        <w:t>жовтень </w:t>
      </w:r>
    </w:p>
    <w:p w:rsidR="00FB2200" w:rsidRPr="00382888" w:rsidRDefault="00FB2200" w:rsidP="00FB2200">
      <w:pPr>
        <w:pStyle w:val="af4"/>
        <w:shd w:val="clear" w:color="auto" w:fill="FFFFFF"/>
        <w:spacing w:before="0" w:beforeAutospacing="0" w:after="0" w:afterAutospacing="0" w:line="276" w:lineRule="auto"/>
      </w:pPr>
      <w:r w:rsidRPr="00382888">
        <w:t> 1. Про роботу закладів культури на території сільської ради</w:t>
      </w:r>
    </w:p>
    <w:p w:rsidR="00FB2200" w:rsidRPr="006C2E64" w:rsidRDefault="00FB2200" w:rsidP="00FB2200">
      <w:pPr>
        <w:pStyle w:val="af4"/>
        <w:shd w:val="clear" w:color="auto" w:fill="FFFFFF"/>
        <w:spacing w:before="0" w:beforeAutospacing="0" w:after="0" w:afterAutospacing="0" w:line="276" w:lineRule="auto"/>
        <w:jc w:val="both"/>
      </w:pPr>
      <w:r w:rsidRPr="00382888">
        <w:t> 2. Про заходи по боротьбі зі сніговими заметами на дорогах в населених пунктах сільської ради</w:t>
      </w:r>
    </w:p>
    <w:p w:rsidR="00FB2200" w:rsidRPr="00382888" w:rsidRDefault="00FB2200" w:rsidP="00FB2200">
      <w:pPr>
        <w:pStyle w:val="af4"/>
        <w:shd w:val="clear" w:color="auto" w:fill="FFFFFF"/>
        <w:spacing w:before="0" w:beforeAutospacing="0" w:after="0" w:afterAutospacing="0" w:line="276" w:lineRule="auto"/>
        <w:jc w:val="center"/>
      </w:pPr>
      <w:r w:rsidRPr="00382888">
        <w:rPr>
          <w:bCs/>
          <w:u w:val="single"/>
        </w:rPr>
        <w:t>листопад</w:t>
      </w:r>
    </w:p>
    <w:p w:rsidR="00FB2200" w:rsidRPr="00382888" w:rsidRDefault="00FB2200" w:rsidP="00FB2200">
      <w:pPr>
        <w:pStyle w:val="af4"/>
        <w:shd w:val="clear" w:color="auto" w:fill="FFFFFF"/>
        <w:spacing w:before="0" w:beforeAutospacing="0" w:after="0" w:afterAutospacing="0" w:line="276" w:lineRule="auto"/>
      </w:pPr>
      <w:r w:rsidRPr="00382888">
        <w:t>1.Про стан медичного обслуговування на території сільської ради</w:t>
      </w:r>
    </w:p>
    <w:p w:rsidR="00FB2200" w:rsidRDefault="00FB2200" w:rsidP="00FB2200">
      <w:pPr>
        <w:pStyle w:val="af4"/>
        <w:shd w:val="clear" w:color="auto" w:fill="FFFFFF"/>
        <w:spacing w:before="0" w:beforeAutospacing="0" w:after="0" w:afterAutospacing="0" w:line="276" w:lineRule="auto"/>
      </w:pPr>
      <w:r w:rsidRPr="00382888">
        <w:t xml:space="preserve">2.Про роботу </w:t>
      </w:r>
      <w:proofErr w:type="spellStart"/>
      <w:r w:rsidRPr="00382888">
        <w:t>адмінкомісії</w:t>
      </w:r>
      <w:proofErr w:type="spellEnd"/>
      <w:r w:rsidRPr="00382888">
        <w:t xml:space="preserve"> при виконкомі сільської ради</w:t>
      </w:r>
    </w:p>
    <w:p w:rsidR="00FB2200" w:rsidRPr="00382888" w:rsidRDefault="00FB2200" w:rsidP="00FB2200">
      <w:pPr>
        <w:pStyle w:val="af4"/>
        <w:shd w:val="clear" w:color="auto" w:fill="FFFFFF"/>
        <w:spacing w:before="0" w:beforeAutospacing="0" w:after="0" w:afterAutospacing="0" w:line="276" w:lineRule="auto"/>
        <w:jc w:val="both"/>
      </w:pPr>
      <w:r>
        <w:t>3.</w:t>
      </w:r>
      <w:r w:rsidRPr="00382888">
        <w:t>Про стан обліку та сплати земельного податку з фізичних осіб в  20</w:t>
      </w:r>
      <w:r>
        <w:t>20 році</w:t>
      </w:r>
      <w:r w:rsidRPr="00382888">
        <w:t> </w:t>
      </w:r>
      <w:r>
        <w:t>     </w:t>
      </w:r>
      <w:r w:rsidRPr="00382888">
        <w:t>                                                                   </w:t>
      </w:r>
    </w:p>
    <w:p w:rsidR="00FB2200" w:rsidRPr="00382888" w:rsidRDefault="00FB2200" w:rsidP="00FB2200">
      <w:pPr>
        <w:pStyle w:val="af4"/>
        <w:shd w:val="clear" w:color="auto" w:fill="FFFFFF"/>
        <w:spacing w:before="0" w:beforeAutospacing="0" w:after="0" w:afterAutospacing="0" w:line="276" w:lineRule="auto"/>
        <w:jc w:val="center"/>
      </w:pPr>
      <w:r w:rsidRPr="00382888">
        <w:rPr>
          <w:bCs/>
          <w:u w:val="single"/>
        </w:rPr>
        <w:t>грудень</w:t>
      </w:r>
    </w:p>
    <w:p w:rsidR="00FB2200" w:rsidRPr="00382888" w:rsidRDefault="00FB2200" w:rsidP="00FB2200">
      <w:pPr>
        <w:pStyle w:val="af4"/>
        <w:shd w:val="clear" w:color="auto" w:fill="FFFFFF"/>
        <w:spacing w:before="0" w:beforeAutospacing="0" w:after="0" w:afterAutospacing="0" w:line="276" w:lineRule="auto"/>
      </w:pPr>
      <w:r>
        <w:t>1 Про схвалення  проекту рішення  місцевого</w:t>
      </w:r>
      <w:r w:rsidRPr="00382888">
        <w:t xml:space="preserve"> бюджету на 202</w:t>
      </w:r>
      <w:r>
        <w:t>1</w:t>
      </w:r>
      <w:r w:rsidRPr="00382888">
        <w:t xml:space="preserve"> рік</w:t>
      </w:r>
    </w:p>
    <w:p w:rsidR="00FB2200" w:rsidRPr="00382888" w:rsidRDefault="00FB2200" w:rsidP="00FB2200">
      <w:pPr>
        <w:spacing w:after="0"/>
        <w:rPr>
          <w:rFonts w:ascii="Times New Roman" w:hAnsi="Times New Roman" w:cs="Times New Roman"/>
          <w:sz w:val="24"/>
          <w:szCs w:val="24"/>
        </w:rPr>
      </w:pPr>
      <w:r w:rsidRPr="00382888">
        <w:rPr>
          <w:rFonts w:ascii="Times New Roman" w:hAnsi="Times New Roman" w:cs="Times New Roman"/>
          <w:sz w:val="24"/>
          <w:szCs w:val="24"/>
        </w:rPr>
        <w:t>2. Про проект Програми соціально – економічного розвитку Крупецької сільської ради на 20</w:t>
      </w:r>
      <w:r>
        <w:rPr>
          <w:rFonts w:ascii="Times New Roman" w:hAnsi="Times New Roman" w:cs="Times New Roman"/>
          <w:sz w:val="24"/>
          <w:szCs w:val="24"/>
        </w:rPr>
        <w:t>21</w:t>
      </w:r>
      <w:r w:rsidRPr="00382888">
        <w:rPr>
          <w:rFonts w:ascii="Times New Roman" w:hAnsi="Times New Roman" w:cs="Times New Roman"/>
          <w:sz w:val="24"/>
          <w:szCs w:val="24"/>
        </w:rPr>
        <w:t xml:space="preserve"> – 202</w:t>
      </w:r>
      <w:r>
        <w:rPr>
          <w:rFonts w:ascii="Times New Roman" w:hAnsi="Times New Roman" w:cs="Times New Roman"/>
          <w:sz w:val="24"/>
          <w:szCs w:val="24"/>
        </w:rPr>
        <w:t>2</w:t>
      </w:r>
      <w:r w:rsidRPr="00382888">
        <w:rPr>
          <w:rFonts w:ascii="Times New Roman" w:hAnsi="Times New Roman" w:cs="Times New Roman"/>
          <w:sz w:val="24"/>
          <w:szCs w:val="24"/>
        </w:rPr>
        <w:t xml:space="preserve"> роки</w:t>
      </w:r>
    </w:p>
    <w:p w:rsidR="00FB2200" w:rsidRPr="00382888" w:rsidRDefault="00FB2200" w:rsidP="00FB2200">
      <w:pPr>
        <w:pStyle w:val="af4"/>
        <w:shd w:val="clear" w:color="auto" w:fill="FFFFFF"/>
        <w:spacing w:before="0" w:beforeAutospacing="0" w:after="0" w:afterAutospacing="0" w:line="276" w:lineRule="auto"/>
      </w:pPr>
      <w:r w:rsidRPr="00382888">
        <w:t>3. Про план роботи виконавчого комітету на І півріччя 202</w:t>
      </w:r>
      <w:r>
        <w:t>1</w:t>
      </w:r>
      <w:r w:rsidRPr="00382888">
        <w:t xml:space="preserve"> року</w:t>
      </w:r>
    </w:p>
    <w:p w:rsidR="00FB2200" w:rsidRPr="00382888" w:rsidRDefault="00FB2200" w:rsidP="00FB2200">
      <w:pPr>
        <w:pStyle w:val="af4"/>
        <w:shd w:val="clear" w:color="auto" w:fill="FFFFFF"/>
        <w:spacing w:before="0" w:beforeAutospacing="0" w:after="0" w:afterAutospacing="0" w:line="276" w:lineRule="auto"/>
      </w:pPr>
      <w:r w:rsidRPr="00382888">
        <w:t>4. Про заходи по підготовці до Нов</w:t>
      </w:r>
      <w:r>
        <w:t>орічних та Різдвяних свят в селах Крупецької ОТГ</w:t>
      </w:r>
    </w:p>
    <w:p w:rsidR="00FB2200" w:rsidRPr="00382888" w:rsidRDefault="00FB2200" w:rsidP="00FB2200">
      <w:pPr>
        <w:pStyle w:val="af4"/>
        <w:shd w:val="clear" w:color="auto" w:fill="FFFFFF"/>
        <w:spacing w:before="0" w:beforeAutospacing="0" w:after="0" w:afterAutospacing="0" w:line="276" w:lineRule="auto"/>
      </w:pPr>
    </w:p>
    <w:p w:rsidR="00FB2200" w:rsidRPr="00382888" w:rsidRDefault="00FB2200" w:rsidP="00FB2200">
      <w:pPr>
        <w:pStyle w:val="af4"/>
        <w:shd w:val="clear" w:color="auto" w:fill="FFFFFF"/>
        <w:spacing w:before="0" w:beforeAutospacing="0" w:after="0" w:afterAutospacing="0" w:line="276" w:lineRule="auto"/>
        <w:jc w:val="center"/>
        <w:rPr>
          <w:b/>
        </w:rPr>
      </w:pPr>
      <w:r w:rsidRPr="00382888">
        <w:rPr>
          <w:b/>
        </w:rPr>
        <w:t>Перелік інших питань для обговорення на засіданнях виконавчого комітету:</w:t>
      </w:r>
    </w:p>
    <w:p w:rsidR="00FB2200" w:rsidRPr="00382888" w:rsidRDefault="00FB2200" w:rsidP="00FB2200">
      <w:pPr>
        <w:pStyle w:val="af4"/>
        <w:shd w:val="clear" w:color="auto" w:fill="FFFFFF"/>
        <w:spacing w:before="0" w:beforeAutospacing="0" w:after="0" w:afterAutospacing="0" w:line="276" w:lineRule="auto"/>
        <w:jc w:val="both"/>
      </w:pPr>
      <w:r w:rsidRPr="00382888">
        <w:t>- Про встановлення режиму роботи розташованих на території сільської ради установ та підприємств сфери обслуговування населення ;</w:t>
      </w:r>
    </w:p>
    <w:p w:rsidR="00FB2200" w:rsidRPr="00382888" w:rsidRDefault="00FB2200" w:rsidP="00FB2200">
      <w:pPr>
        <w:pStyle w:val="af4"/>
        <w:shd w:val="clear" w:color="auto" w:fill="FFFFFF"/>
        <w:spacing w:before="0" w:beforeAutospacing="0" w:after="0" w:afterAutospacing="0" w:line="276" w:lineRule="auto"/>
        <w:jc w:val="both"/>
      </w:pPr>
      <w:r w:rsidRPr="00382888">
        <w:t>- Про стан здійснення передбачених законодавством заходів щодо поліпшення матеріально-побутових умов пільгових категорій населення;</w:t>
      </w:r>
    </w:p>
    <w:p w:rsidR="00FB2200" w:rsidRPr="00382888" w:rsidRDefault="00FB2200" w:rsidP="00FB2200">
      <w:pPr>
        <w:pStyle w:val="af4"/>
        <w:shd w:val="clear" w:color="auto" w:fill="FFFFFF"/>
        <w:spacing w:before="0" w:beforeAutospacing="0" w:after="0" w:afterAutospacing="0" w:line="276" w:lineRule="auto"/>
        <w:jc w:val="both"/>
      </w:pPr>
      <w:r w:rsidRPr="00382888">
        <w:t>- Про заходи щодо забезпечення виконання доходів сільського бюджету  Крупецької сільської ради, економного та раціонального вико</w:t>
      </w:r>
      <w:r>
        <w:t xml:space="preserve">ристання бюджетних коштів у 2020 </w:t>
      </w:r>
      <w:r w:rsidRPr="00382888">
        <w:t xml:space="preserve"> році;</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 Про роботу амбулаторій, </w:t>
      </w:r>
      <w:proofErr w:type="spellStart"/>
      <w:r w:rsidRPr="00382888">
        <w:t>ФАПів</w:t>
      </w:r>
      <w:proofErr w:type="spellEnd"/>
      <w:r w:rsidRPr="00382888">
        <w:t xml:space="preserve"> по санітарно-гігієнічному стану та профілактики гострих кишкових інфекцій на території села;</w:t>
      </w:r>
    </w:p>
    <w:p w:rsidR="00FB2200" w:rsidRPr="00382888" w:rsidRDefault="00FB2200" w:rsidP="00FB2200">
      <w:pPr>
        <w:pStyle w:val="af4"/>
        <w:shd w:val="clear" w:color="auto" w:fill="FFFFFF"/>
        <w:spacing w:before="0" w:beforeAutospacing="0" w:after="0" w:afterAutospacing="0" w:line="276" w:lineRule="auto"/>
        <w:jc w:val="both"/>
      </w:pPr>
      <w:r w:rsidRPr="00382888">
        <w:lastRenderedPageBreak/>
        <w:t>- Про затвердження тарифів на послуги із збору та на вивезення твердих побутових відходів;</w:t>
      </w:r>
    </w:p>
    <w:p w:rsidR="00FB2200" w:rsidRPr="00382888" w:rsidRDefault="00FB2200" w:rsidP="00FB2200">
      <w:pPr>
        <w:pStyle w:val="af4"/>
        <w:shd w:val="clear" w:color="auto" w:fill="FFFFFF"/>
        <w:spacing w:before="0" w:beforeAutospacing="0" w:after="0" w:afterAutospacing="0" w:line="276" w:lineRule="auto"/>
        <w:jc w:val="both"/>
      </w:pPr>
      <w:r w:rsidRPr="00382888">
        <w:t>- Про стан обліку дітей дошкільного і шкільного віку;</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 Про стан обліку громадян, які постійно або тимчасово проживають в селі, платників земельного податку та ведення </w:t>
      </w:r>
      <w:proofErr w:type="spellStart"/>
      <w:r w:rsidRPr="00382888">
        <w:t>погосподарського</w:t>
      </w:r>
      <w:proofErr w:type="spellEnd"/>
      <w:r w:rsidRPr="00382888">
        <w:t xml:space="preserve"> обліку у виконкомі сільської ради;</w:t>
      </w:r>
    </w:p>
    <w:p w:rsidR="00FB2200" w:rsidRPr="00382888" w:rsidRDefault="00FB2200" w:rsidP="00FB2200">
      <w:pPr>
        <w:pStyle w:val="af4"/>
        <w:shd w:val="clear" w:color="auto" w:fill="FFFFFF"/>
        <w:spacing w:before="0" w:beforeAutospacing="0" w:after="0" w:afterAutospacing="0" w:line="276" w:lineRule="auto"/>
        <w:jc w:val="both"/>
      </w:pPr>
      <w:r w:rsidRPr="00382888">
        <w:t>- Про стан вчинення нотаріальних дій, реєстрації актів цивільного стану у виконкомі сільської ради;</w:t>
      </w:r>
    </w:p>
    <w:p w:rsidR="00FB2200" w:rsidRPr="00382888" w:rsidRDefault="00FB2200" w:rsidP="00FB2200">
      <w:pPr>
        <w:pStyle w:val="af4"/>
        <w:shd w:val="clear" w:color="auto" w:fill="FFFFFF"/>
        <w:spacing w:before="0" w:beforeAutospacing="0" w:after="0" w:afterAutospacing="0" w:line="276" w:lineRule="auto"/>
        <w:jc w:val="both"/>
      </w:pPr>
      <w:r w:rsidRPr="00382888">
        <w:t>- Про стан забезпечення охорони пам’яток історії та культури, збереження та використання культурного надбання;</w:t>
      </w:r>
    </w:p>
    <w:p w:rsidR="00FB2200" w:rsidRPr="00382888" w:rsidRDefault="00FB2200" w:rsidP="00FB2200">
      <w:pPr>
        <w:pStyle w:val="af4"/>
        <w:shd w:val="clear" w:color="auto" w:fill="FFFFFF"/>
        <w:spacing w:before="0" w:beforeAutospacing="0" w:after="0" w:afterAutospacing="0" w:line="276" w:lineRule="auto"/>
        <w:jc w:val="both"/>
      </w:pPr>
      <w:r w:rsidRPr="00382888">
        <w:t>- Про стан організації роботи щодо запобігання бездоглядності неповнолітніх;</w:t>
      </w:r>
    </w:p>
    <w:p w:rsidR="00FB2200" w:rsidRPr="00382888" w:rsidRDefault="00FB2200" w:rsidP="00FB2200">
      <w:pPr>
        <w:pStyle w:val="af4"/>
        <w:shd w:val="clear" w:color="auto" w:fill="FFFFFF"/>
        <w:spacing w:before="0" w:beforeAutospacing="0" w:after="0" w:afterAutospacing="0" w:line="276" w:lineRule="auto"/>
        <w:jc w:val="both"/>
      </w:pPr>
      <w:r w:rsidRPr="00382888">
        <w:t>- Про роботу працівників сільського будинку культури по підготовці до творчого звіту;</w:t>
      </w:r>
    </w:p>
    <w:p w:rsidR="00FB2200" w:rsidRPr="00382888" w:rsidRDefault="00FB2200" w:rsidP="00FB2200">
      <w:pPr>
        <w:pStyle w:val="af4"/>
        <w:shd w:val="clear" w:color="auto" w:fill="FFFFFF"/>
        <w:spacing w:before="0" w:beforeAutospacing="0" w:after="0" w:afterAutospacing="0" w:line="276" w:lineRule="auto"/>
        <w:jc w:val="both"/>
      </w:pPr>
      <w:r w:rsidRPr="00382888">
        <w:t>- Про стан сприяння  організації призову громадян України на строкову військову   службу в селі;</w:t>
      </w:r>
    </w:p>
    <w:p w:rsidR="00FB2200" w:rsidRPr="006C2E64" w:rsidRDefault="00FB2200" w:rsidP="00FB2200">
      <w:pPr>
        <w:pStyle w:val="af4"/>
        <w:shd w:val="clear" w:color="auto" w:fill="FFFFFF"/>
        <w:spacing w:before="0" w:beforeAutospacing="0" w:after="0" w:afterAutospacing="0" w:line="276" w:lineRule="auto"/>
        <w:jc w:val="both"/>
      </w:pPr>
      <w:r w:rsidRPr="00382888">
        <w:t>- Про надання адресної одноразової матеріальної допомоги учасникам АТО або членам їх сімей;</w:t>
      </w:r>
      <w:r w:rsidRPr="00382888">
        <w:tab/>
      </w:r>
    </w:p>
    <w:p w:rsidR="00FB2200" w:rsidRPr="00382888" w:rsidRDefault="00FB2200" w:rsidP="00FB2200">
      <w:pPr>
        <w:pStyle w:val="af4"/>
        <w:shd w:val="clear" w:color="auto" w:fill="FFFFFF"/>
        <w:spacing w:before="0" w:beforeAutospacing="0" w:after="0" w:afterAutospacing="0" w:line="276" w:lineRule="auto"/>
        <w:jc w:val="both"/>
      </w:pPr>
      <w:r w:rsidRPr="00382888">
        <w:t>- Про стан дотримання зобов’язань щодо сплати орендної плати за землі запасу, резервного та водного фондів сільської ради;</w:t>
      </w:r>
    </w:p>
    <w:p w:rsidR="00FB2200" w:rsidRPr="00382888" w:rsidRDefault="00FB2200" w:rsidP="00FB2200">
      <w:pPr>
        <w:pStyle w:val="af4"/>
        <w:shd w:val="clear" w:color="auto" w:fill="FFFFFF"/>
        <w:spacing w:before="0" w:beforeAutospacing="0" w:after="0" w:afterAutospacing="0" w:line="276" w:lineRule="auto"/>
        <w:jc w:val="both"/>
      </w:pPr>
      <w:r w:rsidRPr="00382888">
        <w:t>- Про стан дотримання режиму роботи підзвітних установ на території сіл;</w:t>
      </w:r>
    </w:p>
    <w:p w:rsidR="00FB2200" w:rsidRPr="00382888" w:rsidRDefault="00FB2200" w:rsidP="00FB2200">
      <w:pPr>
        <w:pStyle w:val="af4"/>
        <w:shd w:val="clear" w:color="auto" w:fill="FFFFFF"/>
        <w:spacing w:before="0" w:beforeAutospacing="0" w:after="0" w:afterAutospacing="0" w:line="276" w:lineRule="auto"/>
        <w:jc w:val="both"/>
      </w:pPr>
      <w:r w:rsidRPr="00382888">
        <w:t>- Про стан  профілактики та протидії пияцтву і алкоголізму в селах;               </w:t>
      </w:r>
    </w:p>
    <w:p w:rsidR="00FB2200" w:rsidRPr="00382888" w:rsidRDefault="00FB2200" w:rsidP="00FB2200">
      <w:pPr>
        <w:pStyle w:val="af4"/>
        <w:shd w:val="clear" w:color="auto" w:fill="FFFFFF"/>
        <w:spacing w:before="0" w:beforeAutospacing="0" w:after="0" w:afterAutospacing="0" w:line="276" w:lineRule="auto"/>
        <w:jc w:val="both"/>
      </w:pPr>
      <w:r w:rsidRPr="00382888">
        <w:t>- Про використання земель запасу, резервного і водного фондів та дотримання      зобов’язань щодо орендної плати за дані земельні ділянки орендарями.</w:t>
      </w:r>
    </w:p>
    <w:p w:rsidR="00FB2200" w:rsidRDefault="00FB2200" w:rsidP="00FB2200">
      <w:pPr>
        <w:pStyle w:val="af4"/>
        <w:shd w:val="clear" w:color="auto" w:fill="FFFFFF"/>
        <w:spacing w:before="0" w:beforeAutospacing="0" w:after="0" w:afterAutospacing="0" w:line="276" w:lineRule="auto"/>
        <w:jc w:val="both"/>
      </w:pPr>
      <w:r w:rsidRPr="00382888">
        <w:t>- Інші</w:t>
      </w:r>
    </w:p>
    <w:p w:rsidR="00FB2200" w:rsidRPr="00206D26" w:rsidRDefault="00FB2200" w:rsidP="00FB2200">
      <w:pPr>
        <w:pStyle w:val="af4"/>
        <w:shd w:val="clear" w:color="auto" w:fill="FFFFFF"/>
        <w:spacing w:before="0" w:beforeAutospacing="0" w:after="0" w:afterAutospacing="0" w:line="276" w:lineRule="auto"/>
        <w:jc w:val="both"/>
      </w:pPr>
    </w:p>
    <w:p w:rsidR="00FB2200" w:rsidRPr="00382888" w:rsidRDefault="00FB2200" w:rsidP="00FB2200">
      <w:pPr>
        <w:pStyle w:val="af4"/>
        <w:shd w:val="clear" w:color="auto" w:fill="FFFFFF"/>
        <w:tabs>
          <w:tab w:val="left" w:pos="3927"/>
        </w:tabs>
        <w:spacing w:before="0" w:beforeAutospacing="0" w:after="0" w:afterAutospacing="0" w:line="276" w:lineRule="auto"/>
        <w:jc w:val="center"/>
      </w:pPr>
      <w:r w:rsidRPr="00382888">
        <w:t>РОЗДІЛ 3</w:t>
      </w:r>
    </w:p>
    <w:p w:rsidR="00FB2200" w:rsidRPr="00382888" w:rsidRDefault="00FB2200" w:rsidP="00FB2200">
      <w:pPr>
        <w:pStyle w:val="af4"/>
        <w:shd w:val="clear" w:color="auto" w:fill="FFFFFF"/>
        <w:spacing w:before="0" w:beforeAutospacing="0" w:after="0" w:afterAutospacing="0" w:line="276" w:lineRule="auto"/>
        <w:jc w:val="center"/>
        <w:rPr>
          <w:bCs/>
        </w:rPr>
      </w:pPr>
      <w:r w:rsidRPr="00382888">
        <w:rPr>
          <w:bCs/>
        </w:rPr>
        <w:t>Питання для вивчення</w:t>
      </w:r>
    </w:p>
    <w:p w:rsidR="00FB2200" w:rsidRPr="00382888" w:rsidRDefault="00FB2200" w:rsidP="00FB2200">
      <w:pPr>
        <w:pStyle w:val="af4"/>
        <w:shd w:val="clear" w:color="auto" w:fill="FFFFFF"/>
        <w:spacing w:before="0" w:beforeAutospacing="0" w:after="0" w:afterAutospacing="0" w:line="276" w:lineRule="auto"/>
        <w:jc w:val="center"/>
      </w:pPr>
      <w:r w:rsidRPr="00382888">
        <w:rPr>
          <w:bCs/>
        </w:rPr>
        <w:t>та розгляду на засіданнях постійних комісій</w:t>
      </w:r>
    </w:p>
    <w:p w:rsidR="00FB2200" w:rsidRPr="00382888" w:rsidRDefault="00FB2200" w:rsidP="00FB2200">
      <w:pPr>
        <w:pStyle w:val="af4"/>
        <w:shd w:val="clear" w:color="auto" w:fill="FFFFFF"/>
        <w:spacing w:before="0" w:beforeAutospacing="0" w:after="0" w:afterAutospacing="0" w:line="276" w:lineRule="auto"/>
        <w:jc w:val="both"/>
      </w:pPr>
      <w:r>
        <w:t xml:space="preserve">1. Звіт про виконання місцевого </w:t>
      </w:r>
      <w:r w:rsidRPr="00382888">
        <w:t xml:space="preserve"> бюджету за  20</w:t>
      </w:r>
      <w:r>
        <w:t>19</w:t>
      </w:r>
      <w:r w:rsidRPr="00382888">
        <w:t xml:space="preserve"> рік</w:t>
      </w:r>
    </w:p>
    <w:p w:rsidR="00FB2200" w:rsidRPr="00382888"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 Про роботу виконавчого комітету  за 20</w:t>
      </w:r>
      <w:r>
        <w:rPr>
          <w:rFonts w:ascii="Times New Roman" w:hAnsi="Times New Roman" w:cs="Times New Roman"/>
          <w:sz w:val="24"/>
          <w:szCs w:val="24"/>
        </w:rPr>
        <w:t>19</w:t>
      </w:r>
      <w:r w:rsidRPr="00382888">
        <w:rPr>
          <w:rFonts w:ascii="Times New Roman" w:hAnsi="Times New Roman" w:cs="Times New Roman"/>
          <w:sz w:val="24"/>
          <w:szCs w:val="24"/>
        </w:rPr>
        <w:t xml:space="preserve"> рік.</w:t>
      </w:r>
    </w:p>
    <w:p w:rsidR="00FB2200" w:rsidRPr="00382888"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w:t>
      </w:r>
      <w:r>
        <w:rPr>
          <w:rFonts w:ascii="Times New Roman" w:hAnsi="Times New Roman" w:cs="Times New Roman"/>
          <w:sz w:val="24"/>
          <w:szCs w:val="24"/>
        </w:rPr>
        <w:t xml:space="preserve"> Про внесення змін до місцевого </w:t>
      </w:r>
      <w:r w:rsidRPr="00382888">
        <w:rPr>
          <w:rFonts w:ascii="Times New Roman" w:hAnsi="Times New Roman" w:cs="Times New Roman"/>
          <w:sz w:val="24"/>
          <w:szCs w:val="24"/>
        </w:rPr>
        <w:t xml:space="preserve"> бюджету на 20</w:t>
      </w:r>
      <w:r>
        <w:rPr>
          <w:rFonts w:ascii="Times New Roman" w:hAnsi="Times New Roman" w:cs="Times New Roman"/>
          <w:sz w:val="24"/>
          <w:szCs w:val="24"/>
        </w:rPr>
        <w:t>20</w:t>
      </w:r>
      <w:r w:rsidRPr="00382888">
        <w:rPr>
          <w:rFonts w:ascii="Times New Roman" w:hAnsi="Times New Roman" w:cs="Times New Roman"/>
          <w:sz w:val="24"/>
          <w:szCs w:val="24"/>
        </w:rPr>
        <w:t xml:space="preserve"> рік</w:t>
      </w:r>
    </w:p>
    <w:p w:rsidR="00FB2200" w:rsidRPr="00382888" w:rsidRDefault="00FB2200" w:rsidP="00FB2200">
      <w:pPr>
        <w:pStyle w:val="af4"/>
        <w:shd w:val="clear" w:color="auto" w:fill="FFFFFF"/>
        <w:spacing w:before="0" w:beforeAutospacing="0" w:after="0" w:afterAutospacing="0" w:line="276" w:lineRule="auto"/>
        <w:jc w:val="both"/>
      </w:pPr>
      <w:r w:rsidRPr="00382888">
        <w:t>4. Питання регулювання земельних відносин</w:t>
      </w:r>
    </w:p>
    <w:p w:rsidR="00FB2200" w:rsidRPr="00382888" w:rsidRDefault="00FB2200" w:rsidP="00FB2200">
      <w:pPr>
        <w:pStyle w:val="af4"/>
        <w:shd w:val="clear" w:color="auto" w:fill="FFFFFF"/>
        <w:spacing w:before="0" w:beforeAutospacing="0" w:after="0" w:afterAutospacing="0" w:line="276" w:lineRule="auto"/>
        <w:jc w:val="both"/>
      </w:pPr>
      <w:r w:rsidRPr="00382888">
        <w:t>5.Різні</w:t>
      </w:r>
    </w:p>
    <w:p w:rsidR="00FB2200" w:rsidRPr="00382888" w:rsidRDefault="00FB2200" w:rsidP="00FB2200">
      <w:pPr>
        <w:pStyle w:val="af4"/>
        <w:shd w:val="clear" w:color="auto" w:fill="FFFFFF"/>
        <w:tabs>
          <w:tab w:val="left" w:pos="3607"/>
        </w:tabs>
        <w:spacing w:before="0" w:beforeAutospacing="0" w:after="0" w:afterAutospacing="0" w:line="276" w:lineRule="auto"/>
        <w:jc w:val="center"/>
      </w:pPr>
      <w:r w:rsidRPr="00382888">
        <w:t>РОЗДІЛ 4</w:t>
      </w:r>
    </w:p>
    <w:p w:rsidR="00FB2200" w:rsidRPr="00382888" w:rsidRDefault="00FB2200" w:rsidP="00FB2200">
      <w:pPr>
        <w:shd w:val="clear" w:color="auto" w:fill="FFFFFF"/>
        <w:spacing w:after="0"/>
        <w:jc w:val="center"/>
        <w:rPr>
          <w:rFonts w:ascii="Times New Roman" w:hAnsi="Times New Roman" w:cs="Times New Roman"/>
          <w:sz w:val="24"/>
          <w:szCs w:val="24"/>
        </w:rPr>
      </w:pPr>
    </w:p>
    <w:p w:rsidR="00FB2200" w:rsidRPr="00382888" w:rsidRDefault="00FB2200" w:rsidP="00FB2200">
      <w:pPr>
        <w:pStyle w:val="af4"/>
        <w:shd w:val="clear" w:color="auto" w:fill="FFFFFF"/>
        <w:spacing w:before="0" w:beforeAutospacing="0" w:after="0" w:afterAutospacing="0" w:line="276" w:lineRule="auto"/>
        <w:jc w:val="center"/>
      </w:pPr>
      <w:r w:rsidRPr="00382888">
        <w:rPr>
          <w:bCs/>
        </w:rPr>
        <w:t>НАВЧАННЯ ОРГАНІВ МІСЦЕВОГО САМОВРЯДУВАННЯ,</w:t>
      </w:r>
    </w:p>
    <w:p w:rsidR="00FB2200" w:rsidRPr="00382888" w:rsidRDefault="00FB2200" w:rsidP="00FB2200">
      <w:pPr>
        <w:pStyle w:val="af4"/>
        <w:shd w:val="clear" w:color="auto" w:fill="FFFFFF"/>
        <w:spacing w:before="0" w:beforeAutospacing="0" w:after="0" w:afterAutospacing="0" w:line="276" w:lineRule="auto"/>
        <w:jc w:val="center"/>
        <w:rPr>
          <w:bCs/>
        </w:rPr>
      </w:pPr>
      <w:r w:rsidRPr="00382888">
        <w:rPr>
          <w:bCs/>
        </w:rPr>
        <w:t>ДЕПУТАТІВ СІЛЬСЬКОЇ РАДИ</w:t>
      </w:r>
    </w:p>
    <w:p w:rsidR="00FB2200" w:rsidRPr="00382888" w:rsidRDefault="00FB2200" w:rsidP="00FB2200">
      <w:pPr>
        <w:pStyle w:val="af4"/>
        <w:shd w:val="clear" w:color="auto" w:fill="FFFFFF"/>
        <w:spacing w:before="240" w:beforeAutospacing="0" w:after="0" w:afterAutospacing="0" w:line="276" w:lineRule="auto"/>
        <w:jc w:val="both"/>
      </w:pPr>
      <w:r w:rsidRPr="00382888">
        <w:t>Правове навчання депутатів і працівників виконавчого комітету:</w:t>
      </w:r>
    </w:p>
    <w:p w:rsidR="00FB2200" w:rsidRPr="00382888"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1. Конституція України.</w:t>
      </w:r>
    </w:p>
    <w:p w:rsidR="00FB2200" w:rsidRPr="00382888"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2. Закон України “ Про  статус депутатів місцевих </w:t>
      </w:r>
      <w:proofErr w:type="spellStart"/>
      <w:r w:rsidRPr="00382888">
        <w:rPr>
          <w:rFonts w:ascii="Times New Roman" w:hAnsi="Times New Roman" w:cs="Times New Roman"/>
          <w:sz w:val="24"/>
          <w:szCs w:val="24"/>
        </w:rPr>
        <w:t>рад”</w:t>
      </w:r>
      <w:proofErr w:type="spellEnd"/>
    </w:p>
    <w:p w:rsidR="00FB2200" w:rsidRPr="00382888"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 Закон України «Про місцеве самоврядування в Україні»</w:t>
      </w:r>
    </w:p>
    <w:p w:rsidR="00FB2200" w:rsidRPr="00382888"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lastRenderedPageBreak/>
        <w:t>4.Закон України «Про запобігання корупції» . Методичні рекомендації , щодо заповнення е</w:t>
      </w:r>
      <w:r>
        <w:rPr>
          <w:rFonts w:ascii="Times New Roman" w:hAnsi="Times New Roman" w:cs="Times New Roman"/>
          <w:sz w:val="24"/>
          <w:szCs w:val="24"/>
        </w:rPr>
        <w:t xml:space="preserve"> </w:t>
      </w:r>
      <w:r w:rsidRPr="00382888">
        <w:rPr>
          <w:rFonts w:ascii="Times New Roman" w:hAnsi="Times New Roman" w:cs="Times New Roman"/>
          <w:sz w:val="24"/>
          <w:szCs w:val="24"/>
        </w:rPr>
        <w:t xml:space="preserve">- декларації про майно, доходи, витрати і </w:t>
      </w:r>
      <w:proofErr w:type="spellStart"/>
      <w:r w:rsidRPr="00382888">
        <w:rPr>
          <w:rFonts w:ascii="Times New Roman" w:hAnsi="Times New Roman" w:cs="Times New Roman"/>
          <w:sz w:val="24"/>
          <w:szCs w:val="24"/>
        </w:rPr>
        <w:t>зобов</w:t>
      </w:r>
      <w:proofErr w:type="spellEnd"/>
      <w:r w:rsidRPr="00382888">
        <w:rPr>
          <w:rFonts w:ascii="Times New Roman" w:hAnsi="Times New Roman" w:cs="Times New Roman"/>
          <w:sz w:val="24"/>
          <w:szCs w:val="24"/>
          <w:vertAlign w:val="superscript"/>
        </w:rPr>
        <w:t>,</w:t>
      </w:r>
      <w:proofErr w:type="spellStart"/>
      <w:r>
        <w:rPr>
          <w:rFonts w:ascii="Times New Roman" w:hAnsi="Times New Roman" w:cs="Times New Roman"/>
          <w:sz w:val="24"/>
          <w:szCs w:val="24"/>
        </w:rPr>
        <w:t>я</w:t>
      </w:r>
      <w:r w:rsidRPr="00382888">
        <w:rPr>
          <w:rFonts w:ascii="Times New Roman" w:hAnsi="Times New Roman" w:cs="Times New Roman"/>
          <w:sz w:val="24"/>
          <w:szCs w:val="24"/>
        </w:rPr>
        <w:t>зання</w:t>
      </w:r>
      <w:proofErr w:type="spellEnd"/>
      <w:r w:rsidRPr="00382888">
        <w:rPr>
          <w:rFonts w:ascii="Times New Roman" w:hAnsi="Times New Roman" w:cs="Times New Roman"/>
          <w:sz w:val="24"/>
          <w:szCs w:val="24"/>
        </w:rPr>
        <w:t xml:space="preserve"> фінансового характеру.</w:t>
      </w:r>
    </w:p>
    <w:p w:rsidR="00FB2200" w:rsidRPr="00382888" w:rsidRDefault="00FB2200" w:rsidP="00FB2200">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5.Закон  України “ Про звернення </w:t>
      </w:r>
      <w:proofErr w:type="spellStart"/>
      <w:r w:rsidRPr="00382888">
        <w:rPr>
          <w:rFonts w:ascii="Times New Roman" w:hAnsi="Times New Roman" w:cs="Times New Roman"/>
          <w:sz w:val="24"/>
          <w:szCs w:val="24"/>
        </w:rPr>
        <w:t>громадян”</w:t>
      </w:r>
      <w:proofErr w:type="spellEnd"/>
      <w:r w:rsidRPr="00382888">
        <w:rPr>
          <w:rFonts w:ascii="Times New Roman" w:hAnsi="Times New Roman" w:cs="Times New Roman"/>
          <w:sz w:val="24"/>
          <w:szCs w:val="24"/>
        </w:rPr>
        <w:t>.</w:t>
      </w:r>
    </w:p>
    <w:p w:rsidR="00FB2200" w:rsidRPr="00382888" w:rsidRDefault="00FB2200" w:rsidP="00FB2200">
      <w:pPr>
        <w:pStyle w:val="af4"/>
        <w:spacing w:before="0" w:beforeAutospacing="0" w:after="0" w:afterAutospacing="0" w:line="276" w:lineRule="auto"/>
        <w:jc w:val="both"/>
        <w:rPr>
          <w:bdr w:val="none" w:sz="0" w:space="0" w:color="auto" w:frame="1"/>
        </w:rPr>
      </w:pPr>
      <w:r w:rsidRPr="00382888">
        <w:rPr>
          <w:bdr w:val="none" w:sz="0" w:space="0" w:color="auto" w:frame="1"/>
        </w:rPr>
        <w:t>6.Ознайомлення депутатів з новими законодавчими документами та розпорядчими документами місцевих органів самоврядування.</w:t>
      </w:r>
    </w:p>
    <w:p w:rsidR="00FB2200" w:rsidRPr="00382888" w:rsidRDefault="00FB2200" w:rsidP="00FB2200">
      <w:pPr>
        <w:pStyle w:val="af4"/>
        <w:spacing w:before="0" w:beforeAutospacing="0" w:after="0" w:afterAutospacing="0" w:line="276" w:lineRule="auto"/>
        <w:jc w:val="both"/>
        <w:rPr>
          <w:bdr w:val="none" w:sz="0" w:space="0" w:color="auto" w:frame="1"/>
        </w:rPr>
      </w:pPr>
      <w:r w:rsidRPr="00382888">
        <w:rPr>
          <w:bdr w:val="none" w:sz="0" w:space="0" w:color="auto" w:frame="1"/>
        </w:rPr>
        <w:t>Семінари:</w:t>
      </w:r>
    </w:p>
    <w:p w:rsidR="00FB2200" w:rsidRPr="00382888" w:rsidRDefault="00FB2200" w:rsidP="00FB2200">
      <w:pPr>
        <w:pStyle w:val="af4"/>
        <w:shd w:val="clear" w:color="auto" w:fill="FFFFFF"/>
        <w:spacing w:before="0" w:beforeAutospacing="0" w:after="0" w:afterAutospacing="0" w:line="276" w:lineRule="auto"/>
        <w:jc w:val="both"/>
      </w:pPr>
      <w:r w:rsidRPr="00382888">
        <w:t>1. Семінари-наради з головами постійних комісій сільської ради VІІ скликання.</w:t>
      </w:r>
    </w:p>
    <w:p w:rsidR="00FB2200" w:rsidRPr="00382888" w:rsidRDefault="00FB2200" w:rsidP="00FB2200">
      <w:pPr>
        <w:pStyle w:val="af4"/>
        <w:shd w:val="clear" w:color="auto" w:fill="FFFFFF"/>
        <w:spacing w:before="0" w:beforeAutospacing="0" w:after="0" w:afterAutospacing="0" w:line="276" w:lineRule="auto"/>
        <w:jc w:val="both"/>
      </w:pPr>
      <w:r w:rsidRPr="00382888">
        <w:t>2. Проведення семінару з питань подання декларацій посадовими особами місцевого самоврядування та депутатами сільської ради</w:t>
      </w:r>
    </w:p>
    <w:p w:rsidR="00FB2200" w:rsidRPr="00382888" w:rsidRDefault="00FB2200" w:rsidP="00FB2200">
      <w:pPr>
        <w:pStyle w:val="af4"/>
        <w:shd w:val="clear" w:color="auto" w:fill="FFFFFF"/>
        <w:spacing w:before="0" w:beforeAutospacing="0" w:after="0" w:afterAutospacing="0" w:line="276" w:lineRule="auto"/>
        <w:jc w:val="both"/>
      </w:pPr>
      <w:r w:rsidRPr="00382888">
        <w:t>3. Проведення короткотермінових семінарів з питань етики поведінки посадових осіб місцевого самоврядування та депутатів сільської ради.</w:t>
      </w:r>
    </w:p>
    <w:p w:rsidR="00FB2200" w:rsidRPr="00382888" w:rsidRDefault="00FB2200" w:rsidP="00FB2200">
      <w:pPr>
        <w:pStyle w:val="af4"/>
        <w:shd w:val="clear" w:color="auto" w:fill="FFFFFF"/>
        <w:spacing w:before="0" w:beforeAutospacing="0" w:after="0" w:afterAutospacing="0" w:line="276" w:lineRule="auto"/>
        <w:jc w:val="both"/>
      </w:pPr>
      <w:r w:rsidRPr="00382888">
        <w:t>4. Вивчення потреби в навчанні та підвищенні кваліфікації керівників і працівників сільської ради.</w:t>
      </w:r>
    </w:p>
    <w:p w:rsidR="00FB2200" w:rsidRPr="00382888" w:rsidRDefault="00FB2200" w:rsidP="00FB2200">
      <w:pPr>
        <w:shd w:val="clear" w:color="auto" w:fill="FFFFFF"/>
        <w:tabs>
          <w:tab w:val="left" w:pos="4175"/>
        </w:tabs>
        <w:spacing w:after="0"/>
        <w:jc w:val="center"/>
        <w:rPr>
          <w:rFonts w:ascii="Times New Roman" w:hAnsi="Times New Roman" w:cs="Times New Roman"/>
          <w:sz w:val="24"/>
          <w:szCs w:val="24"/>
        </w:rPr>
      </w:pPr>
      <w:r w:rsidRPr="00382888">
        <w:rPr>
          <w:rFonts w:ascii="Times New Roman" w:hAnsi="Times New Roman" w:cs="Times New Roman"/>
          <w:sz w:val="24"/>
          <w:szCs w:val="24"/>
        </w:rPr>
        <w:t>РОЗДІЛ 5</w:t>
      </w:r>
    </w:p>
    <w:p w:rsidR="00FB2200" w:rsidRPr="00382888" w:rsidRDefault="00FB2200" w:rsidP="00FB2200">
      <w:pPr>
        <w:pStyle w:val="af4"/>
        <w:shd w:val="clear" w:color="auto" w:fill="FFFFFF"/>
        <w:spacing w:before="0" w:beforeAutospacing="0" w:after="0" w:afterAutospacing="0" w:line="276" w:lineRule="auto"/>
        <w:jc w:val="center"/>
      </w:pPr>
      <w:r w:rsidRPr="00382888">
        <w:rPr>
          <w:rStyle w:val="ab"/>
          <w:bdr w:val="none" w:sz="0" w:space="0" w:color="auto" w:frame="1"/>
        </w:rPr>
        <w:t>Організаційні заходи, які проводитиме</w:t>
      </w:r>
    </w:p>
    <w:p w:rsidR="00FB2200" w:rsidRPr="00382888" w:rsidRDefault="00FB2200" w:rsidP="00FB2200">
      <w:pPr>
        <w:pStyle w:val="af4"/>
        <w:shd w:val="clear" w:color="auto" w:fill="FFFFFF"/>
        <w:spacing w:before="0" w:beforeAutospacing="0" w:after="0" w:afterAutospacing="0" w:line="276" w:lineRule="auto"/>
        <w:jc w:val="center"/>
      </w:pPr>
      <w:r w:rsidRPr="00382888">
        <w:rPr>
          <w:rStyle w:val="ab"/>
          <w:bdr w:val="none" w:sz="0" w:space="0" w:color="auto" w:frame="1"/>
        </w:rPr>
        <w:t>сільська рада, постійні комісії, виконавчий комітет</w:t>
      </w:r>
    </w:p>
    <w:p w:rsidR="00FB2200" w:rsidRPr="00382888" w:rsidRDefault="00FB2200" w:rsidP="00FB2200">
      <w:pPr>
        <w:pStyle w:val="af4"/>
        <w:shd w:val="clear" w:color="auto" w:fill="FFFFFF"/>
        <w:spacing w:before="0" w:beforeAutospacing="0" w:after="0" w:afterAutospacing="0" w:line="276" w:lineRule="auto"/>
        <w:jc w:val="center"/>
      </w:pPr>
      <w:r w:rsidRPr="00382888">
        <w:rPr>
          <w:rStyle w:val="ab"/>
          <w:bdr w:val="none" w:sz="0" w:space="0" w:color="auto" w:frame="1"/>
        </w:rPr>
        <w:t>та апарат ради</w:t>
      </w:r>
    </w:p>
    <w:p w:rsidR="00FB2200" w:rsidRDefault="00FB2200" w:rsidP="00FB2200">
      <w:pPr>
        <w:pStyle w:val="af4"/>
        <w:shd w:val="clear" w:color="auto" w:fill="FFFFFF"/>
        <w:spacing w:before="0" w:beforeAutospacing="0" w:after="0" w:afterAutospacing="0" w:line="276" w:lineRule="auto"/>
        <w:jc w:val="both"/>
      </w:pPr>
      <w:r w:rsidRPr="00382888">
        <w:t>- Участь у підготовці і проведенні  сесій, засідань постійних комісій ради.</w:t>
      </w:r>
    </w:p>
    <w:p w:rsidR="00FB2200" w:rsidRPr="00382888" w:rsidRDefault="00FB2200" w:rsidP="00FB2200">
      <w:pPr>
        <w:pStyle w:val="af4"/>
        <w:shd w:val="clear" w:color="auto" w:fill="FFFFFF"/>
        <w:spacing w:before="0" w:beforeAutospacing="0" w:after="0" w:afterAutospacing="0" w:line="276" w:lineRule="auto"/>
        <w:jc w:val="both"/>
      </w:pPr>
      <w:r>
        <w:t xml:space="preserve"> - </w:t>
      </w:r>
      <w:r w:rsidRPr="00382888">
        <w:t>Проведення нарад з працівниками апарату виконавчого комітету сільської ради кожного понеділка.</w:t>
      </w:r>
    </w:p>
    <w:p w:rsidR="00FB2200" w:rsidRPr="00382888" w:rsidRDefault="00FB2200" w:rsidP="00FB2200">
      <w:pPr>
        <w:pStyle w:val="af4"/>
        <w:shd w:val="clear" w:color="auto" w:fill="FFFFFF"/>
        <w:spacing w:before="0" w:beforeAutospacing="0" w:after="0" w:afterAutospacing="0" w:line="276" w:lineRule="auto"/>
        <w:jc w:val="both"/>
      </w:pPr>
      <w:r>
        <w:t xml:space="preserve">- </w:t>
      </w:r>
      <w:r w:rsidRPr="00382888">
        <w:t>Проведення особистого прийому громадян сільським головою, секретарем сільської ради, заступником сільського голови з питань діяльності виконавчих органів ради, керуючим справами виконавчого комітету сільської ради.</w:t>
      </w:r>
    </w:p>
    <w:p w:rsidR="00FB2200" w:rsidRPr="00382888" w:rsidRDefault="00FB2200" w:rsidP="00FB2200">
      <w:pPr>
        <w:pStyle w:val="af4"/>
        <w:shd w:val="clear" w:color="auto" w:fill="FFFFFF"/>
        <w:spacing w:before="0" w:beforeAutospacing="0" w:after="0" w:afterAutospacing="0" w:line="276" w:lineRule="auto"/>
        <w:jc w:val="both"/>
      </w:pPr>
      <w:r>
        <w:t xml:space="preserve">-  </w:t>
      </w:r>
      <w:r w:rsidRPr="00382888">
        <w:t xml:space="preserve">Проведення виїзних прийомів громадян в населених пунктах сільської ради. </w:t>
      </w:r>
    </w:p>
    <w:p w:rsidR="00FB2200" w:rsidRPr="00382888" w:rsidRDefault="00FB2200" w:rsidP="00FB2200">
      <w:pPr>
        <w:pStyle w:val="af4"/>
        <w:shd w:val="clear" w:color="auto" w:fill="FFFFFF"/>
        <w:spacing w:before="0" w:beforeAutospacing="0" w:after="0" w:afterAutospacing="0" w:line="276" w:lineRule="auto"/>
        <w:jc w:val="both"/>
      </w:pPr>
      <w:r w:rsidRPr="00382888">
        <w:t>- Організація прийому громадян депутатами сільської ради. День депутата ( За окремим графіком)</w:t>
      </w:r>
    </w:p>
    <w:p w:rsidR="00FB2200" w:rsidRPr="00382888" w:rsidRDefault="00FB2200" w:rsidP="00FB2200">
      <w:pPr>
        <w:pStyle w:val="af4"/>
        <w:shd w:val="clear" w:color="auto" w:fill="FFFFFF"/>
        <w:spacing w:before="0" w:beforeAutospacing="0" w:after="0" w:afterAutospacing="0" w:line="276" w:lineRule="auto"/>
        <w:jc w:val="both"/>
      </w:pPr>
      <w:r w:rsidRPr="00382888">
        <w:t> -  Навчання депутатів</w:t>
      </w:r>
    </w:p>
    <w:p w:rsidR="00FB2200" w:rsidRPr="00382888" w:rsidRDefault="00FB2200" w:rsidP="00FB2200">
      <w:pPr>
        <w:pStyle w:val="af4"/>
        <w:shd w:val="clear" w:color="auto" w:fill="FFFFFF"/>
        <w:spacing w:before="0" w:beforeAutospacing="0" w:after="0" w:afterAutospacing="0" w:line="276" w:lineRule="auto"/>
        <w:jc w:val="both"/>
      </w:pPr>
      <w:r w:rsidRPr="00382888">
        <w:t>- Підготовка і проведення загальних зборів (сходів) громадян села.</w:t>
      </w:r>
    </w:p>
    <w:p w:rsidR="00FB2200" w:rsidRPr="00382888" w:rsidRDefault="00FB2200" w:rsidP="00FB2200">
      <w:pPr>
        <w:pStyle w:val="af4"/>
        <w:shd w:val="clear" w:color="auto" w:fill="FFFFFF"/>
        <w:spacing w:before="0" w:beforeAutospacing="0" w:after="0" w:afterAutospacing="0" w:line="276" w:lineRule="auto"/>
        <w:jc w:val="both"/>
      </w:pPr>
      <w:r w:rsidRPr="00382888">
        <w:t>- Робота з депутатськими запитами, узагальнення пропозицій і зауважень депутатів, висловлених на сесіях ради, та виборців під час зустрічей з депутатами, доведення їх до виконавців, для вжиття заходів та інформування про вжиті заходи.</w:t>
      </w:r>
    </w:p>
    <w:p w:rsidR="00FB2200" w:rsidRPr="00382888" w:rsidRDefault="00FB2200" w:rsidP="00FB2200">
      <w:pPr>
        <w:pStyle w:val="af4"/>
        <w:shd w:val="clear" w:color="auto" w:fill="FFFFFF"/>
        <w:spacing w:before="0" w:beforeAutospacing="0" w:after="0" w:afterAutospacing="0" w:line="276" w:lineRule="auto"/>
        <w:jc w:val="both"/>
      </w:pPr>
      <w:r w:rsidRPr="00382888">
        <w:t>- Систематично аналізувати стан виконання  документів вищестоящих органів та своїх власних, звернень  громадян, організувати чіткий контроль і перевірку їх виконання.</w:t>
      </w:r>
    </w:p>
    <w:p w:rsidR="00FB2200" w:rsidRPr="00382888" w:rsidRDefault="00FB2200" w:rsidP="00FB2200">
      <w:pPr>
        <w:pStyle w:val="af4"/>
        <w:spacing w:before="0" w:beforeAutospacing="0" w:after="0" w:afterAutospacing="0" w:line="276" w:lineRule="auto"/>
        <w:jc w:val="both"/>
      </w:pPr>
      <w:proofErr w:type="spellStart"/>
      <w:r w:rsidRPr="00382888">
        <w:rPr>
          <w:bdr w:val="none" w:sz="0" w:space="0" w:color="auto" w:frame="1"/>
        </w:rPr>
        <w:t>-Надання</w:t>
      </w:r>
      <w:proofErr w:type="spellEnd"/>
      <w:r w:rsidRPr="00382888">
        <w:rPr>
          <w:bdr w:val="none" w:sz="0" w:space="0" w:color="auto" w:frame="1"/>
        </w:rPr>
        <w:t xml:space="preserve"> </w:t>
      </w:r>
      <w:proofErr w:type="spellStart"/>
      <w:r w:rsidRPr="00382888">
        <w:rPr>
          <w:bdr w:val="none" w:sz="0" w:space="0" w:color="auto" w:frame="1"/>
        </w:rPr>
        <w:t>консультативно</w:t>
      </w:r>
      <w:proofErr w:type="spellEnd"/>
      <w:r w:rsidRPr="00382888">
        <w:rPr>
          <w:bdr w:val="none" w:sz="0" w:space="0" w:color="auto" w:frame="1"/>
        </w:rPr>
        <w:t xml:space="preserve"> – методичної та практичної допомоги в</w:t>
      </w:r>
      <w:r w:rsidRPr="00382888">
        <w:t xml:space="preserve"> </w:t>
      </w:r>
      <w:r w:rsidRPr="00382888">
        <w:rPr>
          <w:bdr w:val="none" w:sz="0" w:space="0" w:color="auto" w:frame="1"/>
        </w:rPr>
        <w:t>роботі сільських громадських організацій, органів самоорганізації населення, публікування відповідних матеріалів на інформаційному стенді сільської ради.</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 Організувати та провести уточнення </w:t>
      </w:r>
      <w:proofErr w:type="spellStart"/>
      <w:r w:rsidRPr="00382888">
        <w:t>погосподарських</w:t>
      </w:r>
      <w:proofErr w:type="spellEnd"/>
      <w:r w:rsidRPr="00382888">
        <w:t xml:space="preserve"> книг, перепис худоби та посівних площ особистих селянських господарств громадян.</w:t>
      </w:r>
    </w:p>
    <w:p w:rsidR="00FB2200" w:rsidRPr="00382888" w:rsidRDefault="00FB2200" w:rsidP="00FB2200">
      <w:pPr>
        <w:pStyle w:val="af4"/>
        <w:shd w:val="clear" w:color="auto" w:fill="FFFFFF"/>
        <w:spacing w:before="0" w:beforeAutospacing="0" w:after="0" w:afterAutospacing="0" w:line="276" w:lineRule="auto"/>
        <w:jc w:val="both"/>
      </w:pPr>
      <w:r w:rsidRPr="00382888">
        <w:lastRenderedPageBreak/>
        <w:t>- Проводити роз’яснювальну роботу та надавати практичну допомогу жителям села в оформлені субсидій, приватизації земельних ділянок, забезпечувати виконання  заходів, щодо соціального захисту пільгових категорій населення.                 </w:t>
      </w:r>
    </w:p>
    <w:p w:rsidR="00FB2200" w:rsidRPr="00382888" w:rsidRDefault="00FB2200" w:rsidP="00FB2200">
      <w:pPr>
        <w:pStyle w:val="af4"/>
        <w:shd w:val="clear" w:color="auto" w:fill="FFFFFF"/>
        <w:spacing w:before="0" w:beforeAutospacing="0" w:after="0" w:afterAutospacing="0" w:line="276" w:lineRule="auto"/>
        <w:jc w:val="both"/>
      </w:pPr>
      <w:r w:rsidRPr="00382888">
        <w:t>- Організовувати прибирання та забезпечити утримання в належному стані пам’ятних місць, прилеглих територій установ, вулиць та домогосподарств в селі.</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 Організовувати </w:t>
      </w:r>
      <w:proofErr w:type="spellStart"/>
      <w:r w:rsidRPr="00382888">
        <w:t>правовиховну</w:t>
      </w:r>
      <w:proofErr w:type="spellEnd"/>
      <w:r w:rsidRPr="00382888">
        <w:t xml:space="preserve">  роботу серед населення, інформувати населення  про прийняті  рішення та їх виконання.       </w:t>
      </w:r>
    </w:p>
    <w:p w:rsidR="00FB2200" w:rsidRPr="00382888" w:rsidRDefault="00FB2200" w:rsidP="00FB2200">
      <w:pPr>
        <w:pStyle w:val="af4"/>
        <w:spacing w:before="0" w:beforeAutospacing="0" w:after="0" w:afterAutospacing="0" w:line="276" w:lineRule="auto"/>
        <w:jc w:val="both"/>
      </w:pPr>
      <w:r w:rsidRPr="00382888">
        <w:t>-   </w:t>
      </w:r>
      <w:r w:rsidRPr="00382888">
        <w:rPr>
          <w:bdr w:val="none" w:sz="0" w:space="0" w:color="auto" w:frame="1"/>
        </w:rPr>
        <w:t>Проводити сільські наради – семінари з керівництвом сільських установ і організацій виконавчим комітетом з метою поліпшення діяльності органів місцевого самоврядування щодо подальшого розвитку території села.</w:t>
      </w:r>
      <w:r w:rsidRPr="00382888">
        <w:t xml:space="preserve">      </w:t>
      </w:r>
    </w:p>
    <w:p w:rsidR="00FB2200" w:rsidRPr="00382888" w:rsidRDefault="00FB2200" w:rsidP="00FB2200">
      <w:pPr>
        <w:pStyle w:val="af4"/>
        <w:shd w:val="clear" w:color="auto" w:fill="FFFFFF"/>
        <w:spacing w:before="0" w:beforeAutospacing="0" w:after="0" w:afterAutospacing="0" w:line="276" w:lineRule="auto"/>
        <w:jc w:val="both"/>
      </w:pPr>
      <w:r w:rsidRPr="00382888">
        <w:t>- Проводити заходи щодо удосконалення форм і методів організаційного, правового, інформаційного забезпечення діяльності сільської ради, її органів, депутатів.</w:t>
      </w:r>
    </w:p>
    <w:p w:rsidR="00FB2200" w:rsidRPr="00382888" w:rsidRDefault="00FB2200" w:rsidP="00FB2200">
      <w:pPr>
        <w:pStyle w:val="af4"/>
        <w:shd w:val="clear" w:color="auto" w:fill="FFFFFF"/>
        <w:spacing w:before="0" w:beforeAutospacing="0" w:after="0" w:afterAutospacing="0" w:line="276" w:lineRule="auto"/>
        <w:jc w:val="both"/>
      </w:pPr>
      <w:r w:rsidRPr="00382888">
        <w:t>- Проводити роз’яснювальну роботу та надавати практичну допомогу жителям села в оформлені субсидій, приватизації земельних ділянок, забезпечувати виконання  заходів, щодо соціального захисту пільгових категорій населення.                                                                                  </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 - Проводити організаційну роботу по підготовці, проведенню та відзначенню знаменних дат, урочистих подій, свят та обрядів.       </w:t>
      </w:r>
    </w:p>
    <w:p w:rsidR="00FB2200" w:rsidRPr="00382888" w:rsidRDefault="00FB2200" w:rsidP="00FB2200">
      <w:pPr>
        <w:spacing w:after="0"/>
        <w:jc w:val="both"/>
        <w:rPr>
          <w:rFonts w:ascii="Times New Roman" w:hAnsi="Times New Roman" w:cs="Times New Roman"/>
          <w:sz w:val="24"/>
          <w:szCs w:val="24"/>
        </w:rPr>
      </w:pPr>
    </w:p>
    <w:p w:rsidR="00FB2200" w:rsidRPr="00382888" w:rsidRDefault="00FB2200" w:rsidP="00FB2200">
      <w:pPr>
        <w:tabs>
          <w:tab w:val="left" w:pos="4058"/>
        </w:tabs>
        <w:spacing w:after="0"/>
        <w:jc w:val="center"/>
        <w:rPr>
          <w:rFonts w:ascii="Times New Roman" w:hAnsi="Times New Roman" w:cs="Times New Roman"/>
          <w:sz w:val="24"/>
          <w:szCs w:val="24"/>
        </w:rPr>
      </w:pPr>
      <w:r w:rsidRPr="00382888">
        <w:rPr>
          <w:rFonts w:ascii="Times New Roman" w:hAnsi="Times New Roman" w:cs="Times New Roman"/>
          <w:sz w:val="24"/>
          <w:szCs w:val="24"/>
        </w:rPr>
        <w:t>РОЗДІЛ 6</w:t>
      </w:r>
    </w:p>
    <w:p w:rsidR="00FB2200" w:rsidRPr="00382888" w:rsidRDefault="00FB2200" w:rsidP="00FB2200">
      <w:pPr>
        <w:pStyle w:val="af4"/>
        <w:shd w:val="clear" w:color="auto" w:fill="FFFFFF"/>
        <w:spacing w:before="0" w:beforeAutospacing="0" w:after="0" w:afterAutospacing="0" w:line="276" w:lineRule="auto"/>
        <w:jc w:val="center"/>
      </w:pPr>
      <w:r w:rsidRPr="00382888">
        <w:rPr>
          <w:bCs/>
        </w:rPr>
        <w:t>ЗАХОДИ, ПОВ′ЯЗАНІ ІЗ  ВІДЗНАЧЕННЯМ  ЗНАМЕННИХ ДАТ,</w:t>
      </w:r>
    </w:p>
    <w:p w:rsidR="00FB2200" w:rsidRPr="00382888" w:rsidRDefault="00FB2200" w:rsidP="00FB2200">
      <w:pPr>
        <w:pStyle w:val="af4"/>
        <w:shd w:val="clear" w:color="auto" w:fill="FFFFFF"/>
        <w:spacing w:before="0" w:beforeAutospacing="0" w:after="0" w:afterAutospacing="0" w:line="276" w:lineRule="auto"/>
        <w:jc w:val="center"/>
      </w:pPr>
      <w:r w:rsidRPr="00382888">
        <w:rPr>
          <w:bCs/>
        </w:rPr>
        <w:t>ПРОФЕСІЙНИХ СВЯТ ТА ІНШИХ ПОДІЙ</w:t>
      </w:r>
    </w:p>
    <w:p w:rsidR="00FB2200" w:rsidRPr="00382888" w:rsidRDefault="00FB2200" w:rsidP="00FB2200">
      <w:pPr>
        <w:pStyle w:val="af4"/>
        <w:shd w:val="clear" w:color="auto" w:fill="FFFFFF"/>
        <w:spacing w:before="0" w:beforeAutospacing="0" w:after="0" w:afterAutospacing="0" w:line="276" w:lineRule="auto"/>
        <w:jc w:val="both"/>
      </w:pPr>
    </w:p>
    <w:p w:rsidR="00FB2200" w:rsidRPr="00382888" w:rsidRDefault="00FB2200" w:rsidP="00FB2200">
      <w:pPr>
        <w:pStyle w:val="af4"/>
        <w:shd w:val="clear" w:color="auto" w:fill="FFFFFF"/>
        <w:spacing w:before="0" w:beforeAutospacing="0" w:after="0" w:afterAutospacing="0" w:line="276" w:lineRule="auto"/>
        <w:jc w:val="both"/>
      </w:pPr>
      <w:r w:rsidRPr="00382888">
        <w:t>                            ОРГАНІЗАЦІЯ ЗАХОДІВ У ЗВ´ЯЗКУ З ВІДЗНАЧЕННЯМ:</w:t>
      </w:r>
    </w:p>
    <w:p w:rsidR="00FB2200" w:rsidRPr="00382888" w:rsidRDefault="00FB2200" w:rsidP="00FB2200">
      <w:pPr>
        <w:pStyle w:val="af4"/>
        <w:shd w:val="clear" w:color="auto" w:fill="FFFFFF"/>
        <w:spacing w:before="0" w:beforeAutospacing="0" w:after="0" w:afterAutospacing="0" w:line="276" w:lineRule="auto"/>
        <w:jc w:val="both"/>
      </w:pPr>
      <w:r w:rsidRPr="00382888">
        <w:t> </w:t>
      </w:r>
    </w:p>
    <w:p w:rsidR="00FB2200" w:rsidRPr="00B516CE" w:rsidRDefault="00FB2200" w:rsidP="00FB2200">
      <w:pPr>
        <w:pStyle w:val="af4"/>
        <w:shd w:val="clear" w:color="auto" w:fill="FFFFFF"/>
        <w:spacing w:before="0" w:beforeAutospacing="0" w:after="0" w:afterAutospacing="0" w:line="276" w:lineRule="auto"/>
        <w:jc w:val="both"/>
      </w:pPr>
      <w:r w:rsidRPr="00382888">
        <w:t>        Різдва Христового                                                                                    </w:t>
      </w:r>
    </w:p>
    <w:p w:rsidR="00FB2200" w:rsidRDefault="00FB2200" w:rsidP="00FB2200">
      <w:pPr>
        <w:pStyle w:val="af4"/>
        <w:shd w:val="clear" w:color="auto" w:fill="FFFFFF"/>
        <w:spacing w:before="0" w:beforeAutospacing="0" w:after="0" w:afterAutospacing="0" w:line="276" w:lineRule="auto"/>
        <w:jc w:val="both"/>
      </w:pPr>
      <w:r w:rsidRPr="00382888">
        <w:t>      </w:t>
      </w:r>
      <w:r>
        <w:t xml:space="preserve"> Свято села </w:t>
      </w:r>
      <w:proofErr w:type="spellStart"/>
      <w:r>
        <w:t>Потереба</w:t>
      </w:r>
      <w:proofErr w:type="spellEnd"/>
      <w:r w:rsidRPr="00382888">
        <w:t xml:space="preserve">  </w:t>
      </w:r>
      <w:r>
        <w:t>( Богоявлення Господнє)</w:t>
      </w:r>
    </w:p>
    <w:p w:rsidR="00FB2200" w:rsidRDefault="00FB2200" w:rsidP="00FB2200">
      <w:pPr>
        <w:pStyle w:val="af4"/>
        <w:shd w:val="clear" w:color="auto" w:fill="FFFFFF"/>
        <w:spacing w:before="0" w:beforeAutospacing="0" w:after="0" w:afterAutospacing="0" w:line="276" w:lineRule="auto"/>
        <w:jc w:val="both"/>
      </w:pPr>
      <w:r>
        <w:t xml:space="preserve">        День Соборності України</w:t>
      </w:r>
    </w:p>
    <w:p w:rsidR="00FB2200" w:rsidRDefault="00FB2200" w:rsidP="00FB2200">
      <w:pPr>
        <w:pStyle w:val="af4"/>
        <w:shd w:val="clear" w:color="auto" w:fill="FFFFFF"/>
        <w:spacing w:before="0" w:beforeAutospacing="0" w:after="0" w:afterAutospacing="0" w:line="276" w:lineRule="auto"/>
        <w:jc w:val="both"/>
      </w:pPr>
      <w:r>
        <w:t xml:space="preserve">        Масляна</w:t>
      </w:r>
    </w:p>
    <w:p w:rsidR="00FB2200" w:rsidRPr="00B516CE" w:rsidRDefault="00FB2200" w:rsidP="00FB2200">
      <w:pPr>
        <w:pStyle w:val="af4"/>
        <w:shd w:val="clear" w:color="auto" w:fill="FFFFFF"/>
        <w:spacing w:before="0" w:beforeAutospacing="0" w:after="0" w:afterAutospacing="0" w:line="276" w:lineRule="auto"/>
        <w:jc w:val="both"/>
      </w:pPr>
      <w:r>
        <w:t xml:space="preserve">        </w:t>
      </w:r>
      <w:r w:rsidRPr="00382888">
        <w:t>Міжнародного жіночого дня                                      </w:t>
      </w:r>
      <w:r>
        <w:t xml:space="preserve">                             </w:t>
      </w:r>
    </w:p>
    <w:p w:rsidR="00FB2200" w:rsidRPr="00B516CE" w:rsidRDefault="00FB2200" w:rsidP="00FB2200">
      <w:pPr>
        <w:pStyle w:val="af4"/>
        <w:shd w:val="clear" w:color="auto" w:fill="FFFFFF"/>
        <w:spacing w:before="0" w:beforeAutospacing="0" w:after="0" w:afterAutospacing="0" w:line="276" w:lineRule="auto"/>
        <w:jc w:val="both"/>
      </w:pPr>
      <w:r w:rsidRPr="00382888">
        <w:t>        Дня Чорнобильської трагедії                                    </w:t>
      </w:r>
      <w:r>
        <w:t>                              </w:t>
      </w:r>
    </w:p>
    <w:p w:rsidR="00FB2200" w:rsidRPr="00B516CE" w:rsidRDefault="00FB2200" w:rsidP="00FB2200">
      <w:pPr>
        <w:pStyle w:val="af4"/>
        <w:shd w:val="clear" w:color="auto" w:fill="FFFFFF"/>
        <w:spacing w:before="0" w:beforeAutospacing="0" w:after="0" w:afterAutospacing="0" w:line="276" w:lineRule="auto"/>
        <w:jc w:val="both"/>
      </w:pPr>
      <w:r w:rsidRPr="00382888">
        <w:t>        Пасхи                                                                                                          </w:t>
      </w:r>
    </w:p>
    <w:p w:rsidR="00FB2200" w:rsidRPr="00B516CE" w:rsidRDefault="00FB2200" w:rsidP="00FB2200">
      <w:pPr>
        <w:pStyle w:val="af4"/>
        <w:shd w:val="clear" w:color="auto" w:fill="FFFFFF"/>
        <w:spacing w:before="0" w:beforeAutospacing="0" w:after="0" w:afterAutospacing="0" w:line="276" w:lineRule="auto"/>
        <w:jc w:val="both"/>
      </w:pPr>
      <w:r w:rsidRPr="00382888">
        <w:t xml:space="preserve">        Дня Матері                                                                                                 </w:t>
      </w:r>
    </w:p>
    <w:p w:rsidR="00FB2200" w:rsidRDefault="00FB2200" w:rsidP="00FB2200">
      <w:pPr>
        <w:pStyle w:val="af4"/>
        <w:shd w:val="clear" w:color="auto" w:fill="FFFFFF"/>
        <w:spacing w:before="0" w:beforeAutospacing="0" w:after="0" w:afterAutospacing="0" w:line="276" w:lineRule="auto"/>
        <w:jc w:val="both"/>
      </w:pPr>
      <w:r w:rsidRPr="00382888">
        <w:t>        Дня Перемоги </w:t>
      </w:r>
    </w:p>
    <w:p w:rsidR="00FB2200" w:rsidRPr="00382888" w:rsidRDefault="00FB2200" w:rsidP="00FB2200">
      <w:pPr>
        <w:pStyle w:val="af4"/>
        <w:shd w:val="clear" w:color="auto" w:fill="FFFFFF"/>
        <w:spacing w:before="0" w:beforeAutospacing="0" w:after="0" w:afterAutospacing="0" w:line="276" w:lineRule="auto"/>
        <w:jc w:val="both"/>
      </w:pPr>
      <w:r>
        <w:t xml:space="preserve">        День вишиванки</w:t>
      </w:r>
      <w:r w:rsidRPr="00382888">
        <w:t>                                                                </w:t>
      </w:r>
      <w:r>
        <w:t>                           </w:t>
      </w:r>
      <w:r w:rsidRPr="00382888">
        <w:t>    </w:t>
      </w:r>
    </w:p>
    <w:p w:rsidR="00FB2200" w:rsidRPr="00382888" w:rsidRDefault="00FB2200" w:rsidP="00FB2200">
      <w:pPr>
        <w:pStyle w:val="af4"/>
        <w:shd w:val="clear" w:color="auto" w:fill="FFFFFF"/>
        <w:spacing w:before="0" w:beforeAutospacing="0" w:after="0" w:afterAutospacing="0" w:line="276" w:lineRule="auto"/>
        <w:jc w:val="both"/>
      </w:pPr>
      <w:r w:rsidRPr="00382888">
        <w:t>        Міжнародного дня захисту дітей                                  </w:t>
      </w:r>
      <w:r>
        <w:t>                           </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        Дня медичного працівника                                                                              </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        Свято села </w:t>
      </w:r>
      <w:proofErr w:type="spellStart"/>
      <w:r w:rsidRPr="00382888">
        <w:t>Хоровиця</w:t>
      </w:r>
      <w:proofErr w:type="spellEnd"/>
      <w:r w:rsidRPr="00382888">
        <w:t xml:space="preserve"> </w:t>
      </w:r>
      <w:r>
        <w:t>( День Святої Трійці </w:t>
      </w:r>
      <w:r w:rsidRPr="00382888">
        <w:t>)                                                                 </w:t>
      </w:r>
    </w:p>
    <w:p w:rsidR="00FB2200" w:rsidRPr="00382888" w:rsidRDefault="00FB2200" w:rsidP="00FB2200">
      <w:pPr>
        <w:pStyle w:val="af4"/>
        <w:shd w:val="clear" w:color="auto" w:fill="FFFFFF"/>
        <w:spacing w:before="0" w:beforeAutospacing="0" w:after="0" w:afterAutospacing="0" w:line="276" w:lineRule="auto"/>
        <w:jc w:val="both"/>
      </w:pPr>
      <w:r w:rsidRPr="00382888">
        <w:t>        Дня Конституції України                                               </w:t>
      </w:r>
      <w:r>
        <w:t>                           </w:t>
      </w:r>
    </w:p>
    <w:p w:rsidR="00FB2200" w:rsidRPr="00382888" w:rsidRDefault="00FB2200" w:rsidP="00FB2200">
      <w:pPr>
        <w:pStyle w:val="af4"/>
        <w:shd w:val="clear" w:color="auto" w:fill="FFFFFF"/>
        <w:spacing w:before="0" w:beforeAutospacing="0" w:after="0" w:afterAutospacing="0" w:line="276" w:lineRule="auto"/>
        <w:jc w:val="both"/>
      </w:pPr>
      <w:r w:rsidRPr="00382888">
        <w:t>        Дня молоді                                                                       </w:t>
      </w:r>
      <w:r>
        <w:t>                           </w:t>
      </w:r>
      <w:r w:rsidRPr="00382888">
        <w:t>   </w:t>
      </w:r>
    </w:p>
    <w:p w:rsidR="00FB2200" w:rsidRPr="00382888" w:rsidRDefault="00FB2200" w:rsidP="00FB2200">
      <w:pPr>
        <w:pStyle w:val="af4"/>
        <w:shd w:val="clear" w:color="auto" w:fill="FFFFFF"/>
        <w:spacing w:before="0" w:beforeAutospacing="0" w:after="0" w:afterAutospacing="0" w:line="276" w:lineRule="auto"/>
        <w:jc w:val="both"/>
      </w:pPr>
      <w:r w:rsidRPr="00382888">
        <w:lastRenderedPageBreak/>
        <w:t xml:space="preserve">        Івана Купала                                                                    </w:t>
      </w:r>
      <w:r>
        <w:t xml:space="preserve">                           </w:t>
      </w:r>
    </w:p>
    <w:p w:rsidR="00FB2200" w:rsidRPr="00382888" w:rsidRDefault="00FB2200" w:rsidP="00FB2200">
      <w:pPr>
        <w:pStyle w:val="af4"/>
        <w:shd w:val="clear" w:color="auto" w:fill="FFFFFF"/>
        <w:spacing w:before="0" w:beforeAutospacing="0" w:after="0" w:afterAutospacing="0" w:line="276" w:lineRule="auto"/>
        <w:jc w:val="both"/>
      </w:pPr>
      <w:r w:rsidRPr="00382888">
        <w:t>        Дня працівників торгівлі                                            </w:t>
      </w:r>
      <w:r>
        <w:t>                               </w:t>
      </w:r>
    </w:p>
    <w:p w:rsidR="00FB2200" w:rsidRPr="00382888" w:rsidRDefault="00FB2200" w:rsidP="00FB2200">
      <w:pPr>
        <w:pStyle w:val="af4"/>
        <w:shd w:val="clear" w:color="auto" w:fill="FFFFFF"/>
        <w:spacing w:before="0" w:beforeAutospacing="0" w:after="0" w:afterAutospacing="0" w:line="276" w:lineRule="auto"/>
        <w:jc w:val="both"/>
      </w:pPr>
      <w:r w:rsidRPr="00382888">
        <w:t>        Дня Державного Прапора України                                                          </w:t>
      </w:r>
    </w:p>
    <w:p w:rsidR="00FB2200" w:rsidRPr="00382888" w:rsidRDefault="00FB2200" w:rsidP="00FB2200">
      <w:pPr>
        <w:pStyle w:val="af4"/>
        <w:shd w:val="clear" w:color="auto" w:fill="FFFFFF"/>
        <w:spacing w:before="0" w:beforeAutospacing="0" w:after="0" w:afterAutospacing="0" w:line="276" w:lineRule="auto"/>
        <w:jc w:val="both"/>
      </w:pPr>
      <w:r w:rsidRPr="00382888">
        <w:t>        Дня Незалежності України                                             </w:t>
      </w:r>
      <w:r>
        <w:t>                           </w:t>
      </w:r>
    </w:p>
    <w:p w:rsidR="00FB2200" w:rsidRPr="00382888" w:rsidRDefault="00FB2200" w:rsidP="00FB2200">
      <w:pPr>
        <w:pStyle w:val="af4"/>
        <w:shd w:val="clear" w:color="auto" w:fill="FFFFFF"/>
        <w:spacing w:before="0" w:beforeAutospacing="0" w:after="0" w:afterAutospacing="0" w:line="276" w:lineRule="auto"/>
        <w:jc w:val="both"/>
      </w:pPr>
      <w:r w:rsidRPr="00382888">
        <w:t>        Дня знань                                                                         </w:t>
      </w:r>
      <w:r>
        <w:t>                           </w:t>
      </w:r>
    </w:p>
    <w:p w:rsidR="00FB2200" w:rsidRPr="00382888" w:rsidRDefault="00FB2200" w:rsidP="00FB2200">
      <w:pPr>
        <w:pStyle w:val="af4"/>
        <w:shd w:val="clear" w:color="auto" w:fill="FFFFFF"/>
        <w:spacing w:before="0" w:beforeAutospacing="0" w:after="0" w:afterAutospacing="0" w:line="276" w:lineRule="auto"/>
        <w:jc w:val="both"/>
      </w:pPr>
      <w:r w:rsidRPr="00382888">
        <w:t>        Дня підприємця                                                           </w:t>
      </w:r>
      <w:r>
        <w:t>                               </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       Свято села Кру</w:t>
      </w:r>
      <w:r>
        <w:t>пець</w:t>
      </w:r>
      <w:r w:rsidRPr="00382888">
        <w:t xml:space="preserve"> </w:t>
      </w:r>
      <w:r>
        <w:t>, села Дідова Гора (</w:t>
      </w:r>
      <w:proofErr w:type="spellStart"/>
      <w:r>
        <w:t>Воздвиження</w:t>
      </w:r>
      <w:proofErr w:type="spellEnd"/>
      <w:r>
        <w:t xml:space="preserve"> Хреста Господнього )                     </w:t>
      </w:r>
      <w:r w:rsidRPr="00382888">
        <w:t xml:space="preserve">                                       </w:t>
      </w:r>
    </w:p>
    <w:p w:rsidR="00FB2200" w:rsidRDefault="00FB2200" w:rsidP="00FB2200">
      <w:pPr>
        <w:pStyle w:val="af4"/>
        <w:shd w:val="clear" w:color="auto" w:fill="FFFFFF"/>
        <w:spacing w:before="0" w:beforeAutospacing="0" w:after="0" w:afterAutospacing="0" w:line="276" w:lineRule="auto"/>
        <w:jc w:val="both"/>
      </w:pPr>
      <w:r w:rsidRPr="00382888">
        <w:t>        Дня людей похилого віку</w:t>
      </w:r>
    </w:p>
    <w:p w:rsidR="00FB2200" w:rsidRPr="00382888" w:rsidRDefault="00FB2200" w:rsidP="00FB2200">
      <w:pPr>
        <w:pStyle w:val="af4"/>
        <w:shd w:val="clear" w:color="auto" w:fill="FFFFFF"/>
        <w:spacing w:before="0" w:beforeAutospacing="0" w:after="0" w:afterAutospacing="0" w:line="276" w:lineRule="auto"/>
      </w:pPr>
      <w:r>
        <w:t xml:space="preserve">        День Громади</w:t>
      </w:r>
      <w:r w:rsidRPr="00382888">
        <w:t> </w:t>
      </w:r>
      <w:r>
        <w:t>,100–річчя Крупецької сільської ради</w:t>
      </w:r>
    </w:p>
    <w:p w:rsidR="00FB2200" w:rsidRPr="00382888" w:rsidRDefault="00FB2200" w:rsidP="00FB2200">
      <w:pPr>
        <w:pStyle w:val="af4"/>
        <w:shd w:val="clear" w:color="auto" w:fill="FFFFFF"/>
        <w:spacing w:before="0" w:beforeAutospacing="0" w:after="0" w:afterAutospacing="0" w:line="276" w:lineRule="auto"/>
        <w:jc w:val="both"/>
      </w:pPr>
      <w:r w:rsidRPr="00382888">
        <w:t>        Дня вчителя                                                                 </w:t>
      </w:r>
      <w:r>
        <w:t>                               </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        Свято села Комарівка </w:t>
      </w:r>
      <w:r>
        <w:t xml:space="preserve">(Івана  </w:t>
      </w:r>
      <w:proofErr w:type="spellStart"/>
      <w:r>
        <w:t>Богуслова</w:t>
      </w:r>
      <w:proofErr w:type="spellEnd"/>
      <w:r w:rsidRPr="00382888">
        <w:t>)</w:t>
      </w:r>
      <w:r>
        <w:t xml:space="preserve">                                                                   </w:t>
      </w:r>
    </w:p>
    <w:p w:rsidR="00FB2200" w:rsidRPr="00382888" w:rsidRDefault="00FB2200" w:rsidP="00FB2200">
      <w:pPr>
        <w:pStyle w:val="af4"/>
        <w:shd w:val="clear" w:color="auto" w:fill="FFFFFF"/>
        <w:spacing w:before="0" w:beforeAutospacing="0" w:after="0" w:afterAutospacing="0" w:line="276" w:lineRule="auto"/>
        <w:jc w:val="both"/>
      </w:pPr>
      <w:r w:rsidRPr="00382888">
        <w:t>   </w:t>
      </w:r>
      <w:r>
        <w:t xml:space="preserve">  </w:t>
      </w:r>
      <w:r w:rsidRPr="00382888">
        <w:t xml:space="preserve">  Свято села </w:t>
      </w:r>
      <w:proofErr w:type="spellStart"/>
      <w:r w:rsidRPr="00382888">
        <w:t>Полянь</w:t>
      </w:r>
      <w:proofErr w:type="spellEnd"/>
      <w:r>
        <w:t xml:space="preserve"> ( Покров Пресвятої Богородиці</w:t>
      </w:r>
      <w:r w:rsidRPr="00382888">
        <w:t xml:space="preserve">)                              </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       Дня Захисника України                                                                            </w:t>
      </w:r>
    </w:p>
    <w:p w:rsidR="00FB2200" w:rsidRDefault="00FB2200" w:rsidP="00FB2200">
      <w:pPr>
        <w:pStyle w:val="af4"/>
        <w:shd w:val="clear" w:color="auto" w:fill="FFFFFF"/>
        <w:spacing w:before="0" w:beforeAutospacing="0" w:after="0" w:afterAutospacing="0" w:line="276" w:lineRule="auto"/>
        <w:jc w:val="both"/>
      </w:pPr>
      <w:r w:rsidRPr="00382888">
        <w:t>        Дня працівників соціальної сфери</w:t>
      </w:r>
    </w:p>
    <w:p w:rsidR="00FB2200" w:rsidRPr="00382888" w:rsidRDefault="00FB2200" w:rsidP="00FB2200">
      <w:pPr>
        <w:pStyle w:val="af4"/>
        <w:shd w:val="clear" w:color="auto" w:fill="FFFFFF"/>
        <w:spacing w:before="0" w:beforeAutospacing="0" w:after="0" w:afterAutospacing="0" w:line="276" w:lineRule="auto"/>
        <w:jc w:val="both"/>
      </w:pPr>
      <w:r>
        <w:t xml:space="preserve">        Свято села Лисиче ( Святого Дмитра </w:t>
      </w:r>
      <w:proofErr w:type="spellStart"/>
      <w:r>
        <w:t>Мироточця</w:t>
      </w:r>
      <w:proofErr w:type="spellEnd"/>
      <w:r>
        <w:t xml:space="preserve"> )</w:t>
      </w:r>
      <w:r w:rsidRPr="00382888">
        <w:t>                                </w:t>
      </w:r>
      <w:r>
        <w:t xml:space="preserve">                           </w:t>
      </w:r>
    </w:p>
    <w:p w:rsidR="00FB2200" w:rsidRPr="00382888" w:rsidRDefault="00FB2200" w:rsidP="00FB2200">
      <w:pPr>
        <w:pStyle w:val="af4"/>
        <w:shd w:val="clear" w:color="auto" w:fill="FFFFFF"/>
        <w:spacing w:before="0" w:beforeAutospacing="0" w:after="0" w:afterAutospacing="0" w:line="276" w:lineRule="auto"/>
        <w:jc w:val="both"/>
      </w:pPr>
      <w:r w:rsidRPr="00382888">
        <w:t>        Всеукраїнського дня працівників культури і аматорів</w:t>
      </w:r>
    </w:p>
    <w:p w:rsidR="00FB2200" w:rsidRDefault="00FB2200" w:rsidP="00FB2200">
      <w:pPr>
        <w:pStyle w:val="af4"/>
        <w:shd w:val="clear" w:color="auto" w:fill="FFFFFF"/>
        <w:spacing w:before="0" w:beforeAutospacing="0" w:after="0" w:afterAutospacing="0" w:line="276" w:lineRule="auto"/>
        <w:jc w:val="both"/>
      </w:pPr>
      <w:r w:rsidRPr="00382888">
        <w:t>        народного мистецтва </w:t>
      </w:r>
    </w:p>
    <w:p w:rsidR="00FB2200" w:rsidRPr="00382888" w:rsidRDefault="00FB2200" w:rsidP="00FB2200">
      <w:pPr>
        <w:pStyle w:val="af4"/>
        <w:shd w:val="clear" w:color="auto" w:fill="FFFFFF"/>
        <w:spacing w:before="0" w:beforeAutospacing="0" w:after="0" w:afterAutospacing="0" w:line="276" w:lineRule="auto"/>
        <w:jc w:val="both"/>
      </w:pPr>
      <w:r>
        <w:t xml:space="preserve">       Свято села </w:t>
      </w:r>
      <w:proofErr w:type="spellStart"/>
      <w:r>
        <w:t>Головлі</w:t>
      </w:r>
      <w:proofErr w:type="spellEnd"/>
      <w:r>
        <w:t xml:space="preserve"> (Параскеви ) </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        Дня працівників сільського господарства                                               </w:t>
      </w:r>
    </w:p>
    <w:p w:rsidR="00FB2200" w:rsidRPr="00382888" w:rsidRDefault="00FB2200" w:rsidP="00FB2200">
      <w:pPr>
        <w:pStyle w:val="af4"/>
        <w:shd w:val="clear" w:color="auto" w:fill="FFFFFF"/>
        <w:spacing w:before="0" w:beforeAutospacing="0" w:after="0" w:afterAutospacing="0" w:line="276" w:lineRule="auto"/>
        <w:jc w:val="both"/>
      </w:pPr>
      <w:r w:rsidRPr="00382888">
        <w:t xml:space="preserve">      </w:t>
      </w:r>
      <w:r>
        <w:t xml:space="preserve"> </w:t>
      </w:r>
      <w:r w:rsidRPr="00382888">
        <w:t>Свято села Стригани та</w:t>
      </w:r>
      <w:r>
        <w:t xml:space="preserve"> села </w:t>
      </w:r>
      <w:r w:rsidRPr="00382888">
        <w:t xml:space="preserve"> Колом</w:t>
      </w:r>
      <w:r w:rsidRPr="00382888">
        <w:rPr>
          <w:vertAlign w:val="superscript"/>
        </w:rPr>
        <w:t>,</w:t>
      </w:r>
      <w:r>
        <w:t>є</w:t>
      </w:r>
      <w:r w:rsidRPr="00382888">
        <w:t xml:space="preserve"> </w:t>
      </w:r>
      <w:r>
        <w:t>(</w:t>
      </w:r>
      <w:proofErr w:type="spellStart"/>
      <w:r>
        <w:t>Михаїла</w:t>
      </w:r>
      <w:proofErr w:type="spellEnd"/>
      <w:r>
        <w:t xml:space="preserve"> </w:t>
      </w:r>
      <w:proofErr w:type="spellStart"/>
      <w:r>
        <w:t>Архистратига</w:t>
      </w:r>
      <w:proofErr w:type="spellEnd"/>
      <w:r>
        <w:t xml:space="preserve"> )                    </w:t>
      </w:r>
    </w:p>
    <w:p w:rsidR="00FB2200" w:rsidRPr="00382888" w:rsidRDefault="00FB2200" w:rsidP="00FB2200">
      <w:pPr>
        <w:pStyle w:val="af4"/>
        <w:shd w:val="clear" w:color="auto" w:fill="FFFFFF"/>
        <w:spacing w:before="0" w:beforeAutospacing="0" w:after="0" w:afterAutospacing="0" w:line="276" w:lineRule="auto"/>
        <w:jc w:val="both"/>
      </w:pPr>
      <w:r w:rsidRPr="00382888">
        <w:t>        Міжнародного дня інвалідів                                          </w:t>
      </w:r>
      <w:r>
        <w:t xml:space="preserve">                           </w:t>
      </w:r>
    </w:p>
    <w:p w:rsidR="00FB2200" w:rsidRPr="00382888" w:rsidRDefault="00FB2200" w:rsidP="00FB2200">
      <w:pPr>
        <w:pStyle w:val="af4"/>
        <w:shd w:val="clear" w:color="auto" w:fill="FFFFFF"/>
        <w:spacing w:before="0" w:beforeAutospacing="0" w:after="0" w:afterAutospacing="0" w:line="276" w:lineRule="auto"/>
        <w:jc w:val="both"/>
      </w:pPr>
      <w:r w:rsidRPr="00382888">
        <w:t>        Дня Збройних сил України                                            </w:t>
      </w:r>
      <w:r>
        <w:t>                           </w:t>
      </w:r>
    </w:p>
    <w:p w:rsidR="00FB2200" w:rsidRPr="00382888" w:rsidRDefault="00FB2200" w:rsidP="00FB2200">
      <w:pPr>
        <w:pStyle w:val="af4"/>
        <w:shd w:val="clear" w:color="auto" w:fill="FFFFFF"/>
        <w:spacing w:before="0" w:beforeAutospacing="0" w:after="0" w:afterAutospacing="0" w:line="276" w:lineRule="auto"/>
        <w:jc w:val="both"/>
      </w:pPr>
      <w:r w:rsidRPr="00382888">
        <w:t>        Дня місцевого самоврядування                                                 </w:t>
      </w:r>
      <w:r>
        <w:t>              </w:t>
      </w:r>
    </w:p>
    <w:p w:rsidR="00FB2200" w:rsidRPr="00382888" w:rsidRDefault="00FB2200" w:rsidP="00FB2200">
      <w:pPr>
        <w:pStyle w:val="af4"/>
        <w:shd w:val="clear" w:color="auto" w:fill="FFFFFF"/>
        <w:spacing w:before="0" w:beforeAutospacing="0" w:after="0" w:afterAutospacing="0" w:line="276" w:lineRule="auto"/>
        <w:jc w:val="both"/>
      </w:pPr>
      <w:r w:rsidRPr="00382888">
        <w:t>        Дня Святого Миколая                                                    </w:t>
      </w:r>
      <w:r>
        <w:t>                           </w:t>
      </w:r>
    </w:p>
    <w:p w:rsidR="00FB2200" w:rsidRPr="00382888" w:rsidRDefault="00FB2200" w:rsidP="00FB2200">
      <w:pPr>
        <w:pStyle w:val="af4"/>
        <w:shd w:val="clear" w:color="auto" w:fill="FFFFFF"/>
        <w:spacing w:before="0" w:beforeAutospacing="0" w:after="0" w:afterAutospacing="0" w:line="276" w:lineRule="auto"/>
        <w:jc w:val="both"/>
      </w:pPr>
      <w:r w:rsidRPr="00382888">
        <w:t>        Новорічний бал-маскарад                                              </w:t>
      </w:r>
      <w:r>
        <w:t xml:space="preserve">                           </w:t>
      </w:r>
    </w:p>
    <w:p w:rsidR="00FB2200" w:rsidRPr="00382888" w:rsidRDefault="00FB2200" w:rsidP="00FB2200">
      <w:pPr>
        <w:pStyle w:val="af4"/>
        <w:shd w:val="clear" w:color="auto" w:fill="FFFFFF"/>
        <w:spacing w:before="0" w:beforeAutospacing="0" w:after="0" w:afterAutospacing="0" w:line="276" w:lineRule="auto"/>
        <w:jc w:val="both"/>
      </w:pPr>
    </w:p>
    <w:p w:rsidR="00FB2200" w:rsidRDefault="00FB2200" w:rsidP="00FB2200">
      <w:pPr>
        <w:pStyle w:val="af4"/>
        <w:shd w:val="clear" w:color="auto" w:fill="FFFFFF"/>
        <w:spacing w:before="0" w:beforeAutospacing="0" w:after="0" w:afterAutospacing="0"/>
        <w:jc w:val="both"/>
      </w:pPr>
    </w:p>
    <w:p w:rsidR="00FB2200" w:rsidRDefault="00FB2200" w:rsidP="00FB2200">
      <w:pPr>
        <w:pStyle w:val="af4"/>
        <w:shd w:val="clear" w:color="auto" w:fill="FFFFFF"/>
        <w:spacing w:before="0" w:beforeAutospacing="0" w:after="0" w:afterAutospacing="0"/>
        <w:jc w:val="both"/>
      </w:pPr>
    </w:p>
    <w:p w:rsidR="00FB2200" w:rsidRPr="00B36487" w:rsidRDefault="00FB2200" w:rsidP="00FB2200">
      <w:pPr>
        <w:pStyle w:val="af4"/>
        <w:shd w:val="clear" w:color="auto" w:fill="FFFFFF"/>
        <w:spacing w:before="0" w:beforeAutospacing="0" w:after="0" w:afterAutospacing="0"/>
        <w:jc w:val="both"/>
      </w:pPr>
    </w:p>
    <w:p w:rsidR="00FB2200" w:rsidRPr="00B36487" w:rsidRDefault="00FB2200" w:rsidP="00FB2200">
      <w:pPr>
        <w:pStyle w:val="af4"/>
        <w:shd w:val="clear" w:color="auto" w:fill="FFFFFF"/>
        <w:spacing w:before="0" w:beforeAutospacing="0" w:after="0" w:afterAutospacing="0"/>
        <w:jc w:val="both"/>
        <w:rPr>
          <w:color w:val="C00000"/>
        </w:rPr>
      </w:pPr>
      <w:r w:rsidRPr="00B36487">
        <w:rPr>
          <w:color w:val="C00000"/>
        </w:rPr>
        <w:t> </w:t>
      </w:r>
    </w:p>
    <w:p w:rsidR="00FB2200" w:rsidRDefault="00FB2200" w:rsidP="00FB2200">
      <w:pPr>
        <w:pStyle w:val="af4"/>
        <w:shd w:val="clear" w:color="auto" w:fill="FFFFFF"/>
        <w:spacing w:before="0" w:beforeAutospacing="0" w:after="0" w:afterAutospacing="0"/>
        <w:jc w:val="both"/>
        <w:rPr>
          <w:color w:val="333333"/>
        </w:rPr>
      </w:pPr>
      <w:r w:rsidRPr="00B36487">
        <w:rPr>
          <w:color w:val="333333"/>
        </w:rPr>
        <w:t>   Секретар сільської ради                                                                                          В.М.Мазур</w:t>
      </w:r>
    </w:p>
    <w:p w:rsidR="004F7E3E" w:rsidRDefault="004F7E3E"/>
    <w:sectPr w:rsidR="004F7E3E" w:rsidSect="004F7E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FB2200"/>
    <w:rsid w:val="00171A2E"/>
    <w:rsid w:val="00304C90"/>
    <w:rsid w:val="004F7E3E"/>
    <w:rsid w:val="00505B6D"/>
    <w:rsid w:val="006D3977"/>
    <w:rsid w:val="007D6C18"/>
    <w:rsid w:val="00D1641A"/>
    <w:rsid w:val="00FB2200"/>
    <w:rsid w:val="00FD3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200"/>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FB22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rsid w:val="00FB2200"/>
    <w:rPr>
      <w:rFonts w:ascii="Times New Roman" w:eastAsia="Times New Roman" w:hAnsi="Times New Roman" w:cs="Times New Roman"/>
      <w:sz w:val="24"/>
      <w:szCs w:val="24"/>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8</Pages>
  <Words>2469</Words>
  <Characters>14079</Characters>
  <Application>Microsoft Office Word</Application>
  <DocSecurity>0</DocSecurity>
  <Lines>117</Lines>
  <Paragraphs>33</Paragraphs>
  <ScaleCrop>false</ScaleCrop>
  <Company>Microsoft</Company>
  <LinksUpToDate>false</LinksUpToDate>
  <CharactersWithSpaces>16515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2019-12-17T14:16:00Z</dcterms:created>
  <dcterms:modified xsi:type="dcterms:W3CDTF">2019-12-17T14:17:00Z</dcterms:modified>
</cp:coreProperties>
</file>