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AD7" w:rsidRPr="00C623C0" w:rsidRDefault="00864AD7" w:rsidP="00864AD7">
      <w:pPr>
        <w:tabs>
          <w:tab w:val="right" w:pos="9354"/>
        </w:tabs>
        <w:jc w:val="right"/>
        <w:rPr>
          <w:rFonts w:ascii="Times New Roman" w:eastAsiaTheme="minorHAnsi" w:hAnsi="Times New Roman"/>
          <w:color w:val="FF0000"/>
          <w:lang w:val="ru-RU"/>
        </w:rPr>
      </w:pPr>
      <w:r w:rsidRPr="00C623C0">
        <w:rPr>
          <w:rFonts w:ascii="Times New Roman" w:eastAsiaTheme="minorHAnsi" w:hAnsi="Times New Roman"/>
          <w:color w:val="FF0000"/>
          <w:lang w:val="ru-RU"/>
        </w:rPr>
        <w:t>ПРОЕКТ</w:t>
      </w:r>
    </w:p>
    <w:p w:rsidR="00864AD7" w:rsidRPr="008D3E19" w:rsidRDefault="00864AD7" w:rsidP="00864AD7">
      <w:pPr>
        <w:tabs>
          <w:tab w:val="right" w:pos="9354"/>
        </w:tabs>
        <w:spacing w:after="0" w:line="240" w:lineRule="auto"/>
        <w:rPr>
          <w:rFonts w:ascii="Times New Roman" w:eastAsiaTheme="minorHAnsi" w:hAnsi="Times New Roman"/>
          <w:color w:val="FF0000"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37465</wp:posOffset>
                </wp:positionV>
                <wp:extent cx="543560" cy="734695"/>
                <wp:effectExtent l="0" t="0" r="8890" b="8255"/>
                <wp:wrapNone/>
                <wp:docPr id="3264" name="Групувати 32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3265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6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7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8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69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0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1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2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3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4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5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6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7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8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79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0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1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2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3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4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6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0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1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2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3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4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6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7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3287" o:spid="_x0000_s1026" style="position:absolute;margin-left:211.3pt;margin-top:2.9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/jbcYA&#10;AADdAAAADwAAAGRycy9kb3ducmV2LnhtbESPQWvCQBSE74X+h+UVequbbjCV6CqlYin0VK3i8ZF9&#10;JqHZt2F3jem/dwsFj8PMfMMsVqPtxEA+tI41PE8yEMSVMy3XGr53m6cZiBCRDXaOScMvBVgt7+8W&#10;WBp34S8atrEWCcKhRA1NjH0pZagashgmridO3sl5izFJX0vj8ZLgtpMqywppseW00GBPbw1VP9uz&#10;1fA5qOJwfF/bXV6rF1/l+7VqO60fH8bXOYhIY7yF/9sfRkOuiin8vU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l/jb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kqKcUA&#10;AADdAAAADwAAAGRycy9kb3ducmV2LnhtbESPQYvCMBSE78L+h/AWvIimdaEr1SiLsKArCNYFr4/m&#10;2Vabl9JErf/eCILHYWa+YWaLztTiSq2rLCuIRxEI4tzqigsF//vf4QSE88gaa8uk4E4OFvOP3gxT&#10;bW+8o2vmCxEg7FJUUHrfpFK6vCSDbmQb4uAdbWvQB9kWUrd4C3BTy3EUJdJgxWGhxIaWJeXn7GIU&#10;yH229uvvygziv8O2i+1puclPSvU/u58pCE+df4df7ZVW8DVOEni+C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Sop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il+sgA&#10;AADdAAAADwAAAGRycy9kb3ducmV2LnhtbESPT2sCMRTE7wW/Q3hCL0Wz2lbtahQrWKSHgv/uz83r&#10;7urmZZukuvXTm0Khx2FmfsNMZo2pxJmcLy0r6HUTEMSZ1SXnCnbbZWcEwgdkjZVlUvBDHmbT1t0E&#10;U20vvKbzJuQiQtinqKAIoU6l9FlBBn3X1sTR+7TOYIjS5VI7vES4qWQ/SQbSYMlxocCaFgVlp823&#10;UbBc0ellX3+9PV3dcz46Hj7eX7cPSt23m/kYRKAm/If/2iut4LE/GMLvm/gE5PQ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aKX6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ZWp8EA&#10;AADdAAAADwAAAGRycy9kb3ducmV2LnhtbERPy4rCMBTdC/MP4Q7MTlMdlFJNRRRFcDUqur02tw9t&#10;bkoTbf37yWJglofzXix7U4sXta6yrGA8ikAQZ1ZXXCg4n7bDGITzyBpry6TgTQ6W6cdggYm2Hf/Q&#10;6+gLEULYJaig9L5JpHRZSQbdyDbEgctta9AH2BZSt9iFcFPLSRTNpMGKQ0OJDa1Lyh7Hp1EQHab1&#10;Lb9wH183u+xx77bcVWOlvj771RyEp97/i//ce63gezILc8Ob8ARk+g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mVqfBAAAA3Q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UE8gA&#10;AADdAAAADwAAAGRycy9kb3ducmV2LnhtbESPT2sCMRTE7wW/Q3hCL0Wz2lZ0axRbsIiHgv/uz83r&#10;7urmZU1SXfvpG6HgcZiZ3zDjaWMqcSbnS8sKet0EBHFmdcm5gu1m3hmC8AFZY2WZFFzJw3TSehhj&#10;qu2FV3Reh1xECPsUFRQh1KmUPivIoO/amjh639YZDFG6XGqHlwg3lewnyUAaLDkuFFjTR0HZcf1j&#10;FMwXdBzt6tPny697zYeH/dfyffOk1GO7mb2BCNSEe/i/vdAKnvuDEdzexCcgJ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u5QT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nMfMEA&#10;AADdAAAADwAAAGRycy9kb3ducmV2LnhtbERPy4rCMBTdC/5DuII7TVV80DGKKIrgygcz2zvNta02&#10;N6WJtv69WQguD+c9XzamEE+qXG5ZwaAfgSBOrM45VXA5b3szEM4jaywsk4IXOVgu2q05xtrWfKTn&#10;yacihLCLUUHmfRlL6ZKMDLq+LYkDd7WVQR9glUpdYR3CTSGHUTSRBnMODRmWtM4ouZ8eRkF0GBf/&#10;119uZn+bXXK/1Vuu84FS3U6z+gHhqfFf8ce91wpGw2nYH96EJyA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JzHzBAAAA3Q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DIb8YA&#10;AADdAAAADwAAAGRycy9kb3ducmV2LnhtbESPQWvCQBSE7wX/w/IK3urGBKxNXUVSC72q8eDtNftM&#10;QrJvQ3Yb0/56Vyh4HGbmG2a1GU0rBupdbVnBfBaBIC6srrlUkB8/X5YgnEfW2FomBb/kYLOePK0w&#10;1fbKexoOvhQBwi5FBZX3XSqlKyoy6Ga2Iw7exfYGfZB9KXWP1wA3rYyjaCEN1hwWKuwoq6hoDj9G&#10;wemjaZI3jpK/85AtXfad5/Flp9T0edy+g/A0+kf4v/2lFSTx6xzub8IT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DIb8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5RtcgA&#10;AADdAAAADwAAAGRycy9kb3ducmV2LnhtbESPQWvCQBSE74L/YXlCL6Ib06ISXUVKCxX0oC1Vb4/s&#10;Mwlm36bZbYz99V2h0OMwM98w82VrStFQ7QrLCkbDCARxanXBmYKP99fBFITzyBpLy6TgRg6Wi25n&#10;jom2V95Rs/eZCBB2CSrIva8SKV2ak0E3tBVx8M62NuiDrDOpa7wGuCllHEVjabDgsJBjRc85pZf9&#10;t1HwRM1xtfk5bT+PXy/envuHtRsdlHrotasZCE+t/w//td+0gsd4EsP9TXg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XlG1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7zg8YA&#10;AADdAAAADwAAAGRycy9kb3ducmV2LnhtbESPQWvCQBSE70L/w/IKvZlNE7A2dZUSW+hVjYfeXrPP&#10;JCT7NmTXmPbXu0LB4zAz3zCrzWQ6MdLgGssKnqMYBHFpdcOVguLwOV+CcB5ZY2eZFPySg836YbbC&#10;TNsL72jc+0oECLsMFdTe95mUrqzJoItsTxy8kx0M+iCHSuoBLwFuOpnE8UIabDgs1NhTXlPZ7s9G&#10;wXHbtukrx+nf95gvXf5TFMnpQ6mnx+n9DYSnyd/D/+0vrSBNXlK4vQlP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7zg8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tsWsgA&#10;AADdAAAADwAAAGRycy9kb3ducmV2LnhtbESPQWvCQBSE70L/w/IKvYjZaMWW6CpSWrCgB61UvT2y&#10;zyQ0+zbNrjH117sFweMwM98wk1lrStFQ7QrLCvpRDII4tbrgTMH266P3CsJ5ZI2lZVLwRw5m04fO&#10;BBNtz7ymZuMzESDsElSQe18lUro0J4MushVx8I62NuiDrDOpazwHuCnlII5H0mDBYSHHit5ySn82&#10;J6NgSM1+vrwcVt/733dvj93dp+vvlHp6bOdjEJ5afw/f2gut4HnwMoT/N+EJyO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+2xa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22d8gA&#10;AADdAAAADwAAAGRycy9kb3ducmV2LnhtbESPQWvCQBSE74X+h+UVequbaq0luopYbIVCwbTo9ZF9&#10;ZlOzb2N2NdFf3xUKPQ4z8w0zmXW2EidqfOlYwWMvAUGcO11yoeD7a/nwAsIHZI2VY1JwJg+z6e3N&#10;BFPtWl7TKQuFiBD2KSowIdSplD43ZNH3XE0cvZ1rLIYom0LqBtsIt5XsJ8mztFhyXDBY08JQvs+O&#10;VsH2afDpzHvmju3r22W/Pox+NosPpe7vuvkYRKAu/If/2iutYNAfDeH6Jj4BO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fbZ3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0LncUA&#10;AADdAAAADwAAAGRycy9kb3ducmV2LnhtbESPT2sCMRTE7wW/Q3hCbzWrRSvrRtFSReyp2/b+2Lz9&#10;g5uXdRPX9Ns3QqHHYeY3w2SbYFoxUO8aywqmkwQEcWF1w5WCr8/90xKE88gaW8uk4IccbNajhwxT&#10;bW/8QUPuKxFL2KWooPa+S6V0RU0G3cR2xNErbW/QR9lXUvd4i+WmlbMkWUiDDceFGjt6rak451ej&#10;4Pk0vxz0rnob2uXBvR/LfWjCt1KP47BdgfAU/H/4jz7qyM1eFnB/E5+AX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7Qud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cUWsMA&#10;AADdAAAADwAAAGRycy9kb3ducmV2LnhtbESPQYvCMBSE7wv+h/AEb2uqgl2rUUQRBPGwrgePj+bZ&#10;FJuX0sRa/70RhD0OM/MNs1h1thItNb50rGA0TEAQ506XXCg4/+2+f0D4gKyxckwKnuRhtex9LTDT&#10;7sG/1J5CISKEfYYKTAh1JqXPDVn0Q1cTR+/qGoshyqaQusFHhNtKjpNkKi2WHBcM1rQxlN9Od6vg&#10;MjvORp3ZJoc2Xe9Dzoi3dqrUoN+t5yACdeE//GnvtYLJOE3h/SY+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cUWsMAAADd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dKicUA&#10;AADdAAAADwAAAGRycy9kb3ducmV2LnhtbERPPW/CMBDdK/U/WFepG3EIEpQQgyokUJYOhbYwnuIj&#10;CY3PIXZD2l+PB6SOT+87Ww2mET11rrasYBzFIIgLq2suFXzsN6MXEM4ja2wsk4JfcrBaPj5kmGp7&#10;5Xfqd74UIYRdigoq79tUSldUZNBFtiUO3Ml2Bn2AXSl1h9cQbhqZxPFUGqw5NFTY0rqi4nv3YxQc&#10;xm9/83YyfCZHf8nPyfZSbL6mSj0/Da8LEJ4G/y++u3OtYJLMwtzwJjwB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x0qJ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+5Z8QA&#10;AADdAAAADwAAAGRycy9kb3ducmV2LnhtbESPUWvCMBSF3wX/Q7iCb5rqRLfOKMUhOPZktx9wae7a&#10;anMTkmi7f78Igz0ezjnf4Wz3g+nEnXxoLStYzDMQxJXVLdcKvj6Ps2cQISJr7CyTgh8KsN+NR1vM&#10;te35TPcy1iJBOOSooInR5VKGqiGDYW4dcfK+rTcYk/S11B77BDedXGbZWhpsOS006OjQUHUtb0YB&#10;erd5c6Xsz+vLB54u7wWtbKHUdDIUryAiDfE//Nc+aQVPy80LPN6kJy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PuWf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Zx28QA&#10;AADdAAAADwAAAGRycy9kb3ducmV2LnhtbERPTWvCQBC9C/0PyxS86aYKGqKrtGpAbC61evA2ZMck&#10;NDsbsqtGf333IHh8vO/5sjO1uFLrKssKPoYRCOLc6ooLBYffdBCDcB5ZY22ZFNzJwXLx1ptjou2N&#10;f+i694UIIewSVFB63yRSurwkg25oG+LAnW1r0AfYFlK3eAvhppajKJpIgxWHhhIbWpWU/+0vRkGW&#10;Zk32zZv4tL58jU/bx3HKu1Sp/nv3OQPhqfMv8dO91QrGozjsD2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Gcdv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IxA8cA&#10;AADdAAAADwAAAGRycy9kb3ducmV2LnhtbESPQWvCQBSE74X+h+UVvNWNCqKpmyCCtIW2oBba4zP7&#10;TILZt3F3jem/d4WCx2FmvmEWeW8a0ZHztWUFo2ECgriwuuZSwfdu/TwD4QOyxsYyKfgjD3n2+LDA&#10;VNsLb6jbhlJECPsUFVQhtKmUvqjIoB/aljh6B+sMhihdKbXDS4SbRo6TZCoN1hwXKmxpVVFx3J6N&#10;gq/T9PzR/fy+7l2/bk/N++pTz2ulBk/98gVEoD7cw//tN61gMp6N4PYmPgGZ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CMQP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LBwMQA&#10;AADdAAAADwAAAGRycy9kb3ducmV2LnhtbESP0WrCQBRE3wX/YblC33RjSlWiq4hgW0QojX7AJXvN&#10;BrN3Q3bVtF/vCoKPw8ycYRarztbiSq2vHCsYjxIQxIXTFZcKjoftcAbCB2SNtWNS8EceVst+b4GZ&#10;djf+pWseShEh7DNUYEJoMil9YciiH7mGOHon11oMUbal1C3eItzWMk2SibRYcVww2NDGUHHOL1YB&#10;J3L7sy9qLT//j9Pdl8l3H5dcqbdBt56DCNSFV/jZ/tYK3tNZCo838Qn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CwcD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XfI8cA&#10;AADdAAAADwAAAGRycy9kb3ducmV2LnhtbESPQWvCQBSE74L/YXlCb7rRtCVGV2ltBfVmFMTbI/tM&#10;gtm3IbvVtL++KxR6HGbmG2a+7EwtbtS6yrKC8SgCQZxbXXGh4HhYDxMQziNrrC2Tgm9ysFz0e3NM&#10;tb3znm6ZL0SAsEtRQel9k0rp8pIMupFtiIN3sa1BH2RbSN3iPcBNLSdR9CoNVhwWSmxoVVJ+zb6M&#10;guxyPut3/nzeJi9utdvFP9PT+kOpp0H3NgPhqfP/4b/2RiuIJ0kMjzfh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13yP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TOisQA&#10;AADdAAAADwAAAGRycy9kb3ducmV2LnhtbESP3YrCMBSE74V9h3AE7zS1laVUo4goeLEX/j3AoTk2&#10;1eak20Stb79ZWNjLYWa+YRar3jbiSZ2vHSuYThIQxKXTNVcKLufdOAfhA7LGxjEpeJOH1fJjsMBC&#10;uxcf6XkKlYgQ9gUqMCG0hZS+NGTRT1xLHL2r6yyGKLtK6g5fEW4bmSbJp7RYc1ww2NLGUHk/PayC&#10;9LK+ba6H7Ov2nSW8tabfPo5GqdGwX89BBOrDf/ivvdcKsjSfwe+b+AT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0zor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s1YscA&#10;AADdAAAADwAAAGRycy9kb3ducmV2LnhtbESPQWvCQBSE70L/w/KE3nRjWkuaukotCL0Ianuot2f2&#10;NQlm36a7q0Z/vSsIPQ4z8w0zmXWmEUdyvrasYDRMQBAXVtdcKvj+WgwyED4ga2wsk4IzeZhNH3oT&#10;zLU98ZqOm1CKCGGfo4IqhDaX0hcVGfRD2xJH79c6gyFKV0rt8BThppFpkrxIgzXHhQpb+qio2G8O&#10;RsH8NZv/rZ55eVnvtrT92e3HqUuUeux3728gAnXhP3xvf2oFT2k2htub+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LNWLHAAAA3QAAAA8AAAAAAAAAAAAAAAAAmAIAAGRy&#10;cy9kb3ducmV2LnhtbFBLBQYAAAAABAAEAPUAAACMAwAAAAA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swl8YA&#10;AADdAAAADwAAAGRycy9kb3ducmV2LnhtbESPQWvCQBSE70L/w/IKvYhuohJCdJUiFlovElvB4yP7&#10;mgSzb0N2G9N/7wqCx2FmvmFWm8E0oqfO1ZYVxNMIBHFhdc2lgp/vj0kKwnlkjY1lUvBPDjbrl9EK&#10;M22vnFN/9KUIEHYZKqi8bzMpXVGRQTe1LXHwfm1n0AfZlVJ3eA1w08hZFCXSYM1hocKWthUVl+Of&#10;UbCXRT/+WlB8KPvzZXdITybJY6XeXof3JQhPg3+GH+1PrWA+SxO4vwlP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swl8YAAADdAAAADwAAAAAAAAAAAAAAAACYAgAAZHJz&#10;L2Rvd25yZXYueG1sUEsFBgAAAAAEAAQA9QAAAIs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vmTsMA&#10;AADdAAAADwAAAGRycy9kb3ducmV2LnhtbERP22rCQBB9F/oPyxT6ppumpNjUVaQoVBCKlw8YdqdJ&#10;aHY2ZEeT9uu7D4KPh3NfrEbfqiv1sQls4HmWgSK2wTVcGTifttM5qCjIDtvAZOCXIqyWD5MFli4M&#10;fKDrUSqVQjiWaKAW6Uqto63JY5yFjjhx36H3KAn2lXY9DinctzrPslftseHUUGNHHzXZn+PFG8gv&#10;Vqx/2/3tN2cpvk7dkBXztTFPj+P6HZTQKHfxzf3pDLwUedqf3qQno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vmTsMAAADd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m8cscA&#10;AADdAAAADwAAAGRycy9kb3ducmV2LnhtbESPT2sCMRTE74V+h/AK3mrWFUtZjVJKWxTWin8u3h7J&#10;c7N087Jsom6/fSMUPA4z8xtmtuhdIy7UhdqzgtEwA0Gsvam5UnDYfz6/gggR2WDjmRT8UoDF/PFh&#10;hoXxV97SZRcrkSAcClRgY2wLKYO25DAMfUucvJPvHMYku0qaDq8J7hqZZ9mLdFhzWrDY0rsl/bM7&#10;OwX6a1x+rMqj1ed8s67q703ptielBk/92xREpD7ew//tpVEwnuQjuL1JT0D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dJvHLHAAAA3QAAAA8AAAAAAAAAAAAAAAAAmAIAAGRy&#10;cy9kb3ducmV2LnhtbFBLBQYAAAAABAAEAPUAAACM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v0VcUA&#10;AADdAAAADwAAAGRycy9kb3ducmV2LnhtbESPQWuDQBSE74H8h+UFekvWWBqCzRqKUGgvgVpDeny4&#10;ryq6b8XdqsmvzxYKPQ4z8w1zOM6mEyMNrrGsYLuJQBCXVjdcKSg+X9d7EM4ja+wsk4IrOTimy8UB&#10;E20n/qAx95UIEHYJKqi97xMpXVmTQbexPXHwvu1g0Ac5VFIPOAW46WQcRTtpsOGwUGNPWU1lm/8Y&#10;Bb25nYuv99MYbS8Y6ynjqd2xUg+r+eUZhKfZ/4f/2m9aweNTHMPvm/AEZH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C/RVxQAAAN0AAAAPAAAAAAAAAAAAAAAAAJgCAABkcnMv&#10;ZG93bnJldi54bWxQSwUGAAAAAAQABAD1AAAAig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+bwMcA&#10;AADdAAAADwAAAGRycy9kb3ducmV2LnhtbESPQWvCQBSE7wX/w/IKvdVNTVtsdBURUjwJmkLs7ZF9&#10;JsHs25DdmLS/visUPA4z8w2zXI+mEVfqXG1Zwcs0AkFcWF1zqeArS5/nIJxH1thYJgU/5GC9mjws&#10;MdF24ANdj74UAcIuQQWV920ipSsqMuimtiUO3tl2Bn2QXSl1h0OAm0bOouhdGqw5LFTY0rai4nLs&#10;jYLX08cmy+n795J/2lzusr3dp71ST4/jZgHC0+jv4f/2TiuI32Yx3N6EJy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M/m8DHAAAA3QAAAA8AAAAAAAAAAAAAAAAAmAIAAGRy&#10;cy9kb3ducmV2LnhtbFBLBQYAAAAABAAEAPUAAACM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FHY8cA&#10;AADdAAAADwAAAGRycy9kb3ducmV2LnhtbESPQWvCQBSE74X+h+UVvNWNsQ0SXaVUhEqhoBW8PrPP&#10;JCb7Nu6uGv99t1DocZiZb5jZojetuJLztWUFo2ECgriwuuZSwe579TwB4QOyxtYyKbiTh8X88WGG&#10;ubY33tB1G0oRIexzVFCF0OVS+qIig35oO+LoHa0zGKJ0pdQObxFuWpkmSSYN1hwXKuzovaKi2V6M&#10;gvN42Xy5w/50+FxP7llTnFO5zpQaPPVvUxCB+vAf/mt/aAXj1/QFft/E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hR2PHAAAA3QAAAA8AAAAAAAAAAAAAAAAAmAIAAGRy&#10;cy9kb3ducmV2LnhtbFBLBQYAAAAABAAEAPUAAACM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enPcgA&#10;AADdAAAADwAAAGRycy9kb3ducmV2LnhtbESPT2vCQBTE74V+h+UJvdWNqSmaukoVCl4K9c9Bb8/s&#10;axLMvo27W0399K5Q6HGYmd8wk1lnGnEm52vLCgb9BARxYXXNpYLt5uN5BMIHZI2NZVLwSx5m08eH&#10;CebaXnhF53UoRYSwz1FBFUKbS+mLigz6vm2Jo/dtncEQpSuldniJcNPINElepcGa40KFLS0qKo7r&#10;H6NgPh7NT19D/ryuDnva7w7HLHWJUk+97v0NRKAu/If/2kut4CVLM7i/i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h6c9yAAAAN0AAAAPAAAAAAAAAAAAAAAAAJgCAABk&#10;cnMvZG93bnJldi54bWxQSwUGAAAAAAQABAD1AAAAjQMAAAAA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rfecYA&#10;AADdAAAADwAAAGRycy9kb3ducmV2LnhtbESPUWvCMBSF3wf7D+EKexmarmOi1ShjbLCxQpn6A67N&#10;tS0mNyXJtP57MxD2eDjnfIezXA/WiBP50DlW8DTJQBDXTnfcKNhtP8YzECEiazSOScGFAqxX93dL&#10;LLQ78w+dNrERCcKhQAVtjH0hZahbshgmridO3sF5izFJ30jt8Zzg1sg8y6bSYsdpocWe3lqqj5tf&#10;q+A93/tqj9+mzraNKb+q8nFelUo9jIbXBYhIQ/wP39qfWsHzSz6Fv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rfecYAAADd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utyMcA&#10;AADdAAAADwAAAGRycy9kb3ducmV2LnhtbESPW2sCMRSE3wv+h3CEvtWsSr2sRtHCQkHw1j74eNwc&#10;N4ubk+0m1e2/b4RCH4eZ+YaZL1tbiRs1vnSsoN9LQBDnTpdcKPj8yF4mIHxA1lg5JgU/5GG56DzN&#10;MdXuzge6HUMhIoR9igpMCHUqpc8NWfQ9VxNH7+IaiyHKppC6wXuE20oOkmQkLZYcFwzW9GYovx6/&#10;rQIr8XQuRlm+XQ03u820XO+/MqPUc7ddzUAEasN/+K/9rhUMXwdjeLy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brcjHAAAA3QAAAA8AAAAAAAAAAAAAAAAAmAIAAGRy&#10;cy9kb3ducmV2LnhtbFBLBQYAAAAABAAEAPUAAACM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64AD7" w:rsidRPr="008D3E19" w:rsidRDefault="00864AD7" w:rsidP="00864AD7">
      <w:pPr>
        <w:tabs>
          <w:tab w:val="left" w:pos="2160"/>
        </w:tabs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864AD7" w:rsidRPr="008D3E19" w:rsidRDefault="00864AD7" w:rsidP="00864AD7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864AD7" w:rsidRPr="008D3E19" w:rsidRDefault="00864AD7" w:rsidP="00864AD7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УКРАЇНА</w:t>
      </w:r>
    </w:p>
    <w:p w:rsidR="00864AD7" w:rsidRPr="008D3E19" w:rsidRDefault="00864AD7" w:rsidP="00864AD7">
      <w:pPr>
        <w:keepNext/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КРУПЕЦЬКА СІЛЬСЬКА РАДА</w:t>
      </w:r>
    </w:p>
    <w:p w:rsidR="00864AD7" w:rsidRPr="008D3E19" w:rsidRDefault="00864AD7" w:rsidP="00864AD7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СЛАВУТСЬКОГО РАЙОНУ</w:t>
      </w:r>
    </w:p>
    <w:p w:rsidR="00864AD7" w:rsidRPr="008D3E19" w:rsidRDefault="00864AD7" w:rsidP="00864AD7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ХМЕЛЬНИЦЬКОЇ ОБЛАСТІ</w:t>
      </w:r>
    </w:p>
    <w:p w:rsidR="00864AD7" w:rsidRPr="008D3E19" w:rsidRDefault="00864AD7" w:rsidP="00864AD7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увати 3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3382" o:spid="_x0000_s1026" style="position:absolute;margin-left:219.6pt;margin-top:717.85pt;width:42.8pt;height:57.85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64AD7" w:rsidRPr="008D3E19" w:rsidRDefault="00864AD7" w:rsidP="00864AD7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proofErr w:type="gram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Р</w:t>
      </w:r>
      <w:proofErr w:type="gram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ІШЕННЯ</w:t>
      </w:r>
    </w:p>
    <w:p w:rsidR="00864AD7" w:rsidRPr="008D3E19" w:rsidRDefault="00864AD7" w:rsidP="00864AD7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Х</w:t>
      </w:r>
      <w:r>
        <w:rPr>
          <w:rFonts w:ascii="Times New Roman" w:eastAsiaTheme="minorHAnsi" w:hAnsi="Times New Roman"/>
          <w:sz w:val="24"/>
          <w:szCs w:val="24"/>
          <w:lang w:val="ru-RU"/>
        </w:rPr>
        <w:t>ХХХІ</w:t>
      </w:r>
      <w:r w:rsidRPr="008D3E19">
        <w:rPr>
          <w:rFonts w:ascii="Times New Roman" w:eastAsiaTheme="minorHAnsi" w:hAnsi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сесії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сільської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ради   </w:t>
      </w:r>
      <w:r w:rsidRPr="008D3E19">
        <w:rPr>
          <w:rFonts w:ascii="Times New Roman" w:eastAsiaTheme="minorHAnsi" w:hAnsi="Times New Roman"/>
          <w:sz w:val="24"/>
          <w:szCs w:val="24"/>
          <w:lang w:val="en-US"/>
        </w:rPr>
        <w:t>VII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скликання</w:t>
      </w:r>
      <w:proofErr w:type="spellEnd"/>
    </w:p>
    <w:p w:rsidR="00864AD7" w:rsidRPr="008D3E19" w:rsidRDefault="00864AD7" w:rsidP="00864AD7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         </w:t>
      </w:r>
      <w:r>
        <w:rPr>
          <w:rFonts w:ascii="Times New Roman" w:eastAsiaTheme="minorHAnsi" w:hAnsi="Times New Roman"/>
          <w:sz w:val="24"/>
          <w:szCs w:val="24"/>
          <w:lang w:val="ru-RU"/>
        </w:rPr>
        <w:t>23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.09. 2020р.                              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Крупець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                                        №___  </w:t>
      </w:r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color w:val="FF0000"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Про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надання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дозволу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на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розробку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проекту 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із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землеустрою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щодо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відведення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земельної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 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ділянки</w:t>
      </w:r>
      <w:proofErr w:type="spellEnd"/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</w:rPr>
      </w:pPr>
      <w:r w:rsidRPr="008D3E19">
        <w:rPr>
          <w:rFonts w:ascii="Times New Roman" w:eastAsiaTheme="minorHAnsi" w:hAnsi="Times New Roman"/>
          <w:b/>
          <w:sz w:val="24"/>
          <w:szCs w:val="24"/>
        </w:rPr>
        <w:t>Оксюта Р.В.</w:t>
      </w:r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 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Відповідно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gram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до</w:t>
      </w:r>
      <w:proofErr w:type="gram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gram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пункту</w:t>
      </w:r>
      <w:proofErr w:type="gram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34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частини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1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статті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26,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статті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42 Закону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«Про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місцеве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самоврядування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в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», статей 12,  118 та 121 Земельного кодексу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, Закону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«Про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землеустрій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»,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розглянувши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заяву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r w:rsidRPr="008D3E19">
        <w:rPr>
          <w:rFonts w:ascii="Times New Roman" w:eastAsiaTheme="minorHAnsi" w:hAnsi="Times New Roman"/>
          <w:sz w:val="24"/>
          <w:szCs w:val="24"/>
        </w:rPr>
        <w:t>Оксюти Р.В.,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сільська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рада </w:t>
      </w:r>
    </w:p>
    <w:p w:rsidR="00864AD7" w:rsidRPr="008D3E19" w:rsidRDefault="00864AD7" w:rsidP="00864AD7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ВИРІШИЛА:</w:t>
      </w:r>
    </w:p>
    <w:p w:rsidR="00864AD7" w:rsidRPr="008D3E19" w:rsidRDefault="00864AD7" w:rsidP="00864AD7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1.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Надати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  <w:r w:rsidRPr="008D3E19">
        <w:rPr>
          <w:rFonts w:ascii="Times New Roman" w:eastAsiaTheme="minorHAnsi" w:hAnsi="Times New Roman"/>
          <w:sz w:val="24"/>
          <w:szCs w:val="24"/>
        </w:rPr>
        <w:t xml:space="preserve">Оксюті Роману Володимировичу, який зареєстрований за адресою: </w:t>
      </w:r>
      <w:r w:rsidR="00B85C30">
        <w:rPr>
          <w:rFonts w:ascii="Times New Roman" w:eastAsiaTheme="minorHAnsi" w:hAnsi="Times New Roman"/>
          <w:sz w:val="24"/>
          <w:szCs w:val="24"/>
        </w:rPr>
        <w:t>___________________</w:t>
      </w:r>
      <w:bookmarkStart w:id="0" w:name="_GoBack"/>
      <w:bookmarkEnd w:id="0"/>
      <w:r w:rsidRPr="008D3E19">
        <w:rPr>
          <w:rFonts w:ascii="Times New Roman" w:eastAsiaTheme="minorHAnsi" w:hAnsi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0,1200 га, для індивідуального садівництва, земельна ділянка розташована в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</w:t>
      </w:r>
      <w:proofErr w:type="gramStart"/>
      <w:r w:rsidRPr="008D3E19">
        <w:rPr>
          <w:rFonts w:ascii="Times New Roman" w:eastAsiaTheme="minorHAnsi" w:hAnsi="Times New Roman"/>
          <w:sz w:val="24"/>
          <w:szCs w:val="24"/>
        </w:rPr>
        <w:t>.К</w:t>
      </w:r>
      <w:proofErr w:type="gramEnd"/>
      <w:r w:rsidRPr="008D3E19">
        <w:rPr>
          <w:rFonts w:ascii="Times New Roman" w:eastAsiaTheme="minorHAnsi" w:hAnsi="Times New Roman"/>
          <w:sz w:val="24"/>
          <w:szCs w:val="24"/>
        </w:rPr>
        <w:t>олом’є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>.</w:t>
      </w:r>
    </w:p>
    <w:p w:rsidR="00864AD7" w:rsidRPr="008D3E19" w:rsidRDefault="00864AD7" w:rsidP="00864AD7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</w:rPr>
        <w:t xml:space="preserve">       2. Оксюті Р.В., 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864AD7" w:rsidRPr="008D3E19" w:rsidRDefault="00864AD7" w:rsidP="00864AD7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64AD7" w:rsidRPr="008D3E19" w:rsidRDefault="00864AD7" w:rsidP="00864AD7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864AD7" w:rsidRPr="008D3E19" w:rsidRDefault="00864AD7" w:rsidP="00864AD7">
      <w:pPr>
        <w:tabs>
          <w:tab w:val="left" w:pos="2160"/>
        </w:tabs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Сільський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голова                                                                                                 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В.А.Михалюк</w:t>
      </w:r>
      <w:proofErr w:type="spellEnd"/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</w:t>
      </w:r>
    </w:p>
    <w:p w:rsidR="002145DE" w:rsidRDefault="002145DE"/>
    <w:sectPr w:rsidR="002145D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AD7"/>
    <w:rsid w:val="00171A2E"/>
    <w:rsid w:val="002145DE"/>
    <w:rsid w:val="00304C90"/>
    <w:rsid w:val="00505B6D"/>
    <w:rsid w:val="006D3977"/>
    <w:rsid w:val="007D6C18"/>
    <w:rsid w:val="00864AD7"/>
    <w:rsid w:val="00B85C3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AD7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AD7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224</Words>
  <Characters>1279</Characters>
  <Application>Microsoft Office Word</Application>
  <DocSecurity>0</DocSecurity>
  <Lines>10</Lines>
  <Paragraphs>2</Paragraphs>
  <ScaleCrop>false</ScaleCrop>
  <Company>Microsoft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2020-09-17T15:25:00Z</dcterms:created>
  <dcterms:modified xsi:type="dcterms:W3CDTF">2020-09-17T15:49:00Z</dcterms:modified>
</cp:coreProperties>
</file>