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C8F" w:rsidRDefault="00402C8F" w:rsidP="00402C8F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402C8F" w:rsidRDefault="00AD6601" w:rsidP="00402C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D6601">
        <w:rPr>
          <w:noProof/>
        </w:rPr>
        <w:pict>
          <v:group id="Group 2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402C8F" w:rsidRDefault="00402C8F" w:rsidP="00402C8F"/>
    <w:p w:rsidR="00402C8F" w:rsidRDefault="00402C8F" w:rsidP="00402C8F"/>
    <w:p w:rsidR="00402C8F" w:rsidRDefault="00402C8F" w:rsidP="00402C8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402C8F" w:rsidRDefault="00402C8F" w:rsidP="00402C8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02C8F" w:rsidRDefault="00402C8F" w:rsidP="00402C8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02C8F" w:rsidRDefault="00402C8F" w:rsidP="00402C8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02C8F" w:rsidRDefault="00402C8F" w:rsidP="00402C8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2C8F" w:rsidRDefault="00402C8F" w:rsidP="00402C8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402C8F" w:rsidRDefault="00402C8F" w:rsidP="00402C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02C8F" w:rsidRDefault="00402C8F" w:rsidP="00402C8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02C8F" w:rsidRDefault="00402C8F" w:rsidP="00402C8F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№47</w:t>
      </w:r>
    </w:p>
    <w:p w:rsidR="00402C8F" w:rsidRDefault="00402C8F" w:rsidP="00402C8F">
      <w:pPr>
        <w:tabs>
          <w:tab w:val="right" w:pos="9354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402C8F" w:rsidRDefault="00402C8F" w:rsidP="00402C8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внесення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змін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до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ішення</w:t>
      </w:r>
      <w:proofErr w:type="spellEnd"/>
    </w:p>
    <w:p w:rsidR="00402C8F" w:rsidRDefault="00402C8F" w:rsidP="00402C8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№16</w:t>
      </w:r>
      <w:r w:rsidR="00653FA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від 20.09.2019 року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02C8F" w:rsidRDefault="00402C8F" w:rsidP="00402C8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ради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 xml:space="preserve">ІІ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скликання</w:t>
      </w:r>
      <w:proofErr w:type="spellEnd"/>
    </w:p>
    <w:p w:rsidR="00402C8F" w:rsidRDefault="00402C8F" w:rsidP="00402C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02C8F" w:rsidRDefault="00402C8F" w:rsidP="00402C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 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 ст.21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Розділу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Х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Перехідних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положень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Яковчука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 В.,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</w:t>
      </w:r>
      <w:proofErr w:type="gramEnd"/>
    </w:p>
    <w:p w:rsidR="00402C8F" w:rsidRDefault="00402C8F" w:rsidP="00402C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402C8F" w:rsidRDefault="00402C8F" w:rsidP="00402C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 Внести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пункт 1.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№16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20.09.2019 року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ІІ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скликання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розробку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проекту 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Яковчуку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О.В.»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такі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зміни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доповнити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словами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редакції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п.1 «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Яковчуку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Вікторовичу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с.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Лисиче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вул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Шкільна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4Б,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рахунок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колективної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призначення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2,0 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.Л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исиче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:rsidR="00402C8F" w:rsidRDefault="00402C8F" w:rsidP="00402C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402C8F" w:rsidRDefault="00402C8F" w:rsidP="00402C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2C8F" w:rsidRPr="00402C8F" w:rsidRDefault="00402C8F" w:rsidP="00402C8F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B30FA1" w:rsidRPr="00402C8F" w:rsidRDefault="00402C8F" w:rsidP="00402C8F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голова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B30FA1" w:rsidRPr="00402C8F" w:rsidSect="00AD660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402C8F"/>
    <w:rsid w:val="00171A2E"/>
    <w:rsid w:val="00304C90"/>
    <w:rsid w:val="00402C8F"/>
    <w:rsid w:val="00505B6D"/>
    <w:rsid w:val="00653FAD"/>
    <w:rsid w:val="006D3977"/>
    <w:rsid w:val="007D6C18"/>
    <w:rsid w:val="00AD6601"/>
    <w:rsid w:val="00B30FA1"/>
    <w:rsid w:val="00D16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601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1143</Words>
  <Characters>652</Characters>
  <Application>Microsoft Office Word</Application>
  <DocSecurity>0</DocSecurity>
  <Lines>5</Lines>
  <Paragraphs>3</Paragraphs>
  <ScaleCrop>false</ScaleCrop>
  <Company>Microsoft</Company>
  <LinksUpToDate>false</LinksUpToDate>
  <CharactersWithSpaces>1792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2020-04-27T16:03:00Z</dcterms:created>
  <dcterms:modified xsi:type="dcterms:W3CDTF">2020-04-28T06:26:00Z</dcterms:modified>
</cp:coreProperties>
</file>