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8C" w:rsidRPr="00B623A8" w:rsidRDefault="00586E8C" w:rsidP="00586E8C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E8C" w:rsidRDefault="00586E8C" w:rsidP="00586E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86E8C" w:rsidRDefault="00586E8C" w:rsidP="00586E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86E8C" w:rsidRDefault="00586E8C" w:rsidP="00586E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6E8C" w:rsidRDefault="00586E8C" w:rsidP="00586E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6E8C" w:rsidRDefault="00586E8C" w:rsidP="00586E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6E8C" w:rsidRDefault="00586E8C" w:rsidP="00586E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6E8C" w:rsidRDefault="00586E8C" w:rsidP="00586E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86E8C" w:rsidRDefault="00586E8C" w:rsidP="00586E8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86E8C" w:rsidRDefault="00586E8C" w:rsidP="00586E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86E8C" w:rsidRDefault="00586E8C" w:rsidP="00586E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86E8C" w:rsidRDefault="00586E8C" w:rsidP="00586E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6E8C" w:rsidRDefault="00586E8C" w:rsidP="00586E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86E8C" w:rsidRDefault="00586E8C" w:rsidP="00586E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6E8C" w:rsidRDefault="00586E8C" w:rsidP="00586E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86E8C" w:rsidRDefault="00586E8C" w:rsidP="00586E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86E8C" w:rsidRDefault="00586E8C" w:rsidP="00586E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586E8C" w:rsidRDefault="00586E8C" w:rsidP="00586E8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86E8C" w:rsidRPr="006C4E95" w:rsidRDefault="00586E8C" w:rsidP="00586E8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86E8C" w:rsidRPr="00A31AA4" w:rsidRDefault="00586E8C" w:rsidP="00586E8C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586E8C" w:rsidRPr="00A31AA4" w:rsidRDefault="00586E8C" w:rsidP="00586E8C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586E8C" w:rsidRPr="00243225" w:rsidRDefault="00586E8C" w:rsidP="00586E8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Прокопчуку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М.П.</w:t>
      </w:r>
    </w:p>
    <w:p w:rsidR="00586E8C" w:rsidRPr="00A31AA4" w:rsidRDefault="00586E8C" w:rsidP="00586E8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86E8C" w:rsidRPr="00A31AA4" w:rsidRDefault="00586E8C" w:rsidP="00586E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Прокопчука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П.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586E8C" w:rsidRPr="00A31AA4" w:rsidRDefault="00586E8C" w:rsidP="00586E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586E8C" w:rsidRPr="00A31AA4" w:rsidRDefault="00586E8C" w:rsidP="00586E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86E8C" w:rsidRPr="00A31AA4" w:rsidRDefault="00586E8C" w:rsidP="00586E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Прокопчуку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Михайлу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Петровичу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0,1267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586E8C" w:rsidRDefault="00586E8C" w:rsidP="00586E8C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proofErr w:type="gramStart"/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 xml:space="preserve">и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Прокопчуку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Михайлу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Петровичу, 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який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зареєстрований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: </w:t>
      </w:r>
      <w:r w:rsidR="00BC28BD">
        <w:rPr>
          <w:rFonts w:ascii="Times New Roman" w:eastAsia="Arial Unicode MS" w:hAnsi="Times New Roman"/>
          <w:sz w:val="24"/>
          <w:szCs w:val="24"/>
          <w:lang w:val="uk-UA"/>
        </w:rPr>
        <w:t>__________________</w:t>
      </w:r>
      <w:r>
        <w:rPr>
          <w:rFonts w:ascii="Times New Roman" w:eastAsia="Arial Unicode MS" w:hAnsi="Times New Roman"/>
          <w:sz w:val="24"/>
          <w:szCs w:val="24"/>
        </w:rPr>
        <w:t xml:space="preserve">, 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BC28BD">
        <w:rPr>
          <w:rFonts w:ascii="Times New Roman" w:eastAsia="Arial Unicode MS" w:hAnsi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0,1267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га,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номер: 6823984000:03:013:006</w:t>
      </w:r>
      <w:r>
        <w:rPr>
          <w:rFonts w:ascii="Times New Roman" w:eastAsia="Arial Unicode MS" w:hAnsi="Times New Roman"/>
          <w:sz w:val="24"/>
          <w:szCs w:val="24"/>
        </w:rPr>
        <w:t>1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яка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586E8C" w:rsidRPr="00A31AA4" w:rsidRDefault="00586E8C" w:rsidP="00586E8C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Прокопчуку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М.П.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586E8C" w:rsidRPr="00586E8C" w:rsidRDefault="00586E8C" w:rsidP="00586E8C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586E8C" w:rsidRPr="00A31AA4" w:rsidRDefault="00586E8C" w:rsidP="00586E8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E5568" w:rsidRPr="00586E8C" w:rsidRDefault="00586E8C" w:rsidP="00586E8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0E5568" w:rsidRPr="00586E8C" w:rsidSect="00586E8C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E8C"/>
    <w:rsid w:val="000E5568"/>
    <w:rsid w:val="00171A2E"/>
    <w:rsid w:val="00304C90"/>
    <w:rsid w:val="00505B6D"/>
    <w:rsid w:val="00586E8C"/>
    <w:rsid w:val="006D3977"/>
    <w:rsid w:val="007D6C18"/>
    <w:rsid w:val="00BC28B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86E8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86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86E8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86E8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86E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86E8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12</TotalTime>
  <Pages>1</Pages>
  <Words>333</Words>
  <Characters>1902</Characters>
  <Application>Microsoft Office Word</Application>
  <DocSecurity>0</DocSecurity>
  <Lines>15</Lines>
  <Paragraphs>4</Paragraphs>
  <ScaleCrop>false</ScaleCrop>
  <Company>Microsoft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2020-10-10T15:53:00Z</dcterms:created>
  <dcterms:modified xsi:type="dcterms:W3CDTF">2020-10-10T16:33:00Z</dcterms:modified>
</cp:coreProperties>
</file>