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50" w:rsidRDefault="00F85250" w:rsidP="00F8525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2733675</wp:posOffset>
                </wp:positionH>
                <wp:positionV relativeFrom="paragraph">
                  <wp:posOffset>83820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5250" w:rsidRDefault="00F85250" w:rsidP="00F852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6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DGvexS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5250" w:rsidRDefault="00F85250" w:rsidP="00F852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5250" w:rsidRDefault="00F85250" w:rsidP="00F8525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5250" w:rsidRDefault="00F85250" w:rsidP="00F8525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5250" w:rsidRDefault="00F85250" w:rsidP="00F8525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85250" w:rsidRDefault="00F85250" w:rsidP="00F852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5250" w:rsidRPr="00054EE7" w:rsidRDefault="00F85250" w:rsidP="00F8525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115</w:t>
      </w:r>
    </w:p>
    <w:p w:rsidR="00F85250" w:rsidRPr="00054EE7" w:rsidRDefault="00F85250" w:rsidP="00F8525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250" w:rsidRPr="00054EE7" w:rsidRDefault="00F85250" w:rsidP="00F8525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85250" w:rsidRPr="00054EE7" w:rsidRDefault="00F85250" w:rsidP="00F8525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85250" w:rsidRPr="00054EE7" w:rsidRDefault="00F85250" w:rsidP="00F8525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85250" w:rsidRPr="00054EE7" w:rsidRDefault="00F85250" w:rsidP="00F8525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85250" w:rsidRPr="00054EE7" w:rsidRDefault="00F85250" w:rsidP="00F8525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Крупецькій</w:t>
      </w:r>
      <w:proofErr w:type="spellEnd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сільській раді</w:t>
      </w:r>
    </w:p>
    <w:p w:rsidR="00F85250" w:rsidRPr="00054EE7" w:rsidRDefault="00F85250" w:rsidP="00F8525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250" w:rsidRPr="00054EE7" w:rsidRDefault="00F85250" w:rsidP="00F8525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</w:t>
      </w:r>
      <w:r w:rsidRPr="00054EE7">
        <w:rPr>
          <w:rFonts w:ascii="Times New Roman" w:eastAsia="Calibri" w:hAnsi="Times New Roman" w:cs="Times New Roman"/>
          <w:sz w:val="24"/>
          <w:szCs w:val="24"/>
        </w:rPr>
        <w:t>12, 186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 </w:t>
      </w:r>
    </w:p>
    <w:p w:rsidR="00F85250" w:rsidRPr="00054EE7" w:rsidRDefault="00F85250" w:rsidP="00F8525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85250" w:rsidRPr="00054EE7" w:rsidRDefault="00F85250" w:rsidP="00F8525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раді, 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 xml:space="preserve">код ЄДРПОУ 04405030,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місцевості), та передати у комунальну  власність, площею 0,3373 га, кадастровий номер: 6823982100:03:012:0003,</w:t>
      </w:r>
      <w:r w:rsidRPr="00054EE7">
        <w:rPr>
          <w:rFonts w:ascii="Times New Roman" w:eastAsia="Arial Unicode MS" w:hAnsi="Times New Roman" w:cs="Times New Roman"/>
          <w:sz w:val="24"/>
          <w:szCs w:val="24"/>
        </w:rPr>
        <w:t>16.00</w:t>
      </w:r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особам, яка розташована Хмельницька область, Шепетівський  район, </w:t>
      </w:r>
      <w:proofErr w:type="spellStart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рада, за межами </w:t>
      </w:r>
      <w:proofErr w:type="spellStart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>с.Головлі</w:t>
      </w:r>
      <w:proofErr w:type="spellEnd"/>
      <w:r w:rsidRPr="00054EE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F85250" w:rsidRPr="00054EE7" w:rsidRDefault="00F85250" w:rsidP="00F8525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F85250" w:rsidRPr="00054EE7" w:rsidRDefault="00F85250" w:rsidP="00F8525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250" w:rsidRPr="00054EE7" w:rsidRDefault="00F85250" w:rsidP="00F8525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</w:p>
    <w:p w:rsidR="00703739" w:rsidRPr="00F85250" w:rsidRDefault="00F85250" w:rsidP="00F8525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703739" w:rsidRPr="00F8525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250"/>
    <w:rsid w:val="00703739"/>
    <w:rsid w:val="00F85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5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852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525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8525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25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8525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525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8525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276</Words>
  <Characters>1578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2021-07-28T12:42:00Z</dcterms:created>
  <dcterms:modified xsi:type="dcterms:W3CDTF">2021-07-28T12:42:00Z</dcterms:modified>
</cp:coreProperties>
</file>