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04B" w:rsidRDefault="00BE604B" w:rsidP="00BE60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E604B" w:rsidRDefault="00BE604B" w:rsidP="00BE604B"/>
    <w:p w:rsidR="00BE604B" w:rsidRDefault="00BE604B" w:rsidP="00BE604B"/>
    <w:p w:rsidR="00BE604B" w:rsidRDefault="00BE604B" w:rsidP="00BE60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E604B" w:rsidRDefault="00BE604B" w:rsidP="00BE60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E604B" w:rsidRDefault="00BE604B" w:rsidP="00BE60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E604B" w:rsidRDefault="00BE604B" w:rsidP="00BE60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E604B" w:rsidRDefault="00BE604B" w:rsidP="00BE60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E604B" w:rsidRDefault="00BE604B" w:rsidP="00BE60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BE604B" w:rsidRDefault="00BE604B" w:rsidP="00BE60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604B" w:rsidRDefault="00BE604B" w:rsidP="00BE60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E604B" w:rsidRDefault="00BE604B" w:rsidP="00BE604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№10</w:t>
      </w:r>
    </w:p>
    <w:p w:rsidR="00BE604B" w:rsidRPr="00AB69E6" w:rsidRDefault="00BE604B" w:rsidP="00BE604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E604B" w:rsidRDefault="00BE604B" w:rsidP="00BE60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BE604B" w:rsidRDefault="00BE604B" w:rsidP="00BE604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BE604B" w:rsidRPr="00D82BDE" w:rsidRDefault="00BE604B" w:rsidP="00BE60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E604B" w:rsidRDefault="00BE604B" w:rsidP="00BE6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№3  від 24.12.2019 року « Про сільський  бюджет Крупецької сільської ради  на 2020 рік » ,   сільська рада </w:t>
      </w:r>
    </w:p>
    <w:p w:rsidR="00BE604B" w:rsidRDefault="00BE604B" w:rsidP="00BE60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BE604B" w:rsidRDefault="00BE604B" w:rsidP="00BE6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BC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1.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>омогу Коробчинській Тетяні Володимирівні    на  поховання  сина Коробчинського Руслана Михайловича    , який   помер 07 квітня  2020</w:t>
      </w:r>
      <w:r w:rsidRPr="00CF4BCC">
        <w:rPr>
          <w:rFonts w:ascii="Times New Roman" w:hAnsi="Times New Roman" w:cs="Times New Roman"/>
          <w:sz w:val="24"/>
          <w:szCs w:val="24"/>
        </w:rPr>
        <w:t xml:space="preserve">   року , в  розмірі  3000.00  ( три тисячі ) грн.</w:t>
      </w:r>
    </w:p>
    <w:p w:rsidR="00BE604B" w:rsidRDefault="00BE604B" w:rsidP="00BE6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бухгалтерського обліку сільської ради ( М.М.Нечипорук) здійснити виплату матеріальної допомоги.</w:t>
      </w:r>
    </w:p>
    <w:p w:rsidR="00BE604B" w:rsidRDefault="00BE604B" w:rsidP="00BE60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О.В.Качаровська)</w:t>
      </w:r>
    </w:p>
    <w:p w:rsidR="00BE604B" w:rsidRPr="00BE604B" w:rsidRDefault="00BE604B" w:rsidP="00BE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E604B" w:rsidRDefault="00BE604B" w:rsidP="00BE60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В.А.Михалюк </w:t>
      </w:r>
    </w:p>
    <w:p w:rsidR="00567DD2" w:rsidRDefault="00567DD2"/>
    <w:sectPr w:rsidR="00567D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04B"/>
    <w:rsid w:val="00171A2E"/>
    <w:rsid w:val="00304C90"/>
    <w:rsid w:val="00505B6D"/>
    <w:rsid w:val="00567DD2"/>
    <w:rsid w:val="006D3977"/>
    <w:rsid w:val="007D6C18"/>
    <w:rsid w:val="00BE604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245</Words>
  <Characters>1402</Characters>
  <Application>Microsoft Office Word</Application>
  <DocSecurity>0</DocSecurity>
  <Lines>11</Lines>
  <Paragraphs>3</Paragraphs>
  <ScaleCrop>false</ScaleCrop>
  <Company>Microsoft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2020-07-02T11:00:00Z</dcterms:created>
  <dcterms:modified xsi:type="dcterms:W3CDTF">2020-07-02T11:00:00Z</dcterms:modified>
</cp:coreProperties>
</file>