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A8" w:rsidRPr="00154EFF" w:rsidRDefault="00850AA8" w:rsidP="00850AA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A8" w:rsidRDefault="00850AA8" w:rsidP="00850A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0AA8" w:rsidRDefault="00850AA8" w:rsidP="00850A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50AA8" w:rsidRDefault="00850AA8" w:rsidP="00850A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50AA8" w:rsidRDefault="00850AA8" w:rsidP="00850A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0AA8" w:rsidRDefault="00850AA8" w:rsidP="00850AA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№68</w:t>
      </w:r>
    </w:p>
    <w:p w:rsidR="00850AA8" w:rsidRPr="003B50D1" w:rsidRDefault="00850AA8" w:rsidP="00850AA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50AA8" w:rsidRPr="003B50D1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50AA8" w:rsidRPr="003B50D1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50AA8" w:rsidRPr="003B50D1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850AA8" w:rsidRPr="003B50D1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50AA8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Данилюка В.С.</w:t>
      </w:r>
    </w:p>
    <w:p w:rsidR="00850AA8" w:rsidRPr="005C6D82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Данилюка В.С.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Данилюку Василю Сергійовичу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65787">
        <w:rPr>
          <w:rFonts w:ascii="Times New Roman" w:eastAsia="Calibri" w:hAnsi="Times New Roman" w:cs="Times New Roman"/>
          <w:sz w:val="24"/>
        </w:rPr>
        <w:t>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36578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0,0900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6823986800:01:001:0083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Данилюку В.С.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50AA8" w:rsidRPr="003B50D1" w:rsidRDefault="00850AA8" w:rsidP="00850A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50AA8" w:rsidRPr="003B50D1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D1323" w:rsidRPr="00850AA8" w:rsidRDefault="00850AA8" w:rsidP="00850A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5D1323" w:rsidRPr="00850A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A8"/>
    <w:rsid w:val="00365787"/>
    <w:rsid w:val="005D1323"/>
    <w:rsid w:val="0085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50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50AA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50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50AA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2022-02-08T06:50:00Z</dcterms:created>
  <dcterms:modified xsi:type="dcterms:W3CDTF">2022-02-08T11:27:00Z</dcterms:modified>
</cp:coreProperties>
</file>