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756" w:rsidRDefault="00E47756" w:rsidP="00E4775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47756" w:rsidRDefault="00E47756" w:rsidP="00E477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47756" w:rsidRDefault="00E47756" w:rsidP="00E477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47756" w:rsidRDefault="00E47756" w:rsidP="00E477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7756" w:rsidRDefault="00E47756" w:rsidP="00E477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7756" w:rsidRDefault="00E47756" w:rsidP="00E477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7756" w:rsidRDefault="00E47756" w:rsidP="00E477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7756" w:rsidRDefault="00E47756" w:rsidP="00E477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47756" w:rsidRDefault="00E47756" w:rsidP="00E4775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47756" w:rsidRDefault="00E47756" w:rsidP="00E477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47756" w:rsidRDefault="00E47756" w:rsidP="00E477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47756" w:rsidRDefault="00E47756" w:rsidP="00E477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7756" w:rsidRDefault="00E47756" w:rsidP="00E477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47756" w:rsidRDefault="00E47756" w:rsidP="00E477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47756" w:rsidRDefault="00E47756" w:rsidP="00E477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47756" w:rsidRDefault="00E47756" w:rsidP="00E4775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47756" w:rsidRDefault="00E47756" w:rsidP="00E4775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№30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E47756" w:rsidRPr="00F2698F" w:rsidRDefault="00E47756" w:rsidP="00E47756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E47756" w:rsidRPr="00F2698F" w:rsidRDefault="00E47756" w:rsidP="00E47756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E47756" w:rsidRPr="00F2698F" w:rsidRDefault="00E47756" w:rsidP="00E47756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E47756" w:rsidRPr="00F2698F" w:rsidRDefault="00E47756" w:rsidP="00E47756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E47756" w:rsidRPr="00F2698F" w:rsidRDefault="00E47756" w:rsidP="00E47756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E47756" w:rsidRPr="00F2698F" w:rsidRDefault="00E47756" w:rsidP="00E47756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В.Г.</w:t>
      </w:r>
    </w:p>
    <w:p w:rsidR="00E47756" w:rsidRPr="00F2698F" w:rsidRDefault="00E47756" w:rsidP="00E47756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E47756" w:rsidRPr="00F2698F" w:rsidRDefault="00E47756" w:rsidP="00E4775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lang w:eastAsia="en-US"/>
        </w:rPr>
        <w:t>статей 12, 122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В.Г.,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сільська рада</w:t>
      </w:r>
    </w:p>
    <w:p w:rsidR="00E47756" w:rsidRPr="00F2698F" w:rsidRDefault="00E47756" w:rsidP="00E4775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E47756" w:rsidRPr="00F2698F" w:rsidRDefault="00E47756" w:rsidP="00E4775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Валерію Георгійовичу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C1CE1" w:rsidRPr="004C1CE1">
        <w:rPr>
          <w:rFonts w:ascii="Times New Roman" w:eastAsia="Calibri" w:hAnsi="Times New Roman" w:cs="Times New Roman"/>
          <w:sz w:val="24"/>
          <w:lang w:eastAsia="en-US"/>
        </w:rPr>
        <w:t>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>ділянка  розташована в с. Крупець, по вул. Олександра Гуменюка, 18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E47756" w:rsidRPr="00F2698F" w:rsidRDefault="00E47756" w:rsidP="00E4775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Шевцову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В.Г.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E47756" w:rsidRPr="00F2698F" w:rsidRDefault="00E47756" w:rsidP="00E4775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47756" w:rsidRPr="00F2698F" w:rsidRDefault="00E47756" w:rsidP="00E477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47756" w:rsidRPr="00F2698F" w:rsidRDefault="00E47756" w:rsidP="00E4775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47756" w:rsidRPr="00F2698F" w:rsidRDefault="00E47756" w:rsidP="00E4775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47756" w:rsidRPr="00F2698F" w:rsidRDefault="00E47756" w:rsidP="00E47756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47756" w:rsidRDefault="00E47756" w:rsidP="00E4775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Сільський  голова                                                                            Валерій  МИХАЛЮК </w:t>
      </w:r>
    </w:p>
    <w:p w:rsidR="002764B1" w:rsidRDefault="002764B1"/>
    <w:sectPr w:rsidR="002764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756"/>
    <w:rsid w:val="002764B1"/>
    <w:rsid w:val="004C1CE1"/>
    <w:rsid w:val="00E47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75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4775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4775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4775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75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4775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4775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4775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267</Words>
  <Characters>1523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2021-07-07T06:17:00Z</dcterms:created>
  <dcterms:modified xsi:type="dcterms:W3CDTF">2021-07-07T08:01:00Z</dcterms:modified>
</cp:coreProperties>
</file>